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7FA4" w:rsidRPr="00B9762B" w:rsidRDefault="00162A21">
      <w:pPr>
        <w:jc w:val="center"/>
        <w:rPr>
          <w:rFonts w:ascii="KIA Light" w:eastAsia="KIA Light" w:hAnsi="KIA Light"/>
          <w:b/>
          <w:sz w:val="24"/>
          <w:szCs w:val="24"/>
          <w:lang w:val="es-ES"/>
        </w:rPr>
      </w:pPr>
      <w:r>
        <w:rPr>
          <w:noProof/>
        </w:rPr>
        <w:drawing>
          <wp:anchor distT="0" distB="0" distL="114300" distR="114300" simplePos="0" relativeHeight="251659264" behindDoc="0" locked="0" layoutInCell="1" allowOverlap="1" wp14:anchorId="06438467" wp14:editId="673B07E8">
            <wp:simplePos x="0" y="0"/>
            <wp:positionH relativeFrom="margin">
              <wp:posOffset>0</wp:posOffset>
            </wp:positionH>
            <wp:positionV relativeFrom="paragraph">
              <wp:posOffset>-554990</wp:posOffset>
            </wp:positionV>
            <wp:extent cx="914400" cy="555283"/>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 3D Symbolmark.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914400" cy="555283"/>
                    </a:xfrm>
                    <a:prstGeom prst="rect">
                      <a:avLst/>
                    </a:prstGeom>
                  </pic:spPr>
                </pic:pic>
              </a:graphicData>
            </a:graphic>
            <wp14:sizeRelH relativeFrom="page">
              <wp14:pctWidth>0</wp14:pctWidth>
            </wp14:sizeRelH>
            <wp14:sizeRelV relativeFrom="page">
              <wp14:pctHeight>0</wp14:pctHeight>
            </wp14:sizeRelV>
          </wp:anchor>
        </w:drawing>
      </w:r>
      <w:r w:rsidR="00B9762B">
        <w:rPr>
          <w:rFonts w:ascii="KIA Light" w:eastAsia="KIA Light" w:hAnsi="KIA Light"/>
          <w:b/>
          <w:sz w:val="24"/>
          <w:szCs w:val="24"/>
          <w:lang w:val="es-ES"/>
        </w:rPr>
        <w:t xml:space="preserve">EL </w:t>
      </w:r>
      <w:r w:rsidR="0060086B" w:rsidRPr="00B9762B">
        <w:rPr>
          <w:rFonts w:ascii="KIA Light" w:eastAsia="KIA Light" w:hAnsi="KIA Light"/>
          <w:b/>
          <w:sz w:val="24"/>
          <w:szCs w:val="24"/>
          <w:lang w:val="es-ES"/>
        </w:rPr>
        <w:t>STINGER</w:t>
      </w:r>
      <w:r w:rsidR="00B9762B">
        <w:rPr>
          <w:rFonts w:ascii="KIA Light" w:eastAsia="KIA Light" w:hAnsi="KIA Light"/>
          <w:b/>
          <w:sz w:val="24"/>
          <w:szCs w:val="24"/>
          <w:lang w:val="es-ES"/>
        </w:rPr>
        <w:t xml:space="preserve"> Y SU HISTORIA</w:t>
      </w:r>
    </w:p>
    <w:p w:rsidR="005E7FA4" w:rsidRPr="00B9762B" w:rsidRDefault="005E7FA4">
      <w:pPr>
        <w:jc w:val="both"/>
        <w:rPr>
          <w:rFonts w:ascii="KIA Light" w:eastAsia="KIA Light" w:hAnsi="KIA Light"/>
          <w:sz w:val="24"/>
          <w:szCs w:val="24"/>
          <w:lang w:val="es-ES"/>
        </w:rPr>
      </w:pPr>
      <w:bookmarkStart w:id="0" w:name="_GoBack"/>
      <w:bookmarkEnd w:id="0"/>
    </w:p>
    <w:p w:rsidR="005E7FA4" w:rsidRPr="00B9762B" w:rsidRDefault="00B9762B">
      <w:pPr>
        <w:jc w:val="both"/>
        <w:rPr>
          <w:rFonts w:ascii="KIA Light" w:eastAsia="KIA Light" w:hAnsi="KIA Light"/>
          <w:b/>
          <w:sz w:val="24"/>
          <w:szCs w:val="24"/>
          <w:lang w:val="es-ES"/>
        </w:rPr>
      </w:pPr>
      <w:r>
        <w:rPr>
          <w:rFonts w:ascii="KIA Light" w:eastAsia="KIA Light" w:hAnsi="KIA Light"/>
          <w:b/>
          <w:sz w:val="24"/>
          <w:szCs w:val="24"/>
          <w:lang w:val="es-ES"/>
        </w:rPr>
        <w:t xml:space="preserve">La llegada de Peter </w:t>
      </w:r>
      <w:proofErr w:type="spellStart"/>
      <w:r>
        <w:rPr>
          <w:rFonts w:ascii="KIA Light" w:eastAsia="KIA Light" w:hAnsi="KIA Light"/>
          <w:b/>
          <w:sz w:val="24"/>
          <w:szCs w:val="24"/>
          <w:lang w:val="es-ES"/>
        </w:rPr>
        <w:t>Schreyer</w:t>
      </w:r>
      <w:proofErr w:type="spellEnd"/>
      <w:r>
        <w:rPr>
          <w:rFonts w:ascii="KIA Light" w:eastAsia="KIA Light" w:hAnsi="KIA Light"/>
          <w:b/>
          <w:sz w:val="24"/>
          <w:szCs w:val="24"/>
          <w:lang w:val="es-ES"/>
        </w:rPr>
        <w:t xml:space="preserve"> a Kia</w:t>
      </w:r>
    </w:p>
    <w:p w:rsidR="005E7FA4" w:rsidRPr="00B9762B" w:rsidRDefault="0060086B">
      <w:pPr>
        <w:jc w:val="both"/>
        <w:rPr>
          <w:rFonts w:ascii="KIA Light" w:eastAsia="KIA Light" w:hAnsi="KIA Light"/>
          <w:sz w:val="24"/>
          <w:szCs w:val="24"/>
          <w:lang w:val="es-ES"/>
        </w:rPr>
      </w:pPr>
      <w:r w:rsidRPr="00B9762B">
        <w:rPr>
          <w:rFonts w:ascii="KIA Light" w:eastAsia="KIA Light" w:hAnsi="KIA Light"/>
          <w:sz w:val="24"/>
          <w:szCs w:val="24"/>
          <w:lang w:val="es-ES"/>
        </w:rPr>
        <w:t xml:space="preserve">Peter </w:t>
      </w:r>
      <w:proofErr w:type="spellStart"/>
      <w:r w:rsidRPr="00B9762B">
        <w:rPr>
          <w:rFonts w:ascii="KIA Light" w:eastAsia="KIA Light" w:hAnsi="KIA Light"/>
          <w:sz w:val="24"/>
          <w:szCs w:val="24"/>
          <w:lang w:val="es-ES"/>
        </w:rPr>
        <w:t>Schreyer</w:t>
      </w:r>
      <w:proofErr w:type="spellEnd"/>
      <w:r w:rsidRPr="00B9762B">
        <w:rPr>
          <w:rFonts w:ascii="KIA Light" w:eastAsia="KIA Light" w:hAnsi="KIA Light"/>
          <w:sz w:val="24"/>
          <w:szCs w:val="24"/>
          <w:lang w:val="es-ES"/>
        </w:rPr>
        <w:t xml:space="preserve"> es un diseñador alemán, reconocido </w:t>
      </w:r>
      <w:r w:rsidR="00B9762B">
        <w:rPr>
          <w:rFonts w:ascii="KIA Light" w:eastAsia="KIA Light" w:hAnsi="KIA Light"/>
          <w:sz w:val="24"/>
          <w:szCs w:val="24"/>
          <w:lang w:val="es-ES"/>
        </w:rPr>
        <w:t>a nivel internacional</w:t>
      </w:r>
      <w:r w:rsidRPr="00B9762B">
        <w:rPr>
          <w:rFonts w:ascii="KIA Light" w:eastAsia="KIA Light" w:hAnsi="KIA Light"/>
          <w:sz w:val="24"/>
          <w:szCs w:val="24"/>
          <w:lang w:val="es-ES"/>
        </w:rPr>
        <w:t xml:space="preserve"> por sus contribuciones</w:t>
      </w:r>
      <w:r w:rsidR="00B9762B">
        <w:rPr>
          <w:rFonts w:ascii="KIA Light" w:eastAsia="KIA Light" w:hAnsi="KIA Light"/>
          <w:sz w:val="24"/>
          <w:szCs w:val="24"/>
          <w:lang w:val="es-ES"/>
        </w:rPr>
        <w:t xml:space="preserve"> al fabricante Volkswagen y su línea de lujo Audi, con el reconocido TT</w:t>
      </w:r>
      <w:r w:rsidRPr="00B9762B">
        <w:rPr>
          <w:rFonts w:ascii="KIA Light" w:eastAsia="KIA Light" w:hAnsi="KIA Light"/>
          <w:sz w:val="24"/>
          <w:szCs w:val="24"/>
          <w:lang w:val="es-ES"/>
        </w:rPr>
        <w:t xml:space="preserve">. Con 12 años de historia en Kia, </w:t>
      </w:r>
      <w:proofErr w:type="spellStart"/>
      <w:r w:rsidRPr="00B9762B">
        <w:rPr>
          <w:rFonts w:ascii="KIA Light" w:eastAsia="KIA Light" w:hAnsi="KIA Light"/>
          <w:sz w:val="24"/>
          <w:szCs w:val="24"/>
          <w:lang w:val="es-ES"/>
        </w:rPr>
        <w:t>Schreyer</w:t>
      </w:r>
      <w:proofErr w:type="spellEnd"/>
      <w:r w:rsidRPr="00B9762B">
        <w:rPr>
          <w:rFonts w:ascii="KIA Light" w:eastAsia="KIA Light" w:hAnsi="KIA Light"/>
          <w:sz w:val="24"/>
          <w:szCs w:val="24"/>
          <w:lang w:val="es-ES"/>
        </w:rPr>
        <w:t xml:space="preserve"> ha revolucionado el diseño de la marca durante la última década, un cambio que transformó la manera en que los modelos Kia son percibidos a nivel mundial. </w:t>
      </w:r>
    </w:p>
    <w:p w:rsidR="005E7FA4" w:rsidRPr="00B9762B" w:rsidRDefault="005E7FA4">
      <w:pPr>
        <w:jc w:val="both"/>
        <w:rPr>
          <w:rFonts w:ascii="KIA Light" w:eastAsia="KIA Light" w:hAnsi="KIA Light"/>
          <w:sz w:val="24"/>
          <w:szCs w:val="24"/>
          <w:lang w:val="es-ES"/>
        </w:rPr>
      </w:pPr>
    </w:p>
    <w:p w:rsidR="005E7FA4" w:rsidRDefault="0060086B">
      <w:pPr>
        <w:jc w:val="both"/>
        <w:rPr>
          <w:rFonts w:ascii="KIA Light" w:eastAsia="KIA Light" w:hAnsi="KIA Light"/>
          <w:sz w:val="24"/>
          <w:szCs w:val="24"/>
          <w:lang w:val="es-ES"/>
        </w:rPr>
      </w:pPr>
      <w:r w:rsidRPr="00B9762B">
        <w:rPr>
          <w:rFonts w:ascii="KIA Light" w:eastAsia="KIA Light" w:hAnsi="KIA Light"/>
          <w:sz w:val="24"/>
          <w:szCs w:val="24"/>
          <w:lang w:val="es-ES"/>
        </w:rPr>
        <w:t xml:space="preserve">Desde 2006, año en que </w:t>
      </w:r>
      <w:proofErr w:type="spellStart"/>
      <w:r w:rsidRPr="00B9762B">
        <w:rPr>
          <w:rFonts w:ascii="KIA Light" w:eastAsia="KIA Light" w:hAnsi="KIA Light"/>
          <w:sz w:val="24"/>
          <w:szCs w:val="24"/>
          <w:lang w:val="es-ES"/>
        </w:rPr>
        <w:t>Schreyer</w:t>
      </w:r>
      <w:proofErr w:type="spellEnd"/>
      <w:r w:rsidRPr="00B9762B">
        <w:rPr>
          <w:rFonts w:ascii="KIA Light" w:eastAsia="KIA Light" w:hAnsi="KIA Light"/>
          <w:sz w:val="24"/>
          <w:szCs w:val="24"/>
          <w:lang w:val="es-ES"/>
        </w:rPr>
        <w:t xml:space="preserve"> se unió a la compañía como </w:t>
      </w:r>
      <w:r w:rsidR="00B9762B">
        <w:rPr>
          <w:rFonts w:ascii="KIA Light" w:eastAsia="KIA Light" w:hAnsi="KIA Light"/>
          <w:sz w:val="24"/>
          <w:szCs w:val="24"/>
          <w:lang w:val="es-ES"/>
        </w:rPr>
        <w:t>jefe</w:t>
      </w:r>
      <w:r w:rsidRPr="00B9762B">
        <w:rPr>
          <w:rFonts w:ascii="KIA Light" w:eastAsia="KIA Light" w:hAnsi="KIA Light"/>
          <w:sz w:val="24"/>
          <w:szCs w:val="24"/>
          <w:lang w:val="es-ES"/>
        </w:rPr>
        <w:t xml:space="preserve"> de </w:t>
      </w:r>
      <w:r w:rsidR="00B9762B">
        <w:rPr>
          <w:rFonts w:ascii="KIA Light" w:eastAsia="KIA Light" w:hAnsi="KIA Light"/>
          <w:sz w:val="24"/>
          <w:szCs w:val="24"/>
          <w:lang w:val="es-ES"/>
        </w:rPr>
        <w:t>d</w:t>
      </w:r>
      <w:r w:rsidRPr="00B9762B">
        <w:rPr>
          <w:rFonts w:ascii="KIA Light" w:eastAsia="KIA Light" w:hAnsi="KIA Light"/>
          <w:sz w:val="24"/>
          <w:szCs w:val="24"/>
          <w:lang w:val="es-ES"/>
        </w:rPr>
        <w:t xml:space="preserve">iseño, Kia ha experimentado importantes avances. Y aunque su mayor logro pudiera decirse que es la implementación del nuevo ADN de la marca, durante ese periodo las ventas mundiales de Kia aumentaron de 1.1 millones de autos en el 2005 a 3.05 millones en </w:t>
      </w:r>
      <w:r w:rsidR="00B9762B">
        <w:rPr>
          <w:rFonts w:ascii="KIA Light" w:eastAsia="KIA Light" w:hAnsi="KIA Light"/>
          <w:sz w:val="24"/>
          <w:szCs w:val="24"/>
          <w:lang w:val="es-ES"/>
        </w:rPr>
        <w:t xml:space="preserve">el </w:t>
      </w:r>
      <w:r w:rsidRPr="00B9762B">
        <w:rPr>
          <w:rFonts w:ascii="KIA Light" w:eastAsia="KIA Light" w:hAnsi="KIA Light"/>
          <w:sz w:val="24"/>
          <w:szCs w:val="24"/>
          <w:lang w:val="es-ES"/>
        </w:rPr>
        <w:t xml:space="preserve">2015.  </w:t>
      </w:r>
    </w:p>
    <w:p w:rsidR="00B9762B" w:rsidRPr="00B9762B" w:rsidRDefault="00B9762B">
      <w:pPr>
        <w:jc w:val="both"/>
        <w:rPr>
          <w:rFonts w:ascii="KIA Light" w:eastAsia="KIA Light" w:hAnsi="KIA Light"/>
          <w:b/>
          <w:sz w:val="24"/>
          <w:szCs w:val="24"/>
          <w:lang w:val="es-ES"/>
        </w:rPr>
      </w:pPr>
    </w:p>
    <w:p w:rsidR="005E7FA4" w:rsidRPr="00B9762B" w:rsidRDefault="0060086B">
      <w:pPr>
        <w:jc w:val="both"/>
        <w:rPr>
          <w:rFonts w:ascii="KIA Light" w:eastAsia="KIA Light" w:hAnsi="KIA Light"/>
          <w:b/>
          <w:sz w:val="24"/>
          <w:szCs w:val="24"/>
          <w:lang w:val="es-ES"/>
        </w:rPr>
      </w:pPr>
      <w:r w:rsidRPr="00B9762B">
        <w:rPr>
          <w:rFonts w:ascii="KIA Light" w:eastAsia="KIA Light" w:hAnsi="KIA Light"/>
          <w:b/>
          <w:sz w:val="24"/>
          <w:szCs w:val="24"/>
          <w:lang w:val="es-ES"/>
        </w:rPr>
        <w:t>Transformación de la marca</w:t>
      </w:r>
    </w:p>
    <w:p w:rsidR="005E7FA4" w:rsidRPr="00B9762B" w:rsidRDefault="0060086B">
      <w:pPr>
        <w:jc w:val="both"/>
        <w:rPr>
          <w:rFonts w:ascii="KIA Light" w:eastAsia="KIA Light" w:hAnsi="KIA Light"/>
          <w:sz w:val="24"/>
          <w:szCs w:val="24"/>
          <w:lang w:val="es-ES"/>
        </w:rPr>
      </w:pPr>
      <w:r w:rsidRPr="00B9762B">
        <w:rPr>
          <w:rFonts w:ascii="KIA Light" w:eastAsia="KIA Light" w:hAnsi="KIA Light"/>
          <w:sz w:val="24"/>
          <w:szCs w:val="24"/>
          <w:lang w:val="es-ES"/>
        </w:rPr>
        <w:t>Desde su llegada a Kia Motors, ha logrado cambiar la percepción  alrededor del mundo, impulsando el desarrollo de la marca. “Cuando comencé a trabajar para K</w:t>
      </w:r>
      <w:r w:rsidR="00B9762B" w:rsidRPr="00B9762B">
        <w:rPr>
          <w:rFonts w:ascii="KIA Light" w:eastAsia="KIA Light" w:hAnsi="KIA Light"/>
          <w:sz w:val="24"/>
          <w:szCs w:val="24"/>
          <w:lang w:val="es-ES"/>
        </w:rPr>
        <w:t>ia era importante que establecié</w:t>
      </w:r>
      <w:r w:rsidRPr="00B9762B">
        <w:rPr>
          <w:rFonts w:ascii="KIA Light" w:eastAsia="KIA Light" w:hAnsi="KIA Light"/>
          <w:sz w:val="24"/>
          <w:szCs w:val="24"/>
          <w:lang w:val="es-ES"/>
        </w:rPr>
        <w:t xml:space="preserve">ramos una identidad, un sentimiento de coherencia en toda la marca. Pero la historia de cómo se han desarrollado nuestros autos va mucho más allá de la estética. Implica decisiones precisas sobre cómo ideas complejas pueden unirse para crear algo que logre generar una respuesta o reacción emocional”, comentó Peter </w:t>
      </w:r>
      <w:proofErr w:type="spellStart"/>
      <w:r w:rsidRPr="00B9762B">
        <w:rPr>
          <w:rFonts w:ascii="KIA Light" w:eastAsia="KIA Light" w:hAnsi="KIA Light"/>
          <w:sz w:val="24"/>
          <w:szCs w:val="24"/>
          <w:lang w:val="es-ES"/>
        </w:rPr>
        <w:t>Schreyer</w:t>
      </w:r>
      <w:proofErr w:type="spellEnd"/>
      <w:r w:rsidRPr="00B9762B">
        <w:rPr>
          <w:rFonts w:ascii="KIA Light" w:eastAsia="KIA Light" w:hAnsi="KIA Light"/>
          <w:sz w:val="24"/>
          <w:szCs w:val="24"/>
          <w:lang w:val="es-ES"/>
        </w:rPr>
        <w:t>. Durante los siguientes años, esta visión se manifestó a través de un ADN de diseño coherente en toda la línea de productos Kia, con rasgos de identidad reconocibles que destacan muchas de las nuevas creaciones.</w:t>
      </w:r>
    </w:p>
    <w:p w:rsidR="005E7FA4" w:rsidRPr="00B9762B" w:rsidRDefault="0060086B">
      <w:pPr>
        <w:jc w:val="both"/>
        <w:rPr>
          <w:rFonts w:ascii="KIA Light" w:eastAsia="KIA Light" w:hAnsi="KIA Light"/>
          <w:b/>
          <w:sz w:val="24"/>
          <w:szCs w:val="24"/>
          <w:lang w:val="es-ES"/>
        </w:rPr>
      </w:pPr>
      <w:r w:rsidRPr="00B9762B">
        <w:rPr>
          <w:rFonts w:ascii="KIA Light" w:eastAsia="KIA Light" w:hAnsi="KIA Light"/>
          <w:b/>
          <w:sz w:val="24"/>
          <w:szCs w:val="24"/>
          <w:lang w:val="es-ES"/>
        </w:rPr>
        <w:t xml:space="preserve"> </w:t>
      </w:r>
    </w:p>
    <w:p w:rsidR="005E7FA4" w:rsidRPr="00B9762B" w:rsidRDefault="0060086B">
      <w:pPr>
        <w:jc w:val="both"/>
        <w:rPr>
          <w:rFonts w:ascii="KIA Light" w:eastAsia="KIA Light" w:hAnsi="KIA Light"/>
          <w:b/>
          <w:sz w:val="24"/>
          <w:szCs w:val="24"/>
          <w:lang w:val="es-ES"/>
        </w:rPr>
      </w:pPr>
      <w:r w:rsidRPr="00B9762B">
        <w:rPr>
          <w:rFonts w:ascii="KIA Light" w:eastAsia="KIA Light" w:hAnsi="KIA Light"/>
          <w:b/>
          <w:sz w:val="24"/>
          <w:szCs w:val="24"/>
          <w:lang w:val="es-ES"/>
        </w:rPr>
        <w:t>Inspiración detrás de los diseños</w:t>
      </w:r>
    </w:p>
    <w:p w:rsidR="005E7FA4" w:rsidRPr="00B9762B" w:rsidRDefault="0060086B">
      <w:pPr>
        <w:jc w:val="both"/>
        <w:rPr>
          <w:rFonts w:ascii="KIA Light" w:eastAsia="KIA Light" w:hAnsi="KIA Light"/>
          <w:i/>
          <w:sz w:val="24"/>
          <w:szCs w:val="24"/>
          <w:lang w:val="es-ES"/>
        </w:rPr>
      </w:pPr>
      <w:r w:rsidRPr="00B9762B">
        <w:rPr>
          <w:rFonts w:ascii="KIA Light" w:eastAsia="KIA Light" w:hAnsi="KIA Light"/>
          <w:sz w:val="24"/>
          <w:szCs w:val="24"/>
          <w:lang w:val="es-ES"/>
        </w:rPr>
        <w:t xml:space="preserve">Según Peter </w:t>
      </w:r>
      <w:proofErr w:type="spellStart"/>
      <w:r w:rsidRPr="00B9762B">
        <w:rPr>
          <w:rFonts w:ascii="KIA Light" w:eastAsia="KIA Light" w:hAnsi="KIA Light"/>
          <w:sz w:val="24"/>
          <w:szCs w:val="24"/>
          <w:lang w:val="es-ES"/>
        </w:rPr>
        <w:t>Schreyer</w:t>
      </w:r>
      <w:proofErr w:type="spellEnd"/>
      <w:r w:rsidRPr="00B9762B">
        <w:rPr>
          <w:rFonts w:ascii="KIA Light" w:eastAsia="KIA Light" w:hAnsi="KIA Light"/>
          <w:sz w:val="24"/>
          <w:szCs w:val="24"/>
          <w:lang w:val="es-ES"/>
        </w:rPr>
        <w:t>, "</w:t>
      </w:r>
      <w:r w:rsidRPr="00B9762B">
        <w:rPr>
          <w:rFonts w:ascii="KIA Light" w:eastAsia="KIA Light" w:hAnsi="KIA Light"/>
          <w:i/>
          <w:sz w:val="24"/>
          <w:szCs w:val="24"/>
          <w:lang w:val="es-ES"/>
        </w:rPr>
        <w:t xml:space="preserve">los diseñadores no deben concentrarse solamente en autos, sino también deben desarrollar un interés único por la arquitectura, arte, </w:t>
      </w:r>
      <w:r w:rsidRPr="00B9762B">
        <w:rPr>
          <w:rFonts w:ascii="KIA Light" w:eastAsia="KIA Light" w:hAnsi="KIA Light"/>
          <w:i/>
          <w:sz w:val="24"/>
          <w:szCs w:val="24"/>
          <w:lang w:val="es-ES"/>
        </w:rPr>
        <w:lastRenderedPageBreak/>
        <w:t>música y diseño de todo un país. Todos estos factores nos influencian y nosotros a ellos. Las personas conocen más sobre Corea y lo que realmente pasa allí. Por un lado sientes ese entusiasmo cuando vas a Seúl, pero por otro lado también tienes el silencio y la concentración. Ambos sentimientos inspiran a nuestros diseñadores y a mí mismo”.</w:t>
      </w:r>
    </w:p>
    <w:p w:rsidR="005E7FA4" w:rsidRPr="00B9762B" w:rsidRDefault="0060086B">
      <w:pPr>
        <w:jc w:val="both"/>
        <w:rPr>
          <w:rFonts w:ascii="KIA Light" w:eastAsia="KIA Light" w:hAnsi="KIA Light"/>
          <w:sz w:val="24"/>
          <w:szCs w:val="24"/>
          <w:lang w:val="es-ES"/>
        </w:rPr>
      </w:pPr>
      <w:r w:rsidRPr="00B9762B">
        <w:rPr>
          <w:rFonts w:ascii="KIA Light" w:eastAsia="KIA Light" w:hAnsi="KIA Light"/>
          <w:sz w:val="24"/>
          <w:szCs w:val="24"/>
          <w:lang w:val="es-ES"/>
        </w:rPr>
        <w:t xml:space="preserve">Este contraste es el que ha inspirado el lenguaje del diseño de los modelos Kia. </w:t>
      </w:r>
      <w:r w:rsidRPr="00B9762B">
        <w:rPr>
          <w:rFonts w:ascii="KIA Light" w:eastAsia="KIA Light" w:hAnsi="KIA Light"/>
          <w:i/>
          <w:sz w:val="24"/>
          <w:szCs w:val="24"/>
          <w:lang w:val="es-ES"/>
        </w:rPr>
        <w:t>“Encontramos un tesoro al hallar la inspiración en el arte y la simplicidad, el lujo del espacio y las superficies vacías. Es muy simple, pero está hecho con mucha inteligencia y concentración”,</w:t>
      </w:r>
      <w:r w:rsidRPr="00B9762B">
        <w:rPr>
          <w:rFonts w:ascii="KIA Light" w:eastAsia="KIA Light" w:hAnsi="KIA Light"/>
          <w:sz w:val="24"/>
          <w:szCs w:val="24"/>
          <w:lang w:val="es-ES"/>
        </w:rPr>
        <w:t xml:space="preserve"> agregó el diseñador.</w:t>
      </w:r>
    </w:p>
    <w:p w:rsidR="005E7FA4" w:rsidRPr="00B9762B" w:rsidRDefault="005E7FA4">
      <w:pPr>
        <w:jc w:val="both"/>
        <w:rPr>
          <w:rFonts w:ascii="KIA Light" w:eastAsia="KIA Light" w:hAnsi="KIA Light"/>
          <w:sz w:val="24"/>
          <w:szCs w:val="24"/>
          <w:lang w:val="es-ES"/>
        </w:rPr>
      </w:pPr>
    </w:p>
    <w:p w:rsidR="005E7FA4" w:rsidRPr="00B9762B" w:rsidRDefault="0060086B">
      <w:pPr>
        <w:jc w:val="both"/>
        <w:rPr>
          <w:rFonts w:ascii="KIA Light" w:eastAsia="KIA Light" w:hAnsi="KIA Light"/>
          <w:sz w:val="24"/>
          <w:szCs w:val="24"/>
          <w:lang w:val="es-ES"/>
        </w:rPr>
      </w:pPr>
      <w:r w:rsidRPr="00B9762B">
        <w:rPr>
          <w:rFonts w:ascii="KIA Light" w:eastAsia="KIA Light" w:hAnsi="KIA Light"/>
          <w:sz w:val="24"/>
          <w:szCs w:val="24"/>
          <w:lang w:val="es-ES"/>
        </w:rPr>
        <w:t xml:space="preserve">La filosofía de diseño de Peter </w:t>
      </w:r>
      <w:proofErr w:type="spellStart"/>
      <w:r w:rsidRPr="00B9762B">
        <w:rPr>
          <w:rFonts w:ascii="KIA Light" w:eastAsia="KIA Light" w:hAnsi="KIA Light"/>
          <w:sz w:val="24"/>
          <w:szCs w:val="24"/>
          <w:lang w:val="es-ES"/>
        </w:rPr>
        <w:t>Schreyer</w:t>
      </w:r>
      <w:proofErr w:type="spellEnd"/>
      <w:r w:rsidRPr="00B9762B">
        <w:rPr>
          <w:rFonts w:ascii="KIA Light" w:eastAsia="KIA Light" w:hAnsi="KIA Light"/>
          <w:sz w:val="24"/>
          <w:szCs w:val="24"/>
          <w:lang w:val="es-ES"/>
        </w:rPr>
        <w:t xml:space="preserve"> está fundamentalmente inspirada en la frase coreana: la simplicidad de la línea recta, que caracteriza cada uno de los trabajos que él ha supervisado.</w:t>
      </w:r>
    </w:p>
    <w:p w:rsidR="005E7FA4" w:rsidRPr="00B9762B" w:rsidRDefault="005E7FA4">
      <w:pPr>
        <w:jc w:val="both"/>
        <w:rPr>
          <w:rFonts w:ascii="KIA Light" w:eastAsia="KIA Light" w:hAnsi="KIA Light"/>
          <w:b/>
          <w:sz w:val="24"/>
          <w:szCs w:val="24"/>
          <w:lang w:val="es-ES"/>
        </w:rPr>
      </w:pPr>
    </w:p>
    <w:p w:rsidR="005E7FA4" w:rsidRPr="00B9762B" w:rsidRDefault="0060086B">
      <w:pPr>
        <w:rPr>
          <w:rFonts w:ascii="KIA Light" w:eastAsia="KIA Light" w:hAnsi="KIA Light"/>
          <w:b/>
          <w:sz w:val="24"/>
          <w:szCs w:val="24"/>
          <w:lang w:val="es-ES"/>
        </w:rPr>
      </w:pPr>
      <w:r w:rsidRPr="00B9762B">
        <w:rPr>
          <w:rFonts w:ascii="KIA Light" w:eastAsia="KIA Light" w:hAnsi="KIA Light"/>
          <w:b/>
          <w:sz w:val="24"/>
          <w:szCs w:val="24"/>
          <w:lang w:val="es-ES"/>
        </w:rPr>
        <w:t>Aspectos destacados de su diseño</w:t>
      </w:r>
    </w:p>
    <w:p w:rsidR="005E7FA4" w:rsidRPr="00B9762B" w:rsidRDefault="0060086B">
      <w:pPr>
        <w:jc w:val="both"/>
        <w:rPr>
          <w:rFonts w:ascii="KIA Light" w:eastAsia="KIA Light" w:hAnsi="KIA Light"/>
          <w:sz w:val="24"/>
          <w:szCs w:val="24"/>
          <w:lang w:val="es-ES"/>
        </w:rPr>
      </w:pPr>
      <w:r w:rsidRPr="00B9762B">
        <w:rPr>
          <w:rFonts w:ascii="KIA Light" w:eastAsia="KIA Light" w:hAnsi="KIA Light"/>
          <w:sz w:val="24"/>
          <w:szCs w:val="24"/>
          <w:lang w:val="es-ES"/>
        </w:rPr>
        <w:t xml:space="preserve">Peter </w:t>
      </w:r>
      <w:proofErr w:type="spellStart"/>
      <w:r w:rsidRPr="00B9762B">
        <w:rPr>
          <w:rFonts w:ascii="KIA Light" w:eastAsia="KIA Light" w:hAnsi="KIA Light"/>
          <w:sz w:val="24"/>
          <w:szCs w:val="24"/>
          <w:lang w:val="es-ES"/>
        </w:rPr>
        <w:t>Schreyer</w:t>
      </w:r>
      <w:proofErr w:type="spellEnd"/>
      <w:r w:rsidRPr="00B9762B">
        <w:rPr>
          <w:rFonts w:ascii="KIA Light" w:eastAsia="KIA Light" w:hAnsi="KIA Light"/>
          <w:sz w:val="24"/>
          <w:szCs w:val="24"/>
          <w:lang w:val="es-ES"/>
        </w:rPr>
        <w:t xml:space="preserve"> ha dirigido la creación de una serie de conceptos que aportan a su legado en Kia. Comenzando con el GT Concept, seguido del </w:t>
      </w:r>
      <w:proofErr w:type="spellStart"/>
      <w:r w:rsidRPr="00B9762B">
        <w:rPr>
          <w:rFonts w:ascii="KIA Light" w:eastAsia="KIA Light" w:hAnsi="KIA Light"/>
          <w:sz w:val="24"/>
          <w:szCs w:val="24"/>
          <w:lang w:val="es-ES"/>
        </w:rPr>
        <w:t>Ray</w:t>
      </w:r>
      <w:proofErr w:type="spellEnd"/>
      <w:r w:rsidRPr="00B9762B">
        <w:rPr>
          <w:rFonts w:ascii="KIA Light" w:eastAsia="KIA Light" w:hAnsi="KIA Light"/>
          <w:sz w:val="24"/>
          <w:szCs w:val="24"/>
          <w:lang w:val="es-ES"/>
        </w:rPr>
        <w:t xml:space="preserve">,  </w:t>
      </w:r>
      <w:proofErr w:type="spellStart"/>
      <w:r w:rsidRPr="00B9762B">
        <w:rPr>
          <w:rFonts w:ascii="KIA Light" w:eastAsia="KIA Light" w:hAnsi="KIA Light"/>
          <w:sz w:val="24"/>
          <w:szCs w:val="24"/>
          <w:lang w:val="es-ES"/>
        </w:rPr>
        <w:t>Track’ster</w:t>
      </w:r>
      <w:proofErr w:type="spellEnd"/>
      <w:r w:rsidRPr="00B9762B">
        <w:rPr>
          <w:rFonts w:ascii="KIA Light" w:eastAsia="KIA Light" w:hAnsi="KIA Light"/>
          <w:sz w:val="24"/>
          <w:szCs w:val="24"/>
          <w:lang w:val="es-ES"/>
        </w:rPr>
        <w:t xml:space="preserve">, GT4  y el actual Stinger, modelo que lleva en su ADN la herencia alemana de grandes diseñadores y que ha sido el resultado final de la evolución del mayor diseñador de Kia en los últimos tiempos. </w:t>
      </w:r>
    </w:p>
    <w:p w:rsidR="005E7FA4" w:rsidRPr="00B9762B" w:rsidRDefault="005E7FA4">
      <w:pPr>
        <w:jc w:val="both"/>
        <w:rPr>
          <w:rFonts w:ascii="KIA Light" w:eastAsia="KIA Light" w:hAnsi="KIA Light"/>
          <w:sz w:val="24"/>
          <w:szCs w:val="24"/>
          <w:lang w:val="es-ES"/>
        </w:rPr>
      </w:pPr>
    </w:p>
    <w:p w:rsidR="005E7FA4" w:rsidRPr="00B9762B" w:rsidRDefault="0060086B">
      <w:pPr>
        <w:jc w:val="both"/>
        <w:rPr>
          <w:rFonts w:ascii="KIA Light" w:eastAsia="KIA Light" w:hAnsi="KIA Light"/>
          <w:sz w:val="24"/>
          <w:szCs w:val="24"/>
          <w:lang w:val="es-ES"/>
        </w:rPr>
      </w:pPr>
      <w:r w:rsidRPr="00B9762B">
        <w:rPr>
          <w:rFonts w:ascii="KIA Light" w:eastAsia="KIA Light" w:hAnsi="KIA Light"/>
          <w:sz w:val="24"/>
          <w:szCs w:val="24"/>
          <w:lang w:val="es-ES"/>
        </w:rPr>
        <w:t xml:space="preserve">Gracias a él, hoy KIA se destaca como una marca que ofrece calidad ligada a un diseño europeo.  “Con el Stinger, la manera en que lo desarrollamos ha sido una larga travesía para nosotros. Cuando miramos el carro ahora nos remontamos al concepto original, el GT. Ver el Stinger te hace sentir la pasión que nuestros diseñadores tuvieron cuando trabajaron en este proyecto único”, comentó </w:t>
      </w:r>
      <w:proofErr w:type="spellStart"/>
      <w:r w:rsidRPr="00B9762B">
        <w:rPr>
          <w:rFonts w:ascii="KIA Light" w:eastAsia="KIA Light" w:hAnsi="KIA Light"/>
          <w:sz w:val="24"/>
          <w:szCs w:val="24"/>
          <w:lang w:val="es-ES"/>
        </w:rPr>
        <w:t>Schreyer</w:t>
      </w:r>
      <w:proofErr w:type="spellEnd"/>
      <w:r w:rsidRPr="00B9762B">
        <w:rPr>
          <w:rFonts w:ascii="KIA Light" w:eastAsia="KIA Light" w:hAnsi="KIA Light"/>
          <w:sz w:val="24"/>
          <w:szCs w:val="24"/>
          <w:lang w:val="es-ES"/>
        </w:rPr>
        <w:t>.</w:t>
      </w:r>
    </w:p>
    <w:p w:rsidR="005E7FA4" w:rsidRPr="00B9762B" w:rsidRDefault="0060086B">
      <w:pPr>
        <w:rPr>
          <w:rFonts w:ascii="KIA Light" w:eastAsia="KIA Light" w:hAnsi="KIA Light"/>
          <w:b/>
          <w:sz w:val="24"/>
          <w:szCs w:val="24"/>
          <w:lang w:val="es-ES"/>
        </w:rPr>
      </w:pPr>
      <w:r w:rsidRPr="00B9762B">
        <w:rPr>
          <w:rFonts w:ascii="KIA Light" w:eastAsia="KIA Light" w:hAnsi="KIA Light"/>
          <w:b/>
          <w:sz w:val="24"/>
          <w:szCs w:val="24"/>
          <w:lang w:val="es-ES"/>
        </w:rPr>
        <w:t xml:space="preserve"> </w:t>
      </w:r>
    </w:p>
    <w:p w:rsidR="005E7FA4" w:rsidRPr="00B9762B" w:rsidRDefault="0060086B">
      <w:pPr>
        <w:rPr>
          <w:rFonts w:ascii="KIA Light" w:eastAsia="KIA Light" w:hAnsi="KIA Light"/>
          <w:b/>
          <w:sz w:val="24"/>
          <w:szCs w:val="24"/>
          <w:lang w:val="es-ES"/>
        </w:rPr>
      </w:pPr>
      <w:r w:rsidRPr="00B9762B">
        <w:rPr>
          <w:rFonts w:ascii="KIA Light" w:eastAsia="KIA Light" w:hAnsi="KIA Light"/>
          <w:b/>
          <w:sz w:val="24"/>
          <w:szCs w:val="24"/>
          <w:lang w:val="es-ES"/>
        </w:rPr>
        <w:t>¿Quién más está detrás del diseño del Stinger?</w:t>
      </w:r>
    </w:p>
    <w:p w:rsidR="005E7FA4" w:rsidRPr="00B9762B" w:rsidRDefault="0060086B">
      <w:pPr>
        <w:jc w:val="both"/>
        <w:rPr>
          <w:rFonts w:ascii="KIA Light" w:eastAsia="KIA Light" w:hAnsi="KIA Light"/>
          <w:sz w:val="24"/>
          <w:szCs w:val="24"/>
          <w:lang w:val="es-ES"/>
        </w:rPr>
      </w:pPr>
      <w:r w:rsidRPr="00B9762B">
        <w:rPr>
          <w:rFonts w:ascii="KIA Light" w:eastAsia="KIA Light" w:hAnsi="KIA Light"/>
          <w:sz w:val="24"/>
          <w:szCs w:val="24"/>
          <w:lang w:val="es-ES"/>
        </w:rPr>
        <w:lastRenderedPageBreak/>
        <w:t xml:space="preserve">Además de Peter </w:t>
      </w:r>
      <w:proofErr w:type="spellStart"/>
      <w:r w:rsidRPr="00B9762B">
        <w:rPr>
          <w:rFonts w:ascii="KIA Light" w:eastAsia="KIA Light" w:hAnsi="KIA Light"/>
          <w:sz w:val="24"/>
          <w:szCs w:val="24"/>
          <w:lang w:val="es-ES"/>
        </w:rPr>
        <w:t>Schreyer</w:t>
      </w:r>
      <w:proofErr w:type="spellEnd"/>
      <w:r w:rsidRPr="00B9762B">
        <w:rPr>
          <w:rFonts w:ascii="KIA Light" w:eastAsia="KIA Light" w:hAnsi="KIA Light"/>
          <w:sz w:val="24"/>
          <w:szCs w:val="24"/>
          <w:lang w:val="es-ES"/>
        </w:rPr>
        <w:t>, Kia cuenta con un gran diseñador en su Centro de Diseño Europeo, el alemán Gregory Guillaume. Guillaume es responsable de muchos de los amplios galardones en diseño que KIA ha recibido alrededor del mundo. Luego de 12 años en la compañía, lleva a sus espaldas la renovación de unos cuantos modelos, y considera a Stinger como su mejor obra hasta la fecha. “</w:t>
      </w:r>
      <w:r w:rsidRPr="00B9762B">
        <w:rPr>
          <w:rFonts w:ascii="KIA Light" w:eastAsia="KIA Light" w:hAnsi="KIA Light"/>
          <w:i/>
          <w:sz w:val="24"/>
          <w:szCs w:val="24"/>
          <w:lang w:val="es-ES"/>
        </w:rPr>
        <w:t xml:space="preserve">Lo que fue tan especial de trabajar en este proyecto es que lo hicimos codo con codo con los ingenieros y conseguimos un conjunto técnicamente fantástico, con un diseño técnico que nos permitió, como diseñadores, hacer simplemente el auto maravilloso en el que Stinger se ha convertido.”  </w:t>
      </w:r>
      <w:r w:rsidRPr="00B9762B">
        <w:rPr>
          <w:rFonts w:ascii="KIA Light" w:eastAsia="KIA Light" w:hAnsi="KIA Light"/>
          <w:sz w:val="24"/>
          <w:szCs w:val="24"/>
          <w:lang w:val="es-ES"/>
        </w:rPr>
        <w:t xml:space="preserve">Como bien menciona Guillaume, fue un equipo que contó con mentes como la de Albert </w:t>
      </w:r>
      <w:proofErr w:type="spellStart"/>
      <w:r w:rsidRPr="00B9762B">
        <w:rPr>
          <w:rFonts w:ascii="KIA Light" w:eastAsia="KIA Light" w:hAnsi="KIA Light"/>
          <w:sz w:val="24"/>
          <w:szCs w:val="24"/>
          <w:lang w:val="es-ES"/>
        </w:rPr>
        <w:t>Biermann</w:t>
      </w:r>
      <w:proofErr w:type="spellEnd"/>
      <w:r w:rsidRPr="00B9762B">
        <w:rPr>
          <w:rFonts w:ascii="KIA Light" w:eastAsia="KIA Light" w:hAnsi="KIA Light"/>
          <w:sz w:val="24"/>
          <w:szCs w:val="24"/>
          <w:lang w:val="es-ES"/>
        </w:rPr>
        <w:t>, quien trabajó hasta finales del 2014 como vicepresidente de ingeniería en la división M de BMW</w:t>
      </w:r>
      <w:r w:rsidR="00B9762B">
        <w:rPr>
          <w:rFonts w:ascii="KIA Light" w:eastAsia="KIA Light" w:hAnsi="KIA Light"/>
          <w:sz w:val="24"/>
          <w:szCs w:val="24"/>
          <w:lang w:val="es-ES"/>
        </w:rPr>
        <w:t xml:space="preserve">. Luego pasó a ser nombrado </w:t>
      </w:r>
      <w:r w:rsidRPr="00B9762B">
        <w:rPr>
          <w:rFonts w:ascii="KIA Light" w:eastAsia="KIA Light" w:hAnsi="KIA Light"/>
          <w:sz w:val="24"/>
          <w:szCs w:val="24"/>
          <w:lang w:val="es-ES"/>
        </w:rPr>
        <w:t>como director de pruebas y desarrollo del área deportiva de</w:t>
      </w:r>
      <w:r w:rsidR="00B9762B">
        <w:rPr>
          <w:rFonts w:ascii="KIA Light" w:eastAsia="KIA Light" w:hAnsi="KIA Light"/>
          <w:sz w:val="24"/>
          <w:szCs w:val="24"/>
          <w:lang w:val="es-ES"/>
        </w:rPr>
        <w:t>l grupo automotriz coreano</w:t>
      </w:r>
      <w:r w:rsidRPr="00B9762B">
        <w:rPr>
          <w:rFonts w:ascii="KIA Light" w:eastAsia="KIA Light" w:hAnsi="KIA Light"/>
          <w:sz w:val="24"/>
          <w:szCs w:val="24"/>
          <w:lang w:val="es-ES"/>
        </w:rPr>
        <w:t>.</w:t>
      </w:r>
    </w:p>
    <w:p w:rsidR="005E7FA4" w:rsidRPr="00B9762B" w:rsidRDefault="005E7FA4">
      <w:pPr>
        <w:jc w:val="both"/>
        <w:rPr>
          <w:rFonts w:ascii="KIA Light" w:eastAsia="KIA Light" w:hAnsi="KIA Light"/>
          <w:sz w:val="24"/>
          <w:szCs w:val="24"/>
          <w:lang w:val="es-ES"/>
        </w:rPr>
      </w:pPr>
    </w:p>
    <w:p w:rsidR="005E7FA4" w:rsidRPr="00B9762B" w:rsidRDefault="0060086B">
      <w:pPr>
        <w:jc w:val="both"/>
        <w:rPr>
          <w:rFonts w:ascii="KIA Light" w:eastAsia="KIA Light" w:hAnsi="KIA Light"/>
          <w:sz w:val="24"/>
          <w:szCs w:val="24"/>
          <w:lang w:val="es-ES"/>
        </w:rPr>
      </w:pPr>
      <w:r w:rsidRPr="00B9762B">
        <w:rPr>
          <w:rFonts w:ascii="KIA Light" w:eastAsia="KIA Light" w:hAnsi="KIA Light"/>
          <w:sz w:val="24"/>
          <w:szCs w:val="24"/>
          <w:lang w:val="es-ES"/>
        </w:rPr>
        <w:t>“</w:t>
      </w:r>
      <w:r w:rsidRPr="00B9762B">
        <w:rPr>
          <w:rFonts w:ascii="KIA Light" w:eastAsia="KIA Light" w:hAnsi="KIA Light"/>
          <w:i/>
          <w:sz w:val="24"/>
          <w:szCs w:val="24"/>
          <w:lang w:val="es-ES"/>
        </w:rPr>
        <w:t xml:space="preserve">Considero que para Kia, Stinger es como un evento especial. Nadie nunca esperaba un carro </w:t>
      </w:r>
      <w:proofErr w:type="spellStart"/>
      <w:r w:rsidRPr="00B9762B">
        <w:rPr>
          <w:rFonts w:ascii="KIA Light" w:eastAsia="KIA Light" w:hAnsi="KIA Light"/>
          <w:i/>
          <w:sz w:val="24"/>
          <w:szCs w:val="24"/>
          <w:lang w:val="es-ES"/>
        </w:rPr>
        <w:t>asi</w:t>
      </w:r>
      <w:proofErr w:type="spellEnd"/>
      <w:r w:rsidRPr="00B9762B">
        <w:rPr>
          <w:rFonts w:ascii="KIA Light" w:eastAsia="KIA Light" w:hAnsi="KIA Light"/>
          <w:i/>
          <w:sz w:val="24"/>
          <w:szCs w:val="24"/>
          <w:lang w:val="es-ES"/>
        </w:rPr>
        <w:t>, y no lo digo solo por como se ve, sino también por su forma de conducir. Es un animal totalmente diferente</w:t>
      </w:r>
      <w:r w:rsidRPr="00B9762B">
        <w:rPr>
          <w:rFonts w:ascii="KIA Light" w:eastAsia="KIA Light" w:hAnsi="KIA Light"/>
          <w:sz w:val="24"/>
          <w:szCs w:val="24"/>
          <w:lang w:val="es-ES"/>
        </w:rPr>
        <w:t xml:space="preserve">”, comentó </w:t>
      </w:r>
      <w:proofErr w:type="spellStart"/>
      <w:r w:rsidRPr="00B9762B">
        <w:rPr>
          <w:rFonts w:ascii="KIA Light" w:eastAsia="KIA Light" w:hAnsi="KIA Light"/>
          <w:sz w:val="24"/>
          <w:szCs w:val="24"/>
          <w:lang w:val="es-ES"/>
        </w:rPr>
        <w:t>Biermann</w:t>
      </w:r>
      <w:proofErr w:type="spellEnd"/>
      <w:r w:rsidRPr="00B9762B">
        <w:rPr>
          <w:rFonts w:ascii="KIA Light" w:eastAsia="KIA Light" w:hAnsi="KIA Light"/>
          <w:sz w:val="24"/>
          <w:szCs w:val="24"/>
          <w:lang w:val="es-ES"/>
        </w:rPr>
        <w:t xml:space="preserve">. El equipo de diseño tuvo un gran énfasis en  mantener el balance en las proporciones del diseño del modelo.  Fiel a su forma, el Stinger ha sido diseñado teniendo en cuenta el flujo de vientos del modelo. El ancho, la altura e incluso los paneles individuales han sido intrincadamente diseñados  para lograr un rendimiento óptimo. Su baja altura y la larga distancia entre ejes son </w:t>
      </w:r>
      <w:r w:rsidR="00B9762B" w:rsidRPr="00B9762B">
        <w:rPr>
          <w:rFonts w:ascii="KIA Light" w:eastAsia="KIA Light" w:hAnsi="KIA Light"/>
          <w:sz w:val="24"/>
          <w:szCs w:val="24"/>
          <w:lang w:val="es-ES"/>
        </w:rPr>
        <w:t>inspiradas</w:t>
      </w:r>
      <w:r w:rsidRPr="00B9762B">
        <w:rPr>
          <w:rFonts w:ascii="KIA Light" w:eastAsia="KIA Light" w:hAnsi="KIA Light"/>
          <w:sz w:val="24"/>
          <w:szCs w:val="24"/>
          <w:lang w:val="es-ES"/>
        </w:rPr>
        <w:t xml:space="preserve"> para un buen flujo de aire.  Mientras que la parte trasera del vehículo está diseñada para aumentar el rendimiento aerodinámico al reducir el arrastre.</w:t>
      </w:r>
    </w:p>
    <w:p w:rsidR="005E7FA4" w:rsidRPr="00B9762B" w:rsidRDefault="0060086B">
      <w:pPr>
        <w:rPr>
          <w:rFonts w:ascii="KIA Light" w:eastAsia="KIA Light" w:hAnsi="KIA Light"/>
          <w:b/>
          <w:sz w:val="24"/>
          <w:szCs w:val="24"/>
          <w:lang w:val="es-ES"/>
        </w:rPr>
      </w:pPr>
      <w:r w:rsidRPr="00B9762B">
        <w:rPr>
          <w:rFonts w:ascii="KIA Light" w:eastAsia="KIA Light" w:hAnsi="KIA Light"/>
          <w:b/>
          <w:sz w:val="24"/>
          <w:szCs w:val="24"/>
          <w:lang w:val="es-ES"/>
        </w:rPr>
        <w:t xml:space="preserve"> </w:t>
      </w:r>
    </w:p>
    <w:p w:rsidR="005E7FA4" w:rsidRPr="00B9762B" w:rsidRDefault="0060086B">
      <w:pPr>
        <w:rPr>
          <w:rFonts w:ascii="KIA Light" w:eastAsia="KIA Light" w:hAnsi="KIA Light"/>
          <w:b/>
          <w:sz w:val="24"/>
          <w:szCs w:val="24"/>
          <w:lang w:val="es-ES"/>
        </w:rPr>
      </w:pPr>
      <w:r w:rsidRPr="00B9762B">
        <w:rPr>
          <w:rFonts w:ascii="KIA Light" w:eastAsia="KIA Light" w:hAnsi="KIA Light"/>
          <w:b/>
          <w:sz w:val="24"/>
          <w:szCs w:val="24"/>
          <w:lang w:val="es-ES"/>
        </w:rPr>
        <w:t>Inspirado en los íconos del pasado: Un Gran Turismo</w:t>
      </w:r>
    </w:p>
    <w:p w:rsidR="005E7FA4" w:rsidRPr="00B9762B" w:rsidRDefault="0060086B">
      <w:pPr>
        <w:jc w:val="both"/>
        <w:rPr>
          <w:rFonts w:ascii="KIA Light" w:eastAsia="KIA Light" w:hAnsi="KIA Light"/>
          <w:sz w:val="24"/>
          <w:szCs w:val="24"/>
          <w:lang w:val="es-ES"/>
        </w:rPr>
      </w:pPr>
      <w:r w:rsidRPr="00B9762B">
        <w:rPr>
          <w:rFonts w:ascii="KIA Light" w:eastAsia="KIA Light" w:hAnsi="KIA Light"/>
          <w:sz w:val="24"/>
          <w:szCs w:val="24"/>
          <w:lang w:val="es-ES"/>
        </w:rPr>
        <w:t>¿Te preguntas en qué se inspiraron los diseñadores? Simplemente canalizaron el espíritu de los Gran Turismo de los años ‘70.  “</w:t>
      </w:r>
      <w:r w:rsidRPr="00B9762B">
        <w:rPr>
          <w:rFonts w:ascii="KIA Light" w:eastAsia="KIA Light" w:hAnsi="KIA Light"/>
          <w:i/>
          <w:sz w:val="24"/>
          <w:szCs w:val="24"/>
          <w:lang w:val="es-ES"/>
        </w:rPr>
        <w:t xml:space="preserve">Cuando era más joven recuerdo el tiempo del Gran Turismo, los carros eran elegantes y rápidos. Las personas viajaban de París al Sur de Francia con estilo. Esto en cierta parte era nuestro </w:t>
      </w:r>
      <w:r w:rsidRPr="00B9762B">
        <w:rPr>
          <w:rFonts w:ascii="KIA Light" w:eastAsia="KIA Light" w:hAnsi="KIA Light"/>
          <w:i/>
          <w:sz w:val="24"/>
          <w:szCs w:val="24"/>
          <w:lang w:val="es-ES"/>
        </w:rPr>
        <w:lastRenderedPageBreak/>
        <w:t>sueño, crear un Gran Turismo</w:t>
      </w:r>
      <w:r w:rsidRPr="00B9762B">
        <w:rPr>
          <w:rFonts w:ascii="KIA Light" w:eastAsia="KIA Light" w:hAnsi="KIA Light"/>
          <w:sz w:val="24"/>
          <w:szCs w:val="24"/>
          <w:lang w:val="es-ES"/>
        </w:rPr>
        <w:t xml:space="preserve">”, comentó Peter </w:t>
      </w:r>
      <w:proofErr w:type="spellStart"/>
      <w:r w:rsidRPr="00B9762B">
        <w:rPr>
          <w:rFonts w:ascii="KIA Light" w:eastAsia="KIA Light" w:hAnsi="KIA Light"/>
          <w:sz w:val="24"/>
          <w:szCs w:val="24"/>
          <w:lang w:val="es-ES"/>
        </w:rPr>
        <w:t>Schreyer</w:t>
      </w:r>
      <w:proofErr w:type="spellEnd"/>
      <w:r w:rsidRPr="00B9762B">
        <w:rPr>
          <w:rFonts w:ascii="KIA Light" w:eastAsia="KIA Light" w:hAnsi="KIA Light"/>
          <w:sz w:val="24"/>
          <w:szCs w:val="24"/>
          <w:lang w:val="es-ES"/>
        </w:rPr>
        <w:t>. Desde sus comienzos, “</w:t>
      </w:r>
      <w:r w:rsidRPr="00B9762B">
        <w:rPr>
          <w:rFonts w:ascii="KIA Light" w:eastAsia="KIA Light" w:hAnsi="KIA Light"/>
          <w:i/>
          <w:sz w:val="24"/>
          <w:szCs w:val="24"/>
          <w:lang w:val="es-ES"/>
        </w:rPr>
        <w:t>como testigo de los emblemáticos GT de la época –que recibían a sus ocupantes con un estilo natural y a alta velocidad, desde París hasta Saint-</w:t>
      </w:r>
      <w:proofErr w:type="spellStart"/>
      <w:r w:rsidRPr="00B9762B">
        <w:rPr>
          <w:rFonts w:ascii="KIA Light" w:eastAsia="KIA Light" w:hAnsi="KIA Light"/>
          <w:i/>
          <w:sz w:val="24"/>
          <w:szCs w:val="24"/>
          <w:lang w:val="es-ES"/>
        </w:rPr>
        <w:t>Tropez</w:t>
      </w:r>
      <w:proofErr w:type="spellEnd"/>
      <w:r w:rsidRPr="00B9762B">
        <w:rPr>
          <w:rFonts w:ascii="KIA Light" w:eastAsia="KIA Light" w:hAnsi="KIA Light"/>
          <w:i/>
          <w:sz w:val="24"/>
          <w:szCs w:val="24"/>
          <w:lang w:val="es-ES"/>
        </w:rPr>
        <w:t>–, aquellos sueños fueron una auténtica inspiración para el concepto GT del 2011. Representaba esa clase, esplendor y dinamismo más allá de la agresividad o imposición, pero fue más que un simple ejercicio de diseño. El concepto GT sirvió de modelo para el increíble e intrépido futuro de KIA. Una vez que se dio luz verde a la fabricación del Stinger, la idea era sencilla: transmitir el espíritu de aquellos emblemáticos Gran Turismo para crear algo emotivo y elegante</w:t>
      </w:r>
      <w:r w:rsidRPr="00B9762B">
        <w:rPr>
          <w:rFonts w:ascii="KIA Light" w:eastAsia="KIA Light" w:hAnsi="KIA Light"/>
          <w:sz w:val="24"/>
          <w:szCs w:val="24"/>
          <w:lang w:val="es-ES"/>
        </w:rPr>
        <w:t>”, comenta Gregory Guillaume.</w:t>
      </w:r>
    </w:p>
    <w:p w:rsidR="005E7FA4" w:rsidRPr="00B9762B" w:rsidRDefault="005E7FA4">
      <w:pPr>
        <w:jc w:val="both"/>
        <w:rPr>
          <w:rFonts w:ascii="KIA Light" w:eastAsia="KIA Light" w:hAnsi="KIA Light"/>
          <w:sz w:val="24"/>
          <w:szCs w:val="24"/>
          <w:lang w:val="es-ES"/>
        </w:rPr>
      </w:pPr>
    </w:p>
    <w:p w:rsidR="005E7FA4" w:rsidRPr="00B9762B" w:rsidRDefault="0060086B">
      <w:pPr>
        <w:jc w:val="both"/>
        <w:rPr>
          <w:rFonts w:ascii="KIA Light" w:eastAsia="KIA Light" w:hAnsi="KIA Light"/>
          <w:sz w:val="24"/>
          <w:szCs w:val="24"/>
          <w:lang w:val="es-ES"/>
        </w:rPr>
      </w:pPr>
      <w:r w:rsidRPr="00B9762B">
        <w:rPr>
          <w:rFonts w:ascii="KIA Light" w:eastAsia="KIA Light" w:hAnsi="KIA Light"/>
          <w:sz w:val="24"/>
          <w:szCs w:val="24"/>
          <w:lang w:val="es-ES"/>
        </w:rPr>
        <w:t xml:space="preserve">“Mira alrededor del vehículo y descubrirás los motivos de Gran Turismo, un estilo orientado al funcionamiento. Por otra parte, la línea baja del techo y los vidrios laterales se resaltan visualmente por la línea cromada que atraviesa el  Stinger. Sus dimensiones anchas se suman a la musculatura del automóvil. Incluso un compromiso visual de la entrada de aire delantera, la parrilla inferior, el cromo oscuro y un difusor trasero audaz. Colectivamente, estos elementos mejoran aún más la musculatura del auto. Los exteriores Gran Turismo son complementados por el diseño y la atmósfera de su cabina. En el interior es evidente que un equilibrio ideal ha sido alcanzado entre intimidad y una parte trasera espaciosa, para los pasajeros y su equipaje.” </w:t>
      </w:r>
      <w:r w:rsidR="00B9762B">
        <w:rPr>
          <w:rFonts w:ascii="KIA Light" w:eastAsia="KIA Light" w:hAnsi="KIA Light"/>
          <w:sz w:val="24"/>
          <w:szCs w:val="24"/>
          <w:lang w:val="es-ES"/>
        </w:rPr>
        <w:t>destaca</w:t>
      </w:r>
      <w:r w:rsidRPr="00B9762B">
        <w:rPr>
          <w:rFonts w:ascii="KIA Light" w:eastAsia="KIA Light" w:hAnsi="KIA Light"/>
          <w:sz w:val="24"/>
          <w:szCs w:val="24"/>
          <w:lang w:val="es-ES"/>
        </w:rPr>
        <w:t xml:space="preserve"> </w:t>
      </w:r>
      <w:proofErr w:type="spellStart"/>
      <w:r w:rsidRPr="00B9762B">
        <w:rPr>
          <w:rFonts w:ascii="KIA Light" w:eastAsia="KIA Light" w:hAnsi="KIA Light"/>
          <w:sz w:val="24"/>
          <w:szCs w:val="24"/>
          <w:lang w:val="es-ES"/>
        </w:rPr>
        <w:t>Schreyer</w:t>
      </w:r>
      <w:proofErr w:type="spellEnd"/>
      <w:r w:rsidRPr="00B9762B">
        <w:rPr>
          <w:rFonts w:ascii="KIA Light" w:eastAsia="KIA Light" w:hAnsi="KIA Light"/>
          <w:sz w:val="24"/>
          <w:szCs w:val="24"/>
          <w:lang w:val="es-ES"/>
        </w:rPr>
        <w:t>.</w:t>
      </w:r>
    </w:p>
    <w:p w:rsidR="005E7FA4" w:rsidRPr="00B9762B" w:rsidRDefault="005E7FA4">
      <w:pPr>
        <w:jc w:val="both"/>
        <w:rPr>
          <w:rFonts w:ascii="KIA Light" w:eastAsia="KIA Light" w:hAnsi="KIA Light"/>
          <w:sz w:val="24"/>
          <w:szCs w:val="24"/>
          <w:lang w:val="es-ES"/>
        </w:rPr>
      </w:pPr>
    </w:p>
    <w:p w:rsidR="005E7FA4" w:rsidRDefault="0060086B">
      <w:pPr>
        <w:jc w:val="both"/>
        <w:rPr>
          <w:rFonts w:ascii="KIA Light" w:eastAsia="KIA Light" w:hAnsi="KIA Light"/>
          <w:sz w:val="24"/>
          <w:szCs w:val="24"/>
          <w:lang w:val="es-ES"/>
        </w:rPr>
      </w:pPr>
      <w:r w:rsidRPr="00B9762B">
        <w:rPr>
          <w:rFonts w:ascii="KIA Light" w:eastAsia="KIA Light" w:hAnsi="KIA Light"/>
          <w:sz w:val="24"/>
          <w:szCs w:val="24"/>
          <w:lang w:val="es-ES"/>
        </w:rPr>
        <w:t xml:space="preserve">Según Guillaume en un Gran Turismo no hay excusas, las proporciones tienen que ser perfectas. Para ser un verdadero Gran Turismo, debe ser capaz de alcanzar la máxima velocidad en cualquier lugar y en cualquier circunstancia, lo que requiere una capacidad superior en términos de potencia, manejo, seguridad y durabilidad. El Kia Stinger satisface todas las condiciones: </w:t>
      </w:r>
    </w:p>
    <w:p w:rsidR="00B9762B" w:rsidRPr="00B9762B" w:rsidRDefault="00B9762B">
      <w:pPr>
        <w:jc w:val="both"/>
        <w:rPr>
          <w:rFonts w:ascii="KIA Light" w:eastAsia="KIA Light" w:hAnsi="KIA Light"/>
          <w:sz w:val="24"/>
          <w:szCs w:val="24"/>
          <w:lang w:val="es-ES"/>
        </w:rPr>
      </w:pPr>
    </w:p>
    <w:p w:rsidR="00B9762B" w:rsidRDefault="00B9762B">
      <w:pPr>
        <w:rPr>
          <w:rFonts w:ascii="KIA Light" w:eastAsia="KIA Light" w:hAnsi="KIA Light"/>
          <w:b/>
          <w:sz w:val="24"/>
          <w:szCs w:val="24"/>
          <w:lang w:val="es-ES"/>
        </w:rPr>
      </w:pPr>
    </w:p>
    <w:p w:rsidR="00B9762B" w:rsidRDefault="00B9762B">
      <w:pPr>
        <w:rPr>
          <w:rFonts w:ascii="KIA Light" w:eastAsia="KIA Light" w:hAnsi="KIA Light"/>
          <w:b/>
          <w:sz w:val="24"/>
          <w:szCs w:val="24"/>
          <w:lang w:val="es-ES"/>
        </w:rPr>
      </w:pPr>
    </w:p>
    <w:p w:rsidR="005E7FA4" w:rsidRPr="00B9762B" w:rsidRDefault="0060086B">
      <w:pPr>
        <w:rPr>
          <w:rFonts w:ascii="KIA Light" w:eastAsia="KIA Light" w:hAnsi="KIA Light"/>
          <w:b/>
          <w:sz w:val="24"/>
          <w:szCs w:val="24"/>
          <w:lang w:val="es-ES"/>
        </w:rPr>
      </w:pPr>
      <w:r w:rsidRPr="00B9762B">
        <w:rPr>
          <w:rFonts w:ascii="KIA Light" w:eastAsia="KIA Light" w:hAnsi="KIA Light"/>
          <w:b/>
          <w:sz w:val="24"/>
          <w:szCs w:val="24"/>
          <w:lang w:val="es-ES"/>
        </w:rPr>
        <w:lastRenderedPageBreak/>
        <w:t>Conceptos: Del  GT al Stinger</w:t>
      </w:r>
    </w:p>
    <w:p w:rsidR="005E7FA4" w:rsidRPr="00B9762B" w:rsidRDefault="005E7FA4">
      <w:pPr>
        <w:rPr>
          <w:rFonts w:ascii="KIA Light" w:eastAsia="KIA Light" w:hAnsi="KIA Light"/>
          <w:sz w:val="24"/>
          <w:szCs w:val="24"/>
          <w:lang w:val="es-ES"/>
        </w:rPr>
      </w:pPr>
    </w:p>
    <w:p w:rsidR="005E7FA4" w:rsidRPr="00B9762B" w:rsidRDefault="0060086B">
      <w:pPr>
        <w:spacing w:after="160"/>
        <w:ind w:right="480"/>
        <w:jc w:val="both"/>
        <w:rPr>
          <w:rFonts w:ascii="KIA Light" w:eastAsia="KIA Light" w:hAnsi="KIA Light"/>
          <w:sz w:val="24"/>
          <w:szCs w:val="24"/>
          <w:lang w:val="es-ES"/>
        </w:rPr>
      </w:pPr>
      <w:r w:rsidRPr="00B9762B">
        <w:rPr>
          <w:rFonts w:ascii="KIA Light" w:eastAsia="KIA Light" w:hAnsi="KIA Light"/>
          <w:sz w:val="24"/>
          <w:szCs w:val="24"/>
          <w:lang w:val="es-ES"/>
        </w:rPr>
        <w:t xml:space="preserve">El origen de Stinger se remonta al año 2011, cuando el prototipo GT (KED-8) se presentó por primera vez en el Salón Internacional del Automóvil de Frankfurt, Alemania, lo que llamó la atención de todos e inmediatamente se convirtió en un rumor mundial. Los medios de comunicación elogiaron a Kia Motors </w:t>
      </w:r>
      <w:proofErr w:type="spellStart"/>
      <w:r w:rsidRPr="00B9762B">
        <w:rPr>
          <w:rFonts w:ascii="KIA Light" w:eastAsia="KIA Light" w:hAnsi="KIA Light"/>
          <w:sz w:val="24"/>
          <w:szCs w:val="24"/>
          <w:lang w:val="es-ES"/>
        </w:rPr>
        <w:t>Corporation</w:t>
      </w:r>
      <w:proofErr w:type="spellEnd"/>
      <w:r w:rsidRPr="00B9762B">
        <w:rPr>
          <w:rFonts w:ascii="KIA Light" w:eastAsia="KIA Light" w:hAnsi="KIA Light"/>
          <w:sz w:val="24"/>
          <w:szCs w:val="24"/>
          <w:lang w:val="es-ES"/>
        </w:rPr>
        <w:t xml:space="preserve"> por el estilo distintivo, dinámico y progresivo del concepto. Sin importar desde qué perspectiva se observara, el concepto GT era una fuerte declaración por parte de Kia</w:t>
      </w:r>
      <w:r w:rsidR="00B9762B">
        <w:rPr>
          <w:rFonts w:ascii="KIA Light" w:eastAsia="KIA Light" w:hAnsi="KIA Light"/>
          <w:sz w:val="24"/>
          <w:szCs w:val="24"/>
          <w:lang w:val="es-ES"/>
        </w:rPr>
        <w:t xml:space="preserve"> de que</w:t>
      </w:r>
      <w:r w:rsidRPr="00B9762B">
        <w:rPr>
          <w:rFonts w:ascii="KIA Light" w:eastAsia="KIA Light" w:hAnsi="KIA Light"/>
          <w:sz w:val="24"/>
          <w:szCs w:val="24"/>
          <w:lang w:val="es-ES"/>
        </w:rPr>
        <w:t xml:space="preserve"> la marca estaba preparada para avanzar a un nuevo capítulo.</w:t>
      </w:r>
    </w:p>
    <w:p w:rsidR="005E7FA4" w:rsidRPr="00B9762B" w:rsidRDefault="0060086B">
      <w:pPr>
        <w:spacing w:after="160"/>
        <w:ind w:right="480"/>
        <w:jc w:val="both"/>
        <w:rPr>
          <w:rFonts w:ascii="KIA Light" w:eastAsia="KIA Light" w:hAnsi="KIA Light"/>
          <w:sz w:val="24"/>
          <w:szCs w:val="24"/>
          <w:lang w:val="es-ES"/>
        </w:rPr>
      </w:pPr>
      <w:r w:rsidRPr="00B9762B">
        <w:rPr>
          <w:rFonts w:ascii="KIA Light" w:eastAsia="KIA Light" w:hAnsi="KIA Light"/>
          <w:sz w:val="24"/>
          <w:szCs w:val="24"/>
          <w:lang w:val="es-ES"/>
        </w:rPr>
        <w:t xml:space="preserve">El concepto GT presentado fue un sedán de </w:t>
      </w:r>
      <w:r w:rsidR="00B9762B">
        <w:rPr>
          <w:rFonts w:ascii="KIA Light" w:eastAsia="KIA Light" w:hAnsi="KIA Light"/>
          <w:sz w:val="24"/>
          <w:szCs w:val="24"/>
          <w:lang w:val="es-ES"/>
        </w:rPr>
        <w:t>cuatro</w:t>
      </w:r>
      <w:r w:rsidRPr="00B9762B">
        <w:rPr>
          <w:rFonts w:ascii="KIA Light" w:eastAsia="KIA Light" w:hAnsi="KIA Light"/>
          <w:sz w:val="24"/>
          <w:szCs w:val="24"/>
          <w:lang w:val="es-ES"/>
        </w:rPr>
        <w:t xml:space="preserve"> puertas, con un diseño de tracción trasera y un motor V6 turboalimentado de 3.3 litros y con transmisión automática de 6 velocidades. Fue catalogado como un automóvil para uso diario que se robaría la escena y que a su vez se sentiría como en una pista de carreras. Puro, simple y clásico, su diseño no se parecía a nada realizado por Kia anteriormente.</w:t>
      </w:r>
    </w:p>
    <w:p w:rsidR="005E7FA4" w:rsidRPr="00B9762B" w:rsidRDefault="0060086B">
      <w:pPr>
        <w:spacing w:after="160"/>
        <w:ind w:right="480"/>
        <w:jc w:val="both"/>
        <w:rPr>
          <w:rFonts w:ascii="KIA Light" w:eastAsia="KIA Light" w:hAnsi="KIA Light"/>
          <w:sz w:val="24"/>
          <w:szCs w:val="24"/>
          <w:lang w:val="es-ES"/>
        </w:rPr>
      </w:pPr>
      <w:r w:rsidRPr="00B9762B">
        <w:rPr>
          <w:rFonts w:ascii="KIA Light" w:eastAsia="KIA Light" w:hAnsi="KIA Light"/>
          <w:sz w:val="24"/>
          <w:szCs w:val="24"/>
          <w:lang w:val="es-ES"/>
        </w:rPr>
        <w:t xml:space="preserve">Sobre el concepto GT, Peter </w:t>
      </w:r>
      <w:proofErr w:type="spellStart"/>
      <w:r w:rsidRPr="00B9762B">
        <w:rPr>
          <w:rFonts w:ascii="KIA Light" w:eastAsia="KIA Light" w:hAnsi="KIA Light"/>
          <w:sz w:val="24"/>
          <w:szCs w:val="24"/>
          <w:lang w:val="es-ES"/>
        </w:rPr>
        <w:t>Schreyer</w:t>
      </w:r>
      <w:proofErr w:type="spellEnd"/>
      <w:r w:rsidRPr="00B9762B">
        <w:rPr>
          <w:rFonts w:ascii="KIA Light" w:eastAsia="KIA Light" w:hAnsi="KIA Light"/>
          <w:sz w:val="24"/>
          <w:szCs w:val="24"/>
          <w:lang w:val="es-ES"/>
        </w:rPr>
        <w:t xml:space="preserve"> cometa: fue un proyecto de ensueño para mí y para nuestros diseñadores. Tuvimos la oportunidad de hacer un GT real, un automóvil para viajar con estilo.”</w:t>
      </w:r>
    </w:p>
    <w:p w:rsidR="005E7FA4" w:rsidRPr="00B9762B" w:rsidRDefault="005E7FA4">
      <w:pPr>
        <w:spacing w:after="160" w:line="360" w:lineRule="auto"/>
        <w:ind w:right="480"/>
        <w:jc w:val="both"/>
        <w:rPr>
          <w:rFonts w:ascii="KIA Light" w:eastAsia="KIA Light" w:hAnsi="KIA Light"/>
          <w:sz w:val="24"/>
          <w:szCs w:val="24"/>
          <w:lang w:val="es-ES"/>
        </w:rPr>
      </w:pPr>
    </w:p>
    <w:p w:rsidR="005E7FA4" w:rsidRPr="00B9762B" w:rsidRDefault="0060086B">
      <w:pPr>
        <w:spacing w:after="160" w:line="360" w:lineRule="auto"/>
        <w:ind w:right="480"/>
        <w:jc w:val="both"/>
        <w:rPr>
          <w:rFonts w:ascii="KIA Light" w:eastAsia="KIA Light" w:hAnsi="KIA Light"/>
          <w:b/>
          <w:sz w:val="24"/>
          <w:szCs w:val="24"/>
          <w:lang w:val="es-ES"/>
        </w:rPr>
      </w:pPr>
      <w:r w:rsidRPr="00B9762B">
        <w:rPr>
          <w:rFonts w:ascii="KIA Light" w:eastAsia="KIA Light" w:hAnsi="KIA Light"/>
          <w:b/>
          <w:sz w:val="24"/>
          <w:szCs w:val="24"/>
          <w:lang w:val="es-ES"/>
        </w:rPr>
        <w:t>GT4 Stinger</w:t>
      </w:r>
    </w:p>
    <w:p w:rsidR="005E7FA4" w:rsidRPr="00B9762B" w:rsidRDefault="0060086B">
      <w:pPr>
        <w:spacing w:after="160"/>
        <w:ind w:right="480"/>
        <w:jc w:val="both"/>
        <w:rPr>
          <w:rFonts w:ascii="KIA Light" w:eastAsia="KIA Light" w:hAnsi="KIA Light"/>
          <w:sz w:val="24"/>
          <w:szCs w:val="24"/>
          <w:lang w:val="es-ES"/>
        </w:rPr>
      </w:pPr>
      <w:r w:rsidRPr="00B9762B">
        <w:rPr>
          <w:rFonts w:ascii="KIA Light" w:eastAsia="KIA Light" w:hAnsi="KIA Light"/>
          <w:sz w:val="24"/>
          <w:szCs w:val="24"/>
          <w:lang w:val="es-ES"/>
        </w:rPr>
        <w:t>Tres años después de presentar el concepto GT y tomándolo como inspiración, en 2014 Kia Motors presentó un nuevo prototipo en el Salón Internacional del Automóvil de Norte América, el GT4 Stinger. El GT4 Stinger fue creado por el equipo de diseño de Estados Unidos, en Irvine, California. Este modelo tenía a todos entusiasmados con la vista previa de un posible primer auto deportivo real para la marca surcoreana.</w:t>
      </w:r>
    </w:p>
    <w:p w:rsidR="005E7FA4" w:rsidRPr="00B9762B" w:rsidRDefault="0060086B">
      <w:pPr>
        <w:spacing w:after="160"/>
        <w:ind w:right="480"/>
        <w:jc w:val="both"/>
        <w:rPr>
          <w:rFonts w:ascii="KIA Light" w:eastAsia="KIA Light" w:hAnsi="KIA Light"/>
          <w:sz w:val="24"/>
          <w:szCs w:val="24"/>
          <w:lang w:val="es-ES"/>
        </w:rPr>
      </w:pPr>
      <w:r w:rsidRPr="00B9762B">
        <w:rPr>
          <w:rFonts w:ascii="KIA Light" w:eastAsia="KIA Light" w:hAnsi="KIA Light"/>
          <w:sz w:val="24"/>
          <w:szCs w:val="24"/>
          <w:lang w:val="es-ES"/>
        </w:rPr>
        <w:lastRenderedPageBreak/>
        <w:t xml:space="preserve">El concepto GT4 Stinger era un cupé deportivo con tracción trasera creado con un lenguaje futurista en su diseño. </w:t>
      </w:r>
      <w:proofErr w:type="spellStart"/>
      <w:r w:rsidRPr="00B9762B">
        <w:rPr>
          <w:rFonts w:ascii="KIA Light" w:eastAsia="KIA Light" w:hAnsi="KIA Light"/>
          <w:sz w:val="24"/>
          <w:szCs w:val="24"/>
          <w:lang w:val="es-ES"/>
        </w:rPr>
        <w:t>Construído</w:t>
      </w:r>
      <w:proofErr w:type="spellEnd"/>
      <w:r w:rsidRPr="00B9762B">
        <w:rPr>
          <w:rFonts w:ascii="KIA Light" w:eastAsia="KIA Light" w:hAnsi="KIA Light"/>
          <w:sz w:val="24"/>
          <w:szCs w:val="24"/>
          <w:lang w:val="es-ES"/>
        </w:rPr>
        <w:t xml:space="preserve"> con un enfoque dirigido a la reducción de peso y funcionalidad, se genera una experiencia agradable en su </w:t>
      </w:r>
      <w:r w:rsidR="00B9762B">
        <w:rPr>
          <w:rFonts w:ascii="KIA Light" w:eastAsia="KIA Light" w:hAnsi="KIA Light"/>
          <w:sz w:val="24"/>
          <w:szCs w:val="24"/>
          <w:lang w:val="es-ES"/>
        </w:rPr>
        <w:t>manejo</w:t>
      </w:r>
      <w:r w:rsidRPr="00B9762B">
        <w:rPr>
          <w:rFonts w:ascii="KIA Light" w:eastAsia="KIA Light" w:hAnsi="KIA Light"/>
          <w:sz w:val="24"/>
          <w:szCs w:val="24"/>
          <w:lang w:val="es-ES"/>
        </w:rPr>
        <w:t xml:space="preserve"> gracias a una versión ajustada de su motor de cuatro cilindros, una inyección directa de gasolina (T-GDI) de 2.0 litros turbo. Esa potencia se pone a tierra a través de una transmisión manual de seis velocidades de relación cerrada que impulsa las ruedas traseras, que están envueltas una goma con agarre de esquinas. El resultado fue un regreso a la máxima experiencia de conducción que está en el corazón de este concepto Kia.</w:t>
      </w:r>
    </w:p>
    <w:p w:rsidR="005E7FA4" w:rsidRPr="00B9762B" w:rsidRDefault="0060086B">
      <w:pPr>
        <w:spacing w:after="160"/>
        <w:ind w:right="480"/>
        <w:jc w:val="both"/>
        <w:rPr>
          <w:rFonts w:ascii="KIA Light" w:eastAsia="KIA Light" w:hAnsi="KIA Light"/>
          <w:sz w:val="24"/>
          <w:szCs w:val="24"/>
          <w:lang w:val="es-ES"/>
        </w:rPr>
      </w:pPr>
      <w:r w:rsidRPr="00B9762B">
        <w:rPr>
          <w:rFonts w:ascii="KIA Light" w:eastAsia="KIA Light" w:hAnsi="KIA Light"/>
          <w:sz w:val="24"/>
          <w:szCs w:val="24"/>
          <w:lang w:val="es-ES"/>
        </w:rPr>
        <w:t>Como una declaración de la intención dinámica del concepto, el cuerpo esculpido "</w:t>
      </w:r>
      <w:proofErr w:type="spellStart"/>
      <w:r w:rsidRPr="00B9762B">
        <w:rPr>
          <w:rFonts w:ascii="KIA Light" w:eastAsia="KIA Light" w:hAnsi="KIA Light"/>
          <w:sz w:val="24"/>
          <w:szCs w:val="24"/>
          <w:lang w:val="es-ES"/>
        </w:rPr>
        <w:t>Ignition</w:t>
      </w:r>
      <w:proofErr w:type="spellEnd"/>
      <w:r w:rsidRPr="00B9762B">
        <w:rPr>
          <w:rFonts w:ascii="KIA Light" w:eastAsia="KIA Light" w:hAnsi="KIA Light"/>
          <w:sz w:val="24"/>
          <w:szCs w:val="24"/>
          <w:lang w:val="es-ES"/>
        </w:rPr>
        <w:t xml:space="preserve"> </w:t>
      </w:r>
      <w:proofErr w:type="spellStart"/>
      <w:r w:rsidRPr="00B9762B">
        <w:rPr>
          <w:rFonts w:ascii="KIA Light" w:eastAsia="KIA Light" w:hAnsi="KIA Light"/>
          <w:sz w:val="24"/>
          <w:szCs w:val="24"/>
          <w:lang w:val="es-ES"/>
        </w:rPr>
        <w:t>Yellow</w:t>
      </w:r>
      <w:proofErr w:type="spellEnd"/>
      <w:r w:rsidRPr="00B9762B">
        <w:rPr>
          <w:rFonts w:ascii="KIA Light" w:eastAsia="KIA Light" w:hAnsi="KIA Light"/>
          <w:sz w:val="24"/>
          <w:szCs w:val="24"/>
          <w:lang w:val="es-ES"/>
        </w:rPr>
        <w:t xml:space="preserve">" del GT4 Stinger estuvo respaldado por un chasis personalizado con suspensión doble horquilla independiente, así como un divisor frontal de fibra de carbono de alta carga y ventilaciones de enfriamiento del freno delantero. Esto inclinó la balanza a un mínimo de 2.9 libras, y la distribución del peso se </w:t>
      </w:r>
      <w:proofErr w:type="spellStart"/>
      <w:r w:rsidRPr="00B9762B">
        <w:rPr>
          <w:rFonts w:ascii="KIA Light" w:eastAsia="KIA Light" w:hAnsi="KIA Light"/>
          <w:sz w:val="24"/>
          <w:szCs w:val="24"/>
          <w:lang w:val="es-ES"/>
        </w:rPr>
        <w:t>extiendión</w:t>
      </w:r>
      <w:proofErr w:type="spellEnd"/>
      <w:r w:rsidRPr="00B9762B">
        <w:rPr>
          <w:rFonts w:ascii="KIA Light" w:eastAsia="KIA Light" w:hAnsi="KIA Light"/>
          <w:sz w:val="24"/>
          <w:szCs w:val="24"/>
          <w:lang w:val="es-ES"/>
        </w:rPr>
        <w:t xml:space="preserve"> casi perfectamente al 52% en la parte delantera y al 48% en la parte trasera. Además de rotores perforados de 15 pulgadas y pinzas de cuatro pistones con mucho poder de frenado. El GT4 Stinger también contó con una parte posterior de dirección de relación rápida para la retroalimentación directa y control sin compromisos.</w:t>
      </w:r>
    </w:p>
    <w:p w:rsidR="005E7FA4" w:rsidRPr="00B9762B" w:rsidRDefault="0060086B">
      <w:pPr>
        <w:spacing w:after="160"/>
        <w:ind w:right="480"/>
        <w:jc w:val="both"/>
        <w:rPr>
          <w:rFonts w:ascii="KIA Light" w:eastAsia="KIA Light" w:hAnsi="KIA Light"/>
          <w:sz w:val="24"/>
          <w:szCs w:val="24"/>
          <w:lang w:val="es-ES"/>
        </w:rPr>
      </w:pPr>
      <w:r w:rsidRPr="00B9762B">
        <w:rPr>
          <w:rFonts w:ascii="KIA Light" w:eastAsia="KIA Light" w:hAnsi="KIA Light"/>
          <w:sz w:val="24"/>
          <w:szCs w:val="24"/>
          <w:lang w:val="es-ES"/>
        </w:rPr>
        <w:t xml:space="preserve">El GT4 Stinger determinó la nueva filosofía de diseño de Kia, enfocada en pureza y simplicidad, lo que  llevó a </w:t>
      </w:r>
      <w:r w:rsidR="00B9762B">
        <w:rPr>
          <w:rFonts w:ascii="KIA Light" w:eastAsia="KIA Light" w:hAnsi="KIA Light"/>
          <w:sz w:val="24"/>
          <w:szCs w:val="24"/>
          <w:lang w:val="es-ES"/>
        </w:rPr>
        <w:t>la marca</w:t>
      </w:r>
      <w:r w:rsidRPr="00B9762B">
        <w:rPr>
          <w:rFonts w:ascii="KIA Light" w:eastAsia="KIA Light" w:hAnsi="KIA Light"/>
          <w:sz w:val="24"/>
          <w:szCs w:val="24"/>
          <w:lang w:val="es-ES"/>
        </w:rPr>
        <w:t xml:space="preserve"> a  recibir reconocimientos de clase mundial, como el IDEA </w:t>
      </w:r>
      <w:proofErr w:type="spellStart"/>
      <w:r w:rsidRPr="00B9762B">
        <w:rPr>
          <w:rFonts w:ascii="KIA Light" w:eastAsia="KIA Light" w:hAnsi="KIA Light"/>
          <w:sz w:val="24"/>
          <w:szCs w:val="24"/>
          <w:lang w:val="es-ES"/>
        </w:rPr>
        <w:t>Design</w:t>
      </w:r>
      <w:proofErr w:type="spellEnd"/>
      <w:r w:rsidRPr="00B9762B">
        <w:rPr>
          <w:rFonts w:ascii="KIA Light" w:eastAsia="KIA Light" w:hAnsi="KIA Light"/>
          <w:sz w:val="24"/>
          <w:szCs w:val="24"/>
          <w:lang w:val="es-ES"/>
        </w:rPr>
        <w:t xml:space="preserve"> </w:t>
      </w:r>
      <w:proofErr w:type="spellStart"/>
      <w:r w:rsidRPr="00B9762B">
        <w:rPr>
          <w:rFonts w:ascii="KIA Light" w:eastAsia="KIA Light" w:hAnsi="KIA Light"/>
          <w:sz w:val="24"/>
          <w:szCs w:val="24"/>
          <w:lang w:val="es-ES"/>
        </w:rPr>
        <w:t>Award</w:t>
      </w:r>
      <w:proofErr w:type="spellEnd"/>
      <w:r w:rsidRPr="00B9762B">
        <w:rPr>
          <w:rFonts w:ascii="KIA Light" w:eastAsia="KIA Light" w:hAnsi="KIA Light"/>
          <w:sz w:val="24"/>
          <w:szCs w:val="24"/>
          <w:lang w:val="es-ES"/>
        </w:rPr>
        <w:t xml:space="preserve"> 2014.</w:t>
      </w:r>
    </w:p>
    <w:p w:rsidR="005E7FA4" w:rsidRPr="00B9762B" w:rsidRDefault="0060086B">
      <w:pPr>
        <w:spacing w:after="160"/>
        <w:ind w:right="480"/>
        <w:jc w:val="both"/>
        <w:rPr>
          <w:rFonts w:ascii="KIA Light" w:eastAsia="KIA Light" w:hAnsi="KIA Light"/>
          <w:sz w:val="24"/>
          <w:szCs w:val="24"/>
          <w:lang w:val="es-ES"/>
        </w:rPr>
      </w:pPr>
      <w:r w:rsidRPr="00B9762B">
        <w:rPr>
          <w:rFonts w:ascii="KIA Light" w:eastAsia="KIA Light" w:hAnsi="KIA Light"/>
          <w:sz w:val="24"/>
          <w:szCs w:val="24"/>
          <w:lang w:val="es-ES"/>
        </w:rPr>
        <w:t xml:space="preserve">Este potente modelo de cuatro cilindros obtuvo también el premio internacional </w:t>
      </w:r>
      <w:proofErr w:type="spellStart"/>
      <w:r w:rsidRPr="00B9762B">
        <w:rPr>
          <w:rFonts w:ascii="KIA Light" w:eastAsia="KIA Light" w:hAnsi="KIA Light"/>
          <w:sz w:val="24"/>
          <w:szCs w:val="24"/>
          <w:lang w:val="es-ES"/>
        </w:rPr>
        <w:t>Silver</w:t>
      </w:r>
      <w:proofErr w:type="spellEnd"/>
      <w:r w:rsidRPr="00B9762B">
        <w:rPr>
          <w:rFonts w:ascii="KIA Light" w:eastAsia="KIA Light" w:hAnsi="KIA Light"/>
          <w:sz w:val="24"/>
          <w:szCs w:val="24"/>
          <w:lang w:val="es-ES"/>
        </w:rPr>
        <w:t xml:space="preserve"> </w:t>
      </w:r>
      <w:proofErr w:type="spellStart"/>
      <w:r w:rsidRPr="00B9762B">
        <w:rPr>
          <w:rFonts w:ascii="KIA Light" w:eastAsia="KIA Light" w:hAnsi="KIA Light"/>
          <w:sz w:val="24"/>
          <w:szCs w:val="24"/>
          <w:lang w:val="es-ES"/>
        </w:rPr>
        <w:t>Design</w:t>
      </w:r>
      <w:proofErr w:type="spellEnd"/>
      <w:r w:rsidRPr="00B9762B">
        <w:rPr>
          <w:rFonts w:ascii="KIA Light" w:eastAsia="KIA Light" w:hAnsi="KIA Light"/>
          <w:sz w:val="24"/>
          <w:szCs w:val="24"/>
          <w:lang w:val="es-ES"/>
        </w:rPr>
        <w:t xml:space="preserve"> </w:t>
      </w:r>
      <w:proofErr w:type="spellStart"/>
      <w:r w:rsidRPr="00B9762B">
        <w:rPr>
          <w:rFonts w:ascii="KIA Light" w:eastAsia="KIA Light" w:hAnsi="KIA Light"/>
          <w:sz w:val="24"/>
          <w:szCs w:val="24"/>
          <w:lang w:val="es-ES"/>
        </w:rPr>
        <w:t>Excellence</w:t>
      </w:r>
      <w:proofErr w:type="spellEnd"/>
      <w:r w:rsidRPr="00B9762B">
        <w:rPr>
          <w:rFonts w:ascii="KIA Light" w:eastAsia="KIA Light" w:hAnsi="KIA Light"/>
          <w:sz w:val="24"/>
          <w:szCs w:val="24"/>
          <w:lang w:val="es-ES"/>
        </w:rPr>
        <w:t xml:space="preserve"> </w:t>
      </w:r>
      <w:proofErr w:type="spellStart"/>
      <w:r w:rsidRPr="00B9762B">
        <w:rPr>
          <w:rFonts w:ascii="KIA Light" w:eastAsia="KIA Light" w:hAnsi="KIA Light"/>
          <w:sz w:val="24"/>
          <w:szCs w:val="24"/>
          <w:lang w:val="es-ES"/>
        </w:rPr>
        <w:t>Award</w:t>
      </w:r>
      <w:proofErr w:type="spellEnd"/>
      <w:r w:rsidRPr="00B9762B">
        <w:rPr>
          <w:rFonts w:ascii="KIA Light" w:eastAsia="KIA Light" w:hAnsi="KIA Light"/>
          <w:sz w:val="24"/>
          <w:szCs w:val="24"/>
          <w:lang w:val="es-ES"/>
        </w:rPr>
        <w:t>, en la categoría de transporte presentado por la Sociedad de Diseñadores Industriales de América ese mismo año. Sin duda, el GT4 Stinger fue otro paso importante en el desarrollo del Stinger.</w:t>
      </w:r>
    </w:p>
    <w:p w:rsidR="00B9762B" w:rsidRDefault="00B9762B">
      <w:pPr>
        <w:spacing w:after="160"/>
        <w:ind w:right="480"/>
        <w:jc w:val="both"/>
        <w:rPr>
          <w:rFonts w:ascii="KIA Light" w:eastAsia="KIA Light" w:hAnsi="KIA Light"/>
          <w:b/>
          <w:sz w:val="24"/>
          <w:szCs w:val="24"/>
          <w:lang w:val="es-ES"/>
        </w:rPr>
      </w:pPr>
    </w:p>
    <w:p w:rsidR="005E7FA4" w:rsidRPr="00B9762B" w:rsidRDefault="0060086B">
      <w:pPr>
        <w:spacing w:after="160"/>
        <w:ind w:right="480"/>
        <w:jc w:val="both"/>
        <w:rPr>
          <w:rFonts w:ascii="KIA Light" w:eastAsia="KIA Light" w:hAnsi="KIA Light"/>
          <w:b/>
          <w:sz w:val="24"/>
          <w:szCs w:val="24"/>
          <w:lang w:val="es-ES"/>
        </w:rPr>
      </w:pPr>
      <w:r w:rsidRPr="00B9762B">
        <w:rPr>
          <w:rFonts w:ascii="KIA Light" w:eastAsia="KIA Light" w:hAnsi="KIA Light"/>
          <w:b/>
          <w:sz w:val="24"/>
          <w:szCs w:val="24"/>
          <w:lang w:val="es-ES"/>
        </w:rPr>
        <w:lastRenderedPageBreak/>
        <w:t xml:space="preserve">Stinger </w:t>
      </w:r>
    </w:p>
    <w:p w:rsidR="005E7FA4" w:rsidRPr="00B9762B" w:rsidRDefault="0060086B">
      <w:pPr>
        <w:spacing w:after="160"/>
        <w:ind w:right="480"/>
        <w:jc w:val="both"/>
        <w:rPr>
          <w:rFonts w:ascii="KIA Light" w:eastAsia="KIA Light" w:hAnsi="KIA Light"/>
          <w:sz w:val="24"/>
          <w:szCs w:val="24"/>
          <w:lang w:val="es-ES"/>
        </w:rPr>
      </w:pPr>
      <w:r w:rsidRPr="00B9762B">
        <w:rPr>
          <w:rFonts w:ascii="KIA Light" w:eastAsia="KIA Light" w:hAnsi="KIA Light"/>
          <w:sz w:val="24"/>
          <w:szCs w:val="24"/>
          <w:lang w:val="es-ES"/>
        </w:rPr>
        <w:t xml:space="preserve">Seis años después de que se mostrara el concepto original GT en el Auto Show de </w:t>
      </w:r>
      <w:proofErr w:type="spellStart"/>
      <w:r w:rsidRPr="00B9762B">
        <w:rPr>
          <w:rFonts w:ascii="KIA Light" w:eastAsia="KIA Light" w:hAnsi="KIA Light"/>
          <w:sz w:val="24"/>
          <w:szCs w:val="24"/>
          <w:lang w:val="es-ES"/>
        </w:rPr>
        <w:t>Fránkfurt</w:t>
      </w:r>
      <w:proofErr w:type="spellEnd"/>
      <w:r w:rsidRPr="00B9762B">
        <w:rPr>
          <w:rFonts w:ascii="KIA Light" w:eastAsia="KIA Light" w:hAnsi="KIA Light"/>
          <w:sz w:val="24"/>
          <w:szCs w:val="24"/>
          <w:lang w:val="es-ES"/>
        </w:rPr>
        <w:t xml:space="preserve"> en 2011, finalmente se presentó con orgullo el Stinger, el primer auto de producción GT de Kia Motors. Para perfeccionar esta obra maestra, el Stinger fue probado hasta los extremos a lo largo de miles de kilómetros a través de las carreteras más importantes del mundo.</w:t>
      </w:r>
    </w:p>
    <w:p w:rsidR="005E7FA4" w:rsidRPr="00B9762B" w:rsidRDefault="00B9762B">
      <w:pPr>
        <w:spacing w:after="160"/>
        <w:ind w:right="480"/>
        <w:jc w:val="both"/>
        <w:rPr>
          <w:rFonts w:ascii="KIA Light" w:eastAsia="KIA Light" w:hAnsi="KIA Light"/>
          <w:sz w:val="24"/>
          <w:szCs w:val="24"/>
          <w:lang w:val="es-ES"/>
        </w:rPr>
      </w:pPr>
      <w:r>
        <w:rPr>
          <w:rFonts w:ascii="KIA Light" w:eastAsia="KIA Light" w:hAnsi="KIA Light"/>
          <w:sz w:val="24"/>
          <w:szCs w:val="24"/>
          <w:lang w:val="es-ES"/>
        </w:rPr>
        <w:t xml:space="preserve">Nadie esperaba que Kia </w:t>
      </w:r>
      <w:r w:rsidR="0060086B" w:rsidRPr="00B9762B">
        <w:rPr>
          <w:rFonts w:ascii="KIA Light" w:eastAsia="KIA Light" w:hAnsi="KIA Light"/>
          <w:sz w:val="24"/>
          <w:szCs w:val="24"/>
          <w:lang w:val="es-ES"/>
        </w:rPr>
        <w:t>realmente trabajara el concepto GT que había presentado hace unos años, pero eran toda una realidad su tracción trasera alemana, su motor turbo y su espacioso interior confeccionado con materiales de la más alta calidad.</w:t>
      </w:r>
    </w:p>
    <w:p w:rsidR="005E7FA4" w:rsidRPr="00B9762B" w:rsidRDefault="0060086B">
      <w:pPr>
        <w:spacing w:after="160"/>
        <w:ind w:right="480"/>
        <w:jc w:val="both"/>
        <w:rPr>
          <w:rFonts w:ascii="KIA Light" w:eastAsia="KIA Light" w:hAnsi="KIA Light"/>
          <w:sz w:val="24"/>
          <w:szCs w:val="24"/>
          <w:lang w:val="es-ES"/>
        </w:rPr>
      </w:pPr>
      <w:r w:rsidRPr="00B9762B">
        <w:rPr>
          <w:rFonts w:ascii="KIA Light" w:eastAsia="KIA Light" w:hAnsi="KIA Light"/>
          <w:sz w:val="24"/>
          <w:szCs w:val="24"/>
          <w:lang w:val="es-ES"/>
        </w:rPr>
        <w:t>A este modelo se le añade la conveniencia digital de vanguardia, perfeccionando el espíritu de un clásico moderno. El tablero se extiende sin reservas haciendo que la cabina luzca más espaciosa, mientras que las ventilaciones circulares que se asemejan a un motor de avión y la armonía de los estilos analógicos y digitales en el panel de instrumentos imparten al Stinger la máxima imagen clásica del Gran Turismo.</w:t>
      </w:r>
    </w:p>
    <w:p w:rsidR="005E7FA4" w:rsidRPr="00B9762B" w:rsidRDefault="0060086B">
      <w:pPr>
        <w:spacing w:after="160"/>
        <w:ind w:right="480"/>
        <w:jc w:val="both"/>
        <w:rPr>
          <w:rFonts w:ascii="KIA Light" w:eastAsia="KIA Light" w:hAnsi="KIA Light"/>
          <w:sz w:val="24"/>
          <w:szCs w:val="24"/>
          <w:lang w:val="es-ES"/>
        </w:rPr>
      </w:pPr>
      <w:r w:rsidRPr="00B9762B">
        <w:rPr>
          <w:rFonts w:ascii="KIA Light" w:eastAsia="KIA Light" w:hAnsi="KIA Light"/>
          <w:sz w:val="24"/>
          <w:szCs w:val="24"/>
          <w:lang w:val="es-ES"/>
        </w:rPr>
        <w:t xml:space="preserve">El llamativo lenguaje de diseño de Kia se mueve en una nueva dirección audaz, comenzando con la última versión del ADN de la marca, una exclusiva parrilla que descansa a escasos centímetros del suelo. Una silueta simple pero potente, con un diseño que proporciona un perfil lateral </w:t>
      </w:r>
      <w:r w:rsidR="00A26E13">
        <w:rPr>
          <w:rFonts w:ascii="KIA Light" w:eastAsia="KIA Light" w:hAnsi="KIA Light"/>
          <w:sz w:val="24"/>
          <w:szCs w:val="24"/>
          <w:lang w:val="es-ES"/>
        </w:rPr>
        <w:t>imponente</w:t>
      </w:r>
      <w:r w:rsidRPr="00B9762B">
        <w:rPr>
          <w:rFonts w:ascii="KIA Light" w:eastAsia="KIA Light" w:hAnsi="KIA Light"/>
          <w:sz w:val="24"/>
          <w:szCs w:val="24"/>
          <w:lang w:val="es-ES"/>
        </w:rPr>
        <w:t xml:space="preserve"> y en la parte posterior, el cuerpo se ensancha para cubrir la gran goma de 275 mm de ancho.</w:t>
      </w:r>
    </w:p>
    <w:p w:rsidR="005E7FA4" w:rsidRPr="00B9762B" w:rsidRDefault="0060086B">
      <w:pPr>
        <w:spacing w:after="160"/>
        <w:ind w:right="480"/>
        <w:jc w:val="both"/>
        <w:rPr>
          <w:rFonts w:ascii="KIA Light" w:eastAsia="KIA Light" w:hAnsi="KIA Light"/>
          <w:sz w:val="24"/>
          <w:szCs w:val="24"/>
          <w:lang w:val="es-ES"/>
        </w:rPr>
      </w:pPr>
      <w:r w:rsidRPr="00B9762B">
        <w:rPr>
          <w:rFonts w:ascii="KIA Light" w:eastAsia="KIA Light" w:hAnsi="KIA Light"/>
          <w:sz w:val="24"/>
          <w:szCs w:val="24"/>
          <w:lang w:val="es-ES"/>
        </w:rPr>
        <w:t xml:space="preserve">Con todas las características de un sedán deportivo clásico, el Stinger además trae un motor Twin Turbo V6, control </w:t>
      </w:r>
      <w:r w:rsidR="00A26E13">
        <w:rPr>
          <w:rFonts w:ascii="KIA Light" w:eastAsia="KIA Light" w:hAnsi="KIA Light"/>
          <w:sz w:val="24"/>
          <w:szCs w:val="24"/>
          <w:lang w:val="es-ES"/>
        </w:rPr>
        <w:t>electrónico</w:t>
      </w:r>
      <w:r w:rsidR="00A26E13" w:rsidRPr="00B9762B">
        <w:rPr>
          <w:rFonts w:ascii="KIA Light" w:eastAsia="KIA Light" w:hAnsi="KIA Light"/>
          <w:sz w:val="24"/>
          <w:szCs w:val="24"/>
          <w:lang w:val="es-ES"/>
        </w:rPr>
        <w:t xml:space="preserve"> </w:t>
      </w:r>
      <w:r w:rsidRPr="00B9762B">
        <w:rPr>
          <w:rFonts w:ascii="KIA Light" w:eastAsia="KIA Light" w:hAnsi="KIA Light"/>
          <w:sz w:val="24"/>
          <w:szCs w:val="24"/>
          <w:lang w:val="es-ES"/>
        </w:rPr>
        <w:t xml:space="preserve">de </w:t>
      </w:r>
      <w:r w:rsidR="00A26E13">
        <w:rPr>
          <w:rFonts w:ascii="KIA Light" w:eastAsia="KIA Light" w:hAnsi="KIA Light"/>
          <w:sz w:val="24"/>
          <w:szCs w:val="24"/>
          <w:lang w:val="es-ES"/>
        </w:rPr>
        <w:t xml:space="preserve">estabilidad </w:t>
      </w:r>
      <w:r w:rsidRPr="00B9762B">
        <w:rPr>
          <w:rFonts w:ascii="KIA Light" w:eastAsia="KIA Light" w:hAnsi="KIA Light"/>
          <w:sz w:val="24"/>
          <w:szCs w:val="24"/>
          <w:lang w:val="es-ES"/>
        </w:rPr>
        <w:t xml:space="preserve">(ESC), diferencial de deslizamiento limitado mecánico, control de lanzamiento, frenos </w:t>
      </w:r>
      <w:proofErr w:type="spellStart"/>
      <w:r w:rsidRPr="00B9762B">
        <w:rPr>
          <w:rFonts w:ascii="KIA Light" w:eastAsia="KIA Light" w:hAnsi="KIA Light"/>
          <w:sz w:val="24"/>
          <w:szCs w:val="24"/>
          <w:lang w:val="es-ES"/>
        </w:rPr>
        <w:t>Brembo</w:t>
      </w:r>
      <w:proofErr w:type="spellEnd"/>
      <w:r w:rsidRPr="00B9762B">
        <w:rPr>
          <w:rFonts w:ascii="KIA Light" w:eastAsia="KIA Light" w:hAnsi="KIA Light"/>
          <w:sz w:val="24"/>
          <w:szCs w:val="24"/>
          <w:lang w:val="es-ES"/>
        </w:rPr>
        <w:t xml:space="preserve">, detección de punto ciego (BSD) y el nuevo conjunto de sistemas de seguridad activo Drive </w:t>
      </w:r>
      <w:proofErr w:type="spellStart"/>
      <w:r w:rsidRPr="00B9762B">
        <w:rPr>
          <w:rFonts w:ascii="KIA Light" w:eastAsia="KIA Light" w:hAnsi="KIA Light"/>
          <w:sz w:val="24"/>
          <w:szCs w:val="24"/>
          <w:lang w:val="es-ES"/>
        </w:rPr>
        <w:t>Wise</w:t>
      </w:r>
      <w:proofErr w:type="spellEnd"/>
      <w:r w:rsidR="00A26E13">
        <w:rPr>
          <w:rFonts w:ascii="KIA Light" w:eastAsia="KIA Light" w:hAnsi="KIA Light" w:hint="eastAsia"/>
          <w:sz w:val="24"/>
          <w:szCs w:val="24"/>
          <w:lang w:val="es-ES"/>
        </w:rPr>
        <w:t>®</w:t>
      </w:r>
      <w:r w:rsidRPr="00B9762B">
        <w:rPr>
          <w:rFonts w:ascii="KIA Light" w:eastAsia="KIA Light" w:hAnsi="KIA Light"/>
          <w:sz w:val="24"/>
          <w:szCs w:val="24"/>
          <w:lang w:val="es-ES"/>
        </w:rPr>
        <w:t>.</w:t>
      </w:r>
    </w:p>
    <w:p w:rsidR="005E7FA4" w:rsidRPr="00B9762B" w:rsidRDefault="0060086B">
      <w:pPr>
        <w:spacing w:after="160"/>
        <w:ind w:right="480"/>
        <w:jc w:val="both"/>
        <w:rPr>
          <w:rFonts w:ascii="KIA Light" w:eastAsia="KIA Light" w:hAnsi="KIA Light"/>
          <w:sz w:val="24"/>
          <w:szCs w:val="24"/>
          <w:lang w:val="es-ES"/>
        </w:rPr>
      </w:pPr>
      <w:r w:rsidRPr="00B9762B">
        <w:rPr>
          <w:rFonts w:ascii="KIA Light" w:eastAsia="KIA Light" w:hAnsi="KIA Light"/>
          <w:sz w:val="24"/>
          <w:szCs w:val="24"/>
          <w:lang w:val="es-ES"/>
        </w:rPr>
        <w:lastRenderedPageBreak/>
        <w:t xml:space="preserve">Desde los orígenes del concepto GT hasta los años de afinación y refinación en el legendario circuito de </w:t>
      </w:r>
      <w:proofErr w:type="spellStart"/>
      <w:r w:rsidRPr="00B9762B">
        <w:rPr>
          <w:rFonts w:ascii="KIA Light" w:eastAsia="KIA Light" w:hAnsi="KIA Light"/>
          <w:sz w:val="24"/>
          <w:szCs w:val="24"/>
          <w:lang w:val="es-ES"/>
        </w:rPr>
        <w:t>Nurburgring</w:t>
      </w:r>
      <w:proofErr w:type="spellEnd"/>
      <w:r w:rsidRPr="00B9762B">
        <w:rPr>
          <w:rFonts w:ascii="KIA Light" w:eastAsia="KIA Light" w:hAnsi="KIA Light"/>
          <w:sz w:val="24"/>
          <w:szCs w:val="24"/>
          <w:lang w:val="es-ES"/>
        </w:rPr>
        <w:t>, ningún detalle era demasiado pequeño para obsesionarse, y el resultado es simplemente deslumbrante</w:t>
      </w:r>
      <w:r w:rsidR="00A26E13">
        <w:rPr>
          <w:rFonts w:ascii="KIA Light" w:eastAsia="KIA Light" w:hAnsi="KIA Light"/>
          <w:sz w:val="24"/>
          <w:szCs w:val="24"/>
          <w:lang w:val="es-ES"/>
        </w:rPr>
        <w:t>.</w:t>
      </w:r>
    </w:p>
    <w:p w:rsidR="005E7FA4" w:rsidRPr="00B9762B" w:rsidRDefault="0060086B">
      <w:pPr>
        <w:spacing w:after="160"/>
        <w:ind w:right="480"/>
        <w:jc w:val="both"/>
        <w:rPr>
          <w:rFonts w:ascii="KIA Light" w:eastAsia="KIA Light" w:hAnsi="KIA Light"/>
          <w:sz w:val="24"/>
          <w:szCs w:val="24"/>
          <w:lang w:val="es-ES"/>
        </w:rPr>
      </w:pPr>
      <w:r w:rsidRPr="00B9762B">
        <w:rPr>
          <w:rFonts w:ascii="KIA Light" w:eastAsia="KIA Light" w:hAnsi="KIA Light"/>
          <w:sz w:val="24"/>
          <w:szCs w:val="24"/>
          <w:lang w:val="es-ES"/>
        </w:rPr>
        <w:t xml:space="preserve">Stinger es el auto más </w:t>
      </w:r>
      <w:r w:rsidR="00A26E13">
        <w:rPr>
          <w:rFonts w:ascii="KIA Light" w:eastAsia="KIA Light" w:hAnsi="KIA Light"/>
          <w:sz w:val="24"/>
          <w:szCs w:val="24"/>
          <w:lang w:val="es-ES"/>
        </w:rPr>
        <w:t>importante</w:t>
      </w:r>
      <w:r w:rsidRPr="00B9762B">
        <w:rPr>
          <w:rFonts w:ascii="KIA Light" w:eastAsia="KIA Light" w:hAnsi="KIA Light"/>
          <w:sz w:val="24"/>
          <w:szCs w:val="24"/>
          <w:lang w:val="es-ES"/>
        </w:rPr>
        <w:t xml:space="preserve"> de Kia y una verdadera máquina de entusiastas. Recordando los gloriosos días de los autos deportivos de pura raza, el equipo de diseño de Estados Unidos de Kia, se acercó al proyecto GT4 Stinger. El diseño abarca la experiencia elemental de involucrarse realmente con el vehículo Gran Turismo tradicional.</w:t>
      </w:r>
    </w:p>
    <w:p w:rsidR="005E7FA4" w:rsidRPr="00B9762B" w:rsidRDefault="0060086B">
      <w:pPr>
        <w:rPr>
          <w:rFonts w:ascii="KIA Light" w:eastAsia="KIA Light" w:hAnsi="KIA Light"/>
          <w:sz w:val="24"/>
          <w:szCs w:val="24"/>
          <w:lang w:val="es-ES"/>
        </w:rPr>
      </w:pPr>
      <w:r w:rsidRPr="00B9762B">
        <w:rPr>
          <w:rFonts w:ascii="KIA Light" w:eastAsia="KIA Light" w:hAnsi="KIA Light"/>
          <w:sz w:val="24"/>
          <w:szCs w:val="24"/>
          <w:lang w:val="es-ES"/>
        </w:rPr>
        <w:t xml:space="preserve"> </w:t>
      </w:r>
    </w:p>
    <w:p w:rsidR="005E7FA4" w:rsidRPr="00B9762B" w:rsidRDefault="0060086B">
      <w:pPr>
        <w:rPr>
          <w:rFonts w:ascii="KIA Light" w:eastAsia="KIA Light" w:hAnsi="KIA Light"/>
          <w:b/>
          <w:sz w:val="24"/>
          <w:szCs w:val="24"/>
          <w:lang w:val="es-ES"/>
        </w:rPr>
      </w:pPr>
      <w:r w:rsidRPr="00B9762B">
        <w:rPr>
          <w:rFonts w:ascii="KIA Light" w:eastAsia="KIA Light" w:hAnsi="KIA Light"/>
          <w:b/>
          <w:sz w:val="24"/>
          <w:szCs w:val="24"/>
          <w:lang w:val="es-ES"/>
        </w:rPr>
        <w:t>¿Qué es Stinger?</w:t>
      </w:r>
    </w:p>
    <w:p w:rsidR="005E7FA4" w:rsidRPr="00B9762B" w:rsidRDefault="005E7FA4">
      <w:pPr>
        <w:rPr>
          <w:rFonts w:ascii="KIA Light" w:eastAsia="KIA Light" w:hAnsi="KIA Light"/>
          <w:b/>
          <w:sz w:val="24"/>
          <w:szCs w:val="24"/>
          <w:lang w:val="es-ES"/>
        </w:rPr>
      </w:pPr>
    </w:p>
    <w:p w:rsidR="005E7FA4" w:rsidRPr="00B9762B" w:rsidRDefault="0060086B">
      <w:pPr>
        <w:jc w:val="both"/>
        <w:rPr>
          <w:rFonts w:ascii="KIA Light" w:eastAsia="KIA Light" w:hAnsi="KIA Light"/>
          <w:sz w:val="24"/>
          <w:szCs w:val="24"/>
          <w:lang w:val="es-ES"/>
        </w:rPr>
      </w:pPr>
      <w:r w:rsidRPr="00B9762B">
        <w:rPr>
          <w:rFonts w:ascii="KIA Light" w:eastAsia="KIA Light" w:hAnsi="KIA Light"/>
          <w:sz w:val="24"/>
          <w:szCs w:val="24"/>
          <w:lang w:val="es-ES"/>
        </w:rPr>
        <w:t xml:space="preserve">El Kia Stinger es un auto mediano, con una distancia entre ejes larga, interior amplio y una excelente dinámica de conducción. Utilizando recursos de diseño de calidad mundial, incluida una demora para mejorar el chasis por parte del ex ejecutivo de la división "M" de BMW, Albert </w:t>
      </w:r>
      <w:proofErr w:type="spellStart"/>
      <w:r w:rsidRPr="00B9762B">
        <w:rPr>
          <w:rFonts w:ascii="KIA Light" w:eastAsia="KIA Light" w:hAnsi="KIA Light"/>
          <w:sz w:val="24"/>
          <w:szCs w:val="24"/>
          <w:lang w:val="es-ES"/>
        </w:rPr>
        <w:t>Biermann</w:t>
      </w:r>
      <w:proofErr w:type="spellEnd"/>
      <w:r w:rsidRPr="00B9762B">
        <w:rPr>
          <w:rFonts w:ascii="KIA Light" w:eastAsia="KIA Light" w:hAnsi="KIA Light"/>
          <w:sz w:val="24"/>
          <w:szCs w:val="24"/>
          <w:lang w:val="es-ES"/>
        </w:rPr>
        <w:t xml:space="preserve">, el Stinger proporciona a Kia un retador de primera clase para los sedanes deportivos alemanes. </w:t>
      </w:r>
    </w:p>
    <w:p w:rsidR="005E7FA4" w:rsidRPr="00B9762B" w:rsidRDefault="005E7FA4">
      <w:pPr>
        <w:jc w:val="both"/>
        <w:rPr>
          <w:rFonts w:ascii="KIA Light" w:eastAsia="KIA Light" w:hAnsi="KIA Light"/>
          <w:b/>
          <w:sz w:val="24"/>
          <w:szCs w:val="24"/>
          <w:lang w:val="es-ES"/>
        </w:rPr>
      </w:pPr>
    </w:p>
    <w:p w:rsidR="005E7FA4" w:rsidRPr="00B9762B" w:rsidRDefault="0060086B">
      <w:pPr>
        <w:jc w:val="both"/>
        <w:rPr>
          <w:rFonts w:ascii="KIA Light" w:eastAsia="KIA Light" w:hAnsi="KIA Light"/>
          <w:b/>
          <w:sz w:val="24"/>
          <w:szCs w:val="24"/>
          <w:lang w:val="es-ES"/>
        </w:rPr>
      </w:pPr>
      <w:r w:rsidRPr="00B9762B">
        <w:rPr>
          <w:rFonts w:ascii="KIA Light" w:eastAsia="KIA Light" w:hAnsi="KIA Light"/>
          <w:b/>
          <w:sz w:val="24"/>
          <w:szCs w:val="24"/>
          <w:lang w:val="es-ES"/>
        </w:rPr>
        <w:t>Sobre su nombre</w:t>
      </w:r>
    </w:p>
    <w:p w:rsidR="005E7FA4" w:rsidRPr="00B9762B" w:rsidRDefault="005E7FA4">
      <w:pPr>
        <w:jc w:val="both"/>
        <w:rPr>
          <w:rFonts w:ascii="KIA Light" w:eastAsia="KIA Light" w:hAnsi="KIA Light"/>
          <w:sz w:val="24"/>
          <w:szCs w:val="24"/>
          <w:lang w:val="es-ES"/>
        </w:rPr>
      </w:pPr>
    </w:p>
    <w:p w:rsidR="005E7FA4" w:rsidRPr="00B9762B" w:rsidRDefault="0060086B">
      <w:pPr>
        <w:jc w:val="both"/>
        <w:rPr>
          <w:rFonts w:ascii="KIA Light" w:eastAsia="KIA Light" w:hAnsi="KIA Light"/>
          <w:sz w:val="24"/>
          <w:szCs w:val="24"/>
          <w:lang w:val="es-ES"/>
        </w:rPr>
      </w:pPr>
      <w:r w:rsidRPr="00B9762B">
        <w:rPr>
          <w:rFonts w:ascii="KIA Light" w:eastAsia="KIA Light" w:hAnsi="KIA Light"/>
          <w:sz w:val="24"/>
          <w:szCs w:val="24"/>
          <w:lang w:val="es-ES"/>
        </w:rPr>
        <w:t>No tan solo el diseño del Stinger acaparó la atención del público durante su debut en el NAIAS 2017. El modelo fue elogiado por su atractivo y llamativo nombre. Mientras que el modelo en sí toma los diseños del concepto 2011 GT, su nombre rinde homenaje al conc</w:t>
      </w:r>
      <w:r w:rsidR="00A26E13">
        <w:rPr>
          <w:rFonts w:ascii="KIA Light" w:eastAsia="KIA Light" w:hAnsi="KIA Light"/>
          <w:sz w:val="24"/>
          <w:szCs w:val="24"/>
          <w:lang w:val="es-ES"/>
        </w:rPr>
        <w:t xml:space="preserve">epto GT4 Stinger. </w:t>
      </w:r>
      <w:r w:rsidRPr="00B9762B">
        <w:rPr>
          <w:rFonts w:ascii="KIA Light" w:eastAsia="KIA Light" w:hAnsi="KIA Light"/>
          <w:sz w:val="24"/>
          <w:szCs w:val="24"/>
          <w:lang w:val="es-ES"/>
        </w:rPr>
        <w:t>El nombre 'Stinger' captura perfectamente la ambición de nuestro sedán de alto rendimiento como un nuevo y audaz retador en el mercado. El Stinger GT tiene una apariencia y aura de confianza explosiva e innovadora, haciendo honor a su nomb</w:t>
      </w:r>
      <w:r w:rsidR="00A26E13">
        <w:rPr>
          <w:rFonts w:ascii="KIA Light" w:eastAsia="KIA Light" w:hAnsi="KIA Light"/>
          <w:sz w:val="24"/>
          <w:szCs w:val="24"/>
          <w:lang w:val="es-ES"/>
        </w:rPr>
        <w:t>re y al entusiasmo que provoca.</w:t>
      </w:r>
      <w:r w:rsidRPr="00B9762B">
        <w:rPr>
          <w:rFonts w:ascii="KIA Light" w:eastAsia="KIA Light" w:hAnsi="KIA Light"/>
          <w:sz w:val="24"/>
          <w:szCs w:val="24"/>
          <w:lang w:val="es-ES"/>
        </w:rPr>
        <w:t xml:space="preserve"> </w:t>
      </w:r>
    </w:p>
    <w:p w:rsidR="005E7FA4" w:rsidRPr="00B9762B" w:rsidRDefault="005E7FA4">
      <w:pPr>
        <w:jc w:val="both"/>
        <w:rPr>
          <w:rFonts w:ascii="KIA Light" w:eastAsia="KIA Light" w:hAnsi="KIA Light"/>
          <w:sz w:val="24"/>
          <w:szCs w:val="24"/>
          <w:lang w:val="es-ES"/>
        </w:rPr>
      </w:pPr>
    </w:p>
    <w:p w:rsidR="00A26E13" w:rsidRDefault="00A26E13">
      <w:pPr>
        <w:rPr>
          <w:rFonts w:ascii="KIA Light" w:eastAsia="KIA Light" w:hAnsi="KIA Light"/>
          <w:b/>
          <w:sz w:val="24"/>
          <w:szCs w:val="24"/>
          <w:lang w:val="es-ES"/>
        </w:rPr>
      </w:pPr>
    </w:p>
    <w:p w:rsidR="005E7FA4" w:rsidRPr="00B9762B" w:rsidRDefault="0060086B">
      <w:pPr>
        <w:rPr>
          <w:rFonts w:ascii="KIA Light" w:eastAsia="KIA Light" w:hAnsi="KIA Light"/>
          <w:b/>
          <w:sz w:val="24"/>
          <w:szCs w:val="24"/>
          <w:lang w:val="es-ES"/>
        </w:rPr>
      </w:pPr>
      <w:r w:rsidRPr="00B9762B">
        <w:rPr>
          <w:rFonts w:ascii="KIA Light" w:eastAsia="KIA Light" w:hAnsi="KIA Light"/>
          <w:b/>
          <w:sz w:val="24"/>
          <w:szCs w:val="24"/>
          <w:lang w:val="es-ES"/>
        </w:rPr>
        <w:lastRenderedPageBreak/>
        <w:t>Del diseño a la perfección</w:t>
      </w:r>
    </w:p>
    <w:p w:rsidR="005E7FA4" w:rsidRPr="00B9762B" w:rsidRDefault="0060086B">
      <w:pPr>
        <w:jc w:val="both"/>
        <w:rPr>
          <w:rFonts w:ascii="KIA Light" w:eastAsia="KIA Light" w:hAnsi="KIA Light"/>
          <w:sz w:val="24"/>
          <w:szCs w:val="24"/>
          <w:lang w:val="es-ES"/>
        </w:rPr>
      </w:pPr>
      <w:r w:rsidRPr="00B9762B">
        <w:rPr>
          <w:rFonts w:ascii="KIA Light" w:eastAsia="KIA Light" w:hAnsi="KIA Light"/>
          <w:sz w:val="24"/>
          <w:szCs w:val="24"/>
          <w:lang w:val="es-ES"/>
        </w:rPr>
        <w:br/>
        <w:t xml:space="preserve">El Stinger satisface en todas las condiciones en términos de potencia, manejo, seguridad y durabilidad. Las pruebas a las que ha sido sometido en las condiciones más extremas, desde el circuito de </w:t>
      </w:r>
      <w:proofErr w:type="spellStart"/>
      <w:r w:rsidRPr="00B9762B">
        <w:rPr>
          <w:rFonts w:ascii="KIA Light" w:eastAsia="KIA Light" w:hAnsi="KIA Light"/>
          <w:sz w:val="24"/>
          <w:szCs w:val="24"/>
          <w:lang w:val="es-ES"/>
        </w:rPr>
        <w:t>Nürburgring</w:t>
      </w:r>
      <w:proofErr w:type="spellEnd"/>
      <w:r w:rsidRPr="00B9762B">
        <w:rPr>
          <w:rFonts w:ascii="KIA Light" w:eastAsia="KIA Light" w:hAnsi="KIA Light"/>
          <w:sz w:val="24"/>
          <w:szCs w:val="24"/>
          <w:lang w:val="es-ES"/>
        </w:rPr>
        <w:t xml:space="preserve"> en Alemania, también conocido como el "Infierno Verde", hasta el frío ártico de </w:t>
      </w:r>
      <w:proofErr w:type="spellStart"/>
      <w:r w:rsidRPr="00B9762B">
        <w:rPr>
          <w:rFonts w:ascii="KIA Light" w:eastAsia="KIA Light" w:hAnsi="KIA Light"/>
          <w:sz w:val="24"/>
          <w:szCs w:val="24"/>
          <w:lang w:val="es-ES"/>
        </w:rPr>
        <w:t>Arjeplog</w:t>
      </w:r>
      <w:proofErr w:type="spellEnd"/>
      <w:r w:rsidRPr="00B9762B">
        <w:rPr>
          <w:rFonts w:ascii="KIA Light" w:eastAsia="KIA Light" w:hAnsi="KIA Light"/>
          <w:sz w:val="24"/>
          <w:szCs w:val="24"/>
          <w:lang w:val="es-ES"/>
        </w:rPr>
        <w:t xml:space="preserve"> en Suecia, han demostrado su brillante potencia. Su rendimiento de manejo de alta velocidad y la innovación han sido demostrados como nada que se haya visto antes de un fabricante convencional de autos.    </w:t>
      </w:r>
    </w:p>
    <w:p w:rsidR="00A26E13" w:rsidRDefault="0060086B" w:rsidP="00A26E13">
      <w:pPr>
        <w:rPr>
          <w:rFonts w:ascii="KIA Light" w:eastAsia="KIA Light" w:hAnsi="KIA Light"/>
          <w:sz w:val="24"/>
          <w:szCs w:val="24"/>
          <w:lang w:val="es-ES"/>
        </w:rPr>
      </w:pPr>
      <w:r w:rsidRPr="00B9762B">
        <w:rPr>
          <w:rFonts w:ascii="KIA Light" w:eastAsia="KIA Light" w:hAnsi="KIA Light"/>
          <w:sz w:val="24"/>
          <w:szCs w:val="24"/>
          <w:lang w:val="es-ES"/>
        </w:rPr>
        <w:t xml:space="preserve"> </w:t>
      </w:r>
      <w:r w:rsidRPr="00B9762B">
        <w:rPr>
          <w:rFonts w:ascii="KIA Light" w:eastAsia="KIA Light" w:hAnsi="KIA Light"/>
          <w:sz w:val="24"/>
          <w:szCs w:val="24"/>
          <w:lang w:val="es-ES"/>
        </w:rPr>
        <w:br/>
      </w:r>
      <w:proofErr w:type="spellStart"/>
      <w:r w:rsidRPr="00B9762B">
        <w:rPr>
          <w:rFonts w:ascii="KIA Light" w:eastAsia="KIA Light" w:hAnsi="KIA Light"/>
          <w:b/>
          <w:sz w:val="24"/>
          <w:szCs w:val="24"/>
          <w:lang w:val="es-ES"/>
        </w:rPr>
        <w:t>Nürburgring</w:t>
      </w:r>
      <w:proofErr w:type="spellEnd"/>
      <w:r w:rsidR="00A26E13">
        <w:rPr>
          <w:rFonts w:ascii="KIA Light" w:eastAsia="KIA Light" w:hAnsi="KIA Light"/>
          <w:b/>
          <w:sz w:val="24"/>
          <w:szCs w:val="24"/>
          <w:lang w:val="es-ES"/>
        </w:rPr>
        <w:t>, Alemania</w:t>
      </w:r>
      <w:r w:rsidRPr="00B9762B">
        <w:rPr>
          <w:rFonts w:ascii="KIA Light" w:eastAsia="KIA Light" w:hAnsi="KIA Light"/>
          <w:sz w:val="24"/>
          <w:szCs w:val="24"/>
          <w:lang w:val="es-ES"/>
        </w:rPr>
        <w:br/>
      </w:r>
    </w:p>
    <w:p w:rsidR="005E7FA4" w:rsidRPr="00B9762B" w:rsidRDefault="0060086B" w:rsidP="00A26E13">
      <w:pPr>
        <w:jc w:val="both"/>
        <w:rPr>
          <w:rFonts w:ascii="KIA Light" w:eastAsia="KIA Light" w:hAnsi="KIA Light"/>
          <w:sz w:val="24"/>
          <w:szCs w:val="24"/>
          <w:lang w:val="es-ES"/>
        </w:rPr>
      </w:pPr>
      <w:r w:rsidRPr="00B9762B">
        <w:rPr>
          <w:rFonts w:ascii="KIA Light" w:eastAsia="KIA Light" w:hAnsi="KIA Light"/>
          <w:sz w:val="24"/>
          <w:szCs w:val="24"/>
          <w:lang w:val="es-ES"/>
        </w:rPr>
        <w:t xml:space="preserve">El complejo de </w:t>
      </w:r>
      <w:proofErr w:type="spellStart"/>
      <w:r w:rsidRPr="00B9762B">
        <w:rPr>
          <w:rFonts w:ascii="KIA Light" w:eastAsia="KIA Light" w:hAnsi="KIA Light"/>
          <w:sz w:val="24"/>
          <w:szCs w:val="24"/>
          <w:lang w:val="es-ES"/>
        </w:rPr>
        <w:t>Nürburgring</w:t>
      </w:r>
      <w:proofErr w:type="spellEnd"/>
      <w:r w:rsidRPr="00B9762B">
        <w:rPr>
          <w:rFonts w:ascii="KIA Light" w:eastAsia="KIA Light" w:hAnsi="KIA Light"/>
          <w:sz w:val="24"/>
          <w:szCs w:val="24"/>
          <w:lang w:val="es-ES"/>
        </w:rPr>
        <w:t xml:space="preserve"> está formado por el moderno circuito de Grand Prix de cinco kilómetros y el </w:t>
      </w:r>
      <w:proofErr w:type="spellStart"/>
      <w:r w:rsidRPr="00B9762B">
        <w:rPr>
          <w:rFonts w:ascii="KIA Light" w:eastAsia="KIA Light" w:hAnsi="KIA Light"/>
          <w:sz w:val="24"/>
          <w:szCs w:val="24"/>
          <w:lang w:val="es-ES"/>
        </w:rPr>
        <w:t>Nordschleife</w:t>
      </w:r>
      <w:proofErr w:type="spellEnd"/>
      <w:r w:rsidRPr="00B9762B">
        <w:rPr>
          <w:rFonts w:ascii="KIA Light" w:eastAsia="KIA Light" w:hAnsi="KIA Light"/>
          <w:sz w:val="24"/>
          <w:szCs w:val="24"/>
          <w:lang w:val="es-ES"/>
        </w:rPr>
        <w:t xml:space="preserve"> de 20 kilómetros y 181 esquinas. Reconocida como la pista de carreras más peligrosa del mundo, fue apodada '</w:t>
      </w:r>
      <w:proofErr w:type="spellStart"/>
      <w:r w:rsidRPr="00B9762B">
        <w:rPr>
          <w:rFonts w:ascii="KIA Light" w:eastAsia="KIA Light" w:hAnsi="KIA Light"/>
          <w:sz w:val="24"/>
          <w:szCs w:val="24"/>
          <w:lang w:val="es-ES"/>
        </w:rPr>
        <w:t>The</w:t>
      </w:r>
      <w:proofErr w:type="spellEnd"/>
      <w:r w:rsidRPr="00B9762B">
        <w:rPr>
          <w:rFonts w:ascii="KIA Light" w:eastAsia="KIA Light" w:hAnsi="KIA Light"/>
          <w:sz w:val="24"/>
          <w:szCs w:val="24"/>
          <w:lang w:val="es-ES"/>
        </w:rPr>
        <w:t xml:space="preserve"> Green </w:t>
      </w:r>
      <w:proofErr w:type="spellStart"/>
      <w:r w:rsidRPr="00B9762B">
        <w:rPr>
          <w:rFonts w:ascii="KIA Light" w:eastAsia="KIA Light" w:hAnsi="KIA Light"/>
          <w:sz w:val="24"/>
          <w:szCs w:val="24"/>
          <w:lang w:val="es-ES"/>
        </w:rPr>
        <w:t>Hell</w:t>
      </w:r>
      <w:proofErr w:type="spellEnd"/>
      <w:r w:rsidRPr="00B9762B">
        <w:rPr>
          <w:rFonts w:ascii="KIA Light" w:eastAsia="KIA Light" w:hAnsi="KIA Light"/>
          <w:sz w:val="24"/>
          <w:szCs w:val="24"/>
          <w:lang w:val="es-ES"/>
        </w:rPr>
        <w:t>' por su combinación de distancia, cambios de elevación y rincones ciegos.  Es el lugar desde donde KIA Motors opera su centro de rendimiento de alta tecnología.</w:t>
      </w:r>
    </w:p>
    <w:p w:rsidR="00A26E13" w:rsidRDefault="0060086B" w:rsidP="00A26E13">
      <w:pPr>
        <w:jc w:val="both"/>
        <w:rPr>
          <w:rFonts w:ascii="KIA Light" w:eastAsia="KIA Light" w:hAnsi="KIA Light"/>
          <w:sz w:val="24"/>
          <w:szCs w:val="24"/>
          <w:lang w:val="es-ES"/>
        </w:rPr>
      </w:pPr>
      <w:r w:rsidRPr="00B9762B">
        <w:rPr>
          <w:rFonts w:ascii="KIA Light" w:eastAsia="KIA Light" w:hAnsi="KIA Light"/>
          <w:sz w:val="24"/>
          <w:szCs w:val="24"/>
          <w:lang w:val="es-ES"/>
        </w:rPr>
        <w:br/>
        <w:t>La diversidad de su terreno hace que en una sola vuelta de 20 kilómetros, un auto se enfrente a innumerables curvas, inclinaciones, caídas, frenadas, aceleraciones pesadas y repetidas. Fue en este circuito donde los niveles de durabilidad del Kia Stinger fueron perfeccionados, siendo la estabilidad a alta veloc</w:t>
      </w:r>
      <w:r w:rsidR="00A26E13">
        <w:rPr>
          <w:rFonts w:ascii="KIA Light" w:eastAsia="KIA Light" w:hAnsi="KIA Light"/>
          <w:sz w:val="24"/>
          <w:szCs w:val="24"/>
          <w:lang w:val="es-ES"/>
        </w:rPr>
        <w:t>idad un foco clave durante el ré</w:t>
      </w:r>
      <w:r w:rsidR="00A26E13" w:rsidRPr="00B9762B">
        <w:rPr>
          <w:rFonts w:ascii="KIA Light" w:eastAsia="KIA Light" w:hAnsi="KIA Light"/>
          <w:sz w:val="24"/>
          <w:szCs w:val="24"/>
          <w:lang w:val="es-ES"/>
        </w:rPr>
        <w:t>gimen</w:t>
      </w:r>
      <w:r w:rsidRPr="00B9762B">
        <w:rPr>
          <w:rFonts w:ascii="KIA Light" w:eastAsia="KIA Light" w:hAnsi="KIA Light"/>
          <w:sz w:val="24"/>
          <w:szCs w:val="24"/>
          <w:lang w:val="es-ES"/>
        </w:rPr>
        <w:t xml:space="preserve"> de prueba.</w:t>
      </w:r>
    </w:p>
    <w:p w:rsidR="00A26E13" w:rsidRDefault="0060086B" w:rsidP="00A26E13">
      <w:pPr>
        <w:jc w:val="both"/>
        <w:rPr>
          <w:rFonts w:ascii="KIA Light" w:eastAsia="KIA Light" w:hAnsi="KIA Light"/>
          <w:b/>
          <w:sz w:val="24"/>
          <w:szCs w:val="24"/>
          <w:lang w:val="es-ES"/>
        </w:rPr>
      </w:pPr>
      <w:r w:rsidRPr="00B9762B">
        <w:rPr>
          <w:rFonts w:ascii="KIA Light" w:eastAsia="KIA Light" w:hAnsi="KIA Light"/>
          <w:sz w:val="24"/>
          <w:szCs w:val="24"/>
          <w:lang w:val="es-ES"/>
        </w:rPr>
        <w:br/>
      </w:r>
      <w:r w:rsidRPr="00B9762B">
        <w:rPr>
          <w:rFonts w:ascii="KIA Light" w:eastAsia="KIA Light" w:hAnsi="KIA Light"/>
          <w:sz w:val="24"/>
          <w:szCs w:val="24"/>
          <w:lang w:val="es-ES"/>
        </w:rPr>
        <w:br/>
      </w:r>
      <w:proofErr w:type="spellStart"/>
      <w:r w:rsidRPr="00B9762B">
        <w:rPr>
          <w:rFonts w:ascii="KIA Light" w:eastAsia="KIA Light" w:hAnsi="KIA Light"/>
          <w:b/>
          <w:sz w:val="24"/>
          <w:szCs w:val="24"/>
          <w:lang w:val="es-ES"/>
        </w:rPr>
        <w:t>Arjeplog</w:t>
      </w:r>
      <w:proofErr w:type="spellEnd"/>
      <w:r w:rsidR="00A26E13">
        <w:rPr>
          <w:rFonts w:ascii="KIA Light" w:eastAsia="KIA Light" w:hAnsi="KIA Light"/>
          <w:b/>
          <w:sz w:val="24"/>
          <w:szCs w:val="24"/>
          <w:lang w:val="es-ES"/>
        </w:rPr>
        <w:t>, Suecia</w:t>
      </w:r>
    </w:p>
    <w:p w:rsidR="005E7FA4" w:rsidRDefault="0060086B">
      <w:pPr>
        <w:jc w:val="both"/>
        <w:rPr>
          <w:rFonts w:ascii="KIA Light" w:eastAsia="KIA Light" w:hAnsi="KIA Light"/>
          <w:sz w:val="24"/>
          <w:szCs w:val="24"/>
          <w:lang w:val="es-ES"/>
        </w:rPr>
      </w:pPr>
      <w:r w:rsidRPr="00B9762B">
        <w:rPr>
          <w:rFonts w:ascii="KIA Light" w:eastAsia="KIA Light" w:hAnsi="KIA Light"/>
          <w:sz w:val="24"/>
          <w:szCs w:val="24"/>
          <w:lang w:val="es-ES"/>
        </w:rPr>
        <w:br/>
      </w:r>
      <w:proofErr w:type="spellStart"/>
      <w:r w:rsidRPr="00B9762B">
        <w:rPr>
          <w:rFonts w:ascii="KIA Light" w:eastAsia="KIA Light" w:hAnsi="KIA Light"/>
          <w:sz w:val="24"/>
          <w:szCs w:val="24"/>
          <w:lang w:val="es-ES"/>
        </w:rPr>
        <w:t>Arjeplog</w:t>
      </w:r>
      <w:proofErr w:type="spellEnd"/>
      <w:r w:rsidRPr="00B9762B">
        <w:rPr>
          <w:rFonts w:ascii="KIA Light" w:eastAsia="KIA Light" w:hAnsi="KIA Light"/>
          <w:sz w:val="24"/>
          <w:szCs w:val="24"/>
          <w:lang w:val="es-ES"/>
        </w:rPr>
        <w:t xml:space="preserve"> es un tranquilo pueblo rural a 65 kilómetros al norte de la capital sueca, con más de 8,700 lagos, que se congelan en condiciones bajo cero. Cada invierno, Kia crea una pista de hielo para pruebas de vehículos en esta superficie </w:t>
      </w:r>
      <w:r w:rsidRPr="00B9762B">
        <w:rPr>
          <w:rFonts w:ascii="KIA Light" w:eastAsia="KIA Light" w:hAnsi="KIA Light"/>
          <w:sz w:val="24"/>
          <w:szCs w:val="24"/>
          <w:lang w:val="es-ES"/>
        </w:rPr>
        <w:lastRenderedPageBreak/>
        <w:t xml:space="preserve">resbaladiza, que comprende una gama de entornos de manejo de poco agarre, que incluyen condiciones extremas de baja fricción </w:t>
      </w:r>
      <w:r w:rsidR="00A26E13">
        <w:rPr>
          <w:rFonts w:ascii="KIA Light" w:eastAsia="KIA Light" w:hAnsi="KIA Light"/>
          <w:sz w:val="24"/>
          <w:szCs w:val="24"/>
          <w:lang w:val="es-ES"/>
        </w:rPr>
        <w:t xml:space="preserve">que </w:t>
      </w:r>
      <w:r w:rsidRPr="00B9762B">
        <w:rPr>
          <w:rFonts w:ascii="KIA Light" w:eastAsia="KIA Light" w:hAnsi="KIA Light"/>
          <w:sz w:val="24"/>
          <w:szCs w:val="24"/>
          <w:lang w:val="es-ES"/>
        </w:rPr>
        <w:t xml:space="preserve">permiten afinar las características </w:t>
      </w:r>
      <w:r w:rsidR="00A26E13">
        <w:rPr>
          <w:rFonts w:ascii="KIA Light" w:eastAsia="KIA Light" w:hAnsi="KIA Light"/>
          <w:sz w:val="24"/>
          <w:szCs w:val="24"/>
          <w:lang w:val="es-ES"/>
        </w:rPr>
        <w:t xml:space="preserve">de conducir un auto, creando un manejo </w:t>
      </w:r>
      <w:r w:rsidRPr="00B9762B">
        <w:rPr>
          <w:rFonts w:ascii="KIA Light" w:eastAsia="KIA Light" w:hAnsi="KIA Light"/>
          <w:sz w:val="24"/>
          <w:szCs w:val="24"/>
          <w:lang w:val="es-ES"/>
        </w:rPr>
        <w:t xml:space="preserve">estable y predecible para todos los entornos y </w:t>
      </w:r>
      <w:r w:rsidR="00A26E13">
        <w:rPr>
          <w:rFonts w:ascii="KIA Light" w:eastAsia="KIA Light" w:hAnsi="KIA Light"/>
          <w:sz w:val="24"/>
          <w:szCs w:val="24"/>
          <w:lang w:val="es-ES"/>
        </w:rPr>
        <w:t>también permiten</w:t>
      </w:r>
      <w:r w:rsidRPr="00B9762B">
        <w:rPr>
          <w:rFonts w:ascii="KIA Light" w:eastAsia="KIA Light" w:hAnsi="KIA Light"/>
          <w:sz w:val="24"/>
          <w:szCs w:val="24"/>
          <w:lang w:val="es-ES"/>
        </w:rPr>
        <w:t xml:space="preserve"> afinar el control de tracción</w:t>
      </w:r>
      <w:r w:rsidR="00A26E13">
        <w:rPr>
          <w:rFonts w:ascii="KIA Light" w:eastAsia="KIA Light" w:hAnsi="KIA Light"/>
          <w:sz w:val="24"/>
          <w:szCs w:val="24"/>
          <w:lang w:val="es-ES"/>
        </w:rPr>
        <w:t>,</w:t>
      </w:r>
      <w:r w:rsidRPr="00B9762B">
        <w:rPr>
          <w:rFonts w:ascii="KIA Light" w:eastAsia="KIA Light" w:hAnsi="KIA Light"/>
          <w:sz w:val="24"/>
          <w:szCs w:val="24"/>
          <w:lang w:val="es-ES"/>
        </w:rPr>
        <w:t xml:space="preserve"> y los sistemas electró</w:t>
      </w:r>
      <w:r w:rsidR="00A26E13">
        <w:rPr>
          <w:rFonts w:ascii="KIA Light" w:eastAsia="KIA Light" w:hAnsi="KIA Light"/>
          <w:sz w:val="24"/>
          <w:szCs w:val="24"/>
          <w:lang w:val="es-ES"/>
        </w:rPr>
        <w:t>nicos de control de estabilidad. A</w:t>
      </w:r>
      <w:r w:rsidRPr="00B9762B">
        <w:rPr>
          <w:rFonts w:ascii="KIA Light" w:eastAsia="KIA Light" w:hAnsi="KIA Light"/>
          <w:sz w:val="24"/>
          <w:szCs w:val="24"/>
          <w:lang w:val="es-ES"/>
        </w:rPr>
        <w:t xml:space="preserve">sí como otros componentes electrónicos y baterías auxiliares para garantizar que conserven suficiente capacidad a bajas temperaturas. </w:t>
      </w:r>
      <w:r w:rsidRPr="00B9762B">
        <w:rPr>
          <w:rFonts w:ascii="KIA Light" w:eastAsia="KIA Light" w:hAnsi="KIA Light"/>
          <w:sz w:val="24"/>
          <w:szCs w:val="24"/>
          <w:lang w:val="es-ES"/>
        </w:rPr>
        <w:br/>
      </w:r>
      <w:r w:rsidRPr="00B9762B">
        <w:rPr>
          <w:rFonts w:ascii="KIA Light" w:eastAsia="KIA Light" w:hAnsi="KIA Light"/>
          <w:sz w:val="24"/>
          <w:szCs w:val="24"/>
          <w:lang w:val="es-ES"/>
        </w:rPr>
        <w:br/>
      </w:r>
      <w:proofErr w:type="spellStart"/>
      <w:r w:rsidRPr="00B9762B">
        <w:rPr>
          <w:rFonts w:ascii="KIA Light" w:eastAsia="KIA Light" w:hAnsi="KIA Light"/>
          <w:sz w:val="24"/>
          <w:szCs w:val="24"/>
          <w:lang w:val="es-ES"/>
        </w:rPr>
        <w:t>Arjeplog</w:t>
      </w:r>
      <w:proofErr w:type="spellEnd"/>
      <w:r w:rsidRPr="00B9762B">
        <w:rPr>
          <w:rFonts w:ascii="KIA Light" w:eastAsia="KIA Light" w:hAnsi="KIA Light"/>
          <w:sz w:val="24"/>
          <w:szCs w:val="24"/>
          <w:lang w:val="es-ES"/>
        </w:rPr>
        <w:t xml:space="preserve"> fue el entorno perfecto para realizar pruebas y ajustes de varias de las tecnologías de seguridad del Stinger, como la configuración de su avanzado sistema antibloqueo de frenos (ABS), su sistema All Wheel Drive (AWD), el Control Electrónico de Estabilidad (ESC) y el Sistema de Control de Tracción (TCS).</w:t>
      </w:r>
      <w:r w:rsidRPr="00B9762B">
        <w:rPr>
          <w:rFonts w:ascii="KIA Light" w:eastAsia="KIA Light" w:hAnsi="KIA Light"/>
          <w:sz w:val="24"/>
          <w:szCs w:val="24"/>
          <w:lang w:val="es-ES"/>
        </w:rPr>
        <w:br/>
      </w:r>
      <w:r w:rsidRPr="00B9762B">
        <w:rPr>
          <w:rFonts w:ascii="KIA Light" w:eastAsia="KIA Light" w:hAnsi="KIA Light"/>
          <w:sz w:val="24"/>
          <w:szCs w:val="24"/>
          <w:lang w:val="es-ES"/>
        </w:rPr>
        <w:br/>
      </w:r>
      <w:r w:rsidR="00A26E13" w:rsidRPr="00A26E13">
        <w:rPr>
          <w:rFonts w:ascii="KIA Light" w:eastAsia="KIA Light" w:hAnsi="KIA Light"/>
          <w:b/>
          <w:sz w:val="24"/>
          <w:szCs w:val="24"/>
          <w:lang w:val="es-ES"/>
        </w:rPr>
        <w:t>Reconocimientos</w:t>
      </w:r>
    </w:p>
    <w:p w:rsidR="00A26E13" w:rsidRPr="00B9762B" w:rsidRDefault="00A26E13">
      <w:pPr>
        <w:jc w:val="both"/>
        <w:rPr>
          <w:rFonts w:ascii="KIA Light" w:eastAsia="KIA Light" w:hAnsi="KIA Light"/>
          <w:sz w:val="24"/>
          <w:szCs w:val="24"/>
          <w:lang w:val="es-ES"/>
        </w:rPr>
      </w:pPr>
    </w:p>
    <w:p w:rsidR="005E7FA4" w:rsidRPr="0060086B" w:rsidRDefault="0060086B">
      <w:pPr>
        <w:jc w:val="both"/>
        <w:rPr>
          <w:rFonts w:ascii="KIA Light" w:eastAsia="KIA Light" w:hAnsi="KIA Light"/>
          <w:sz w:val="24"/>
          <w:szCs w:val="24"/>
          <w:lang w:val="es-ES"/>
        </w:rPr>
      </w:pPr>
      <w:r w:rsidRPr="00B9762B">
        <w:rPr>
          <w:rFonts w:ascii="KIA Light" w:eastAsia="KIA Light" w:hAnsi="KIA Light"/>
          <w:sz w:val="24"/>
          <w:szCs w:val="24"/>
          <w:lang w:val="es-ES"/>
        </w:rPr>
        <w:t xml:space="preserve">Desde su presentación oficial al público y su llegada al mercado americano, el Stinger ha sido distinguido con varios premios y reconocimientos, gracias a su innovador y característico diseño.  </w:t>
      </w:r>
      <w:r w:rsidRPr="0060086B">
        <w:rPr>
          <w:rFonts w:ascii="KIA Light" w:eastAsia="KIA Light" w:hAnsi="KIA Light"/>
          <w:sz w:val="24"/>
          <w:szCs w:val="24"/>
          <w:lang w:val="es-ES"/>
        </w:rPr>
        <w:t>Entre ellos:</w:t>
      </w:r>
    </w:p>
    <w:p w:rsidR="005E7FA4" w:rsidRPr="00B9762B" w:rsidRDefault="0060086B">
      <w:pPr>
        <w:numPr>
          <w:ilvl w:val="0"/>
          <w:numId w:val="1"/>
        </w:numPr>
        <w:contextualSpacing/>
        <w:jc w:val="both"/>
        <w:rPr>
          <w:rFonts w:ascii="KIA Light" w:eastAsia="KIA Light" w:hAnsi="KIA Light"/>
          <w:sz w:val="24"/>
          <w:szCs w:val="24"/>
        </w:rPr>
      </w:pPr>
      <w:proofErr w:type="spellStart"/>
      <w:r w:rsidRPr="00B9762B">
        <w:rPr>
          <w:rFonts w:ascii="KIA Light" w:eastAsia="KIA Light" w:hAnsi="KIA Light"/>
          <w:b/>
          <w:sz w:val="24"/>
          <w:szCs w:val="24"/>
        </w:rPr>
        <w:t>Vehículo</w:t>
      </w:r>
      <w:proofErr w:type="spellEnd"/>
      <w:r w:rsidRPr="00B9762B">
        <w:rPr>
          <w:rFonts w:ascii="KIA Light" w:eastAsia="KIA Light" w:hAnsi="KIA Light"/>
          <w:b/>
          <w:sz w:val="24"/>
          <w:szCs w:val="24"/>
        </w:rPr>
        <w:t xml:space="preserve"> del </w:t>
      </w:r>
      <w:proofErr w:type="spellStart"/>
      <w:r w:rsidRPr="00B9762B">
        <w:rPr>
          <w:rFonts w:ascii="KIA Light" w:eastAsia="KIA Light" w:hAnsi="KIA Light"/>
          <w:b/>
          <w:sz w:val="24"/>
          <w:szCs w:val="24"/>
        </w:rPr>
        <w:t>año</w:t>
      </w:r>
      <w:proofErr w:type="spellEnd"/>
      <w:r w:rsidRPr="00B9762B">
        <w:rPr>
          <w:rFonts w:ascii="KIA Light" w:eastAsia="KIA Light" w:hAnsi="KIA Light"/>
          <w:b/>
          <w:sz w:val="24"/>
          <w:szCs w:val="24"/>
        </w:rPr>
        <w:t xml:space="preserve"> 2018 -</w:t>
      </w:r>
      <w:r w:rsidRPr="00B9762B">
        <w:rPr>
          <w:rFonts w:ascii="KIA Light" w:eastAsia="KIA Light" w:hAnsi="KIA Light"/>
          <w:sz w:val="24"/>
          <w:szCs w:val="24"/>
        </w:rPr>
        <w:t xml:space="preserve"> “Roadshow by CNET Shift Award”</w:t>
      </w:r>
    </w:p>
    <w:p w:rsidR="005E7FA4" w:rsidRPr="00B9762B" w:rsidRDefault="0060086B">
      <w:pPr>
        <w:numPr>
          <w:ilvl w:val="0"/>
          <w:numId w:val="1"/>
        </w:numPr>
        <w:contextualSpacing/>
        <w:jc w:val="both"/>
        <w:rPr>
          <w:rFonts w:ascii="KIA Light" w:eastAsia="KIA Light" w:hAnsi="KIA Light"/>
          <w:sz w:val="24"/>
          <w:szCs w:val="24"/>
          <w:lang w:val="es-ES"/>
        </w:rPr>
      </w:pPr>
      <w:proofErr w:type="spellStart"/>
      <w:r w:rsidRPr="00B9762B">
        <w:rPr>
          <w:rFonts w:ascii="KIA Light" w:eastAsia="KIA Light" w:hAnsi="KIA Light"/>
          <w:b/>
          <w:sz w:val="24"/>
          <w:szCs w:val="24"/>
        </w:rPr>
        <w:t>Mejor</w:t>
      </w:r>
      <w:proofErr w:type="spellEnd"/>
      <w:r w:rsidRPr="00B9762B">
        <w:rPr>
          <w:rFonts w:ascii="KIA Light" w:eastAsia="KIA Light" w:hAnsi="KIA Light"/>
          <w:b/>
          <w:sz w:val="24"/>
          <w:szCs w:val="24"/>
        </w:rPr>
        <w:t xml:space="preserve"> </w:t>
      </w:r>
      <w:proofErr w:type="gramStart"/>
      <w:r w:rsidRPr="00B9762B">
        <w:rPr>
          <w:rFonts w:ascii="KIA Light" w:eastAsia="KIA Light" w:hAnsi="KIA Light"/>
          <w:b/>
          <w:sz w:val="24"/>
          <w:szCs w:val="24"/>
        </w:rPr>
        <w:t>del</w:t>
      </w:r>
      <w:proofErr w:type="gramEnd"/>
      <w:r w:rsidRPr="00B9762B">
        <w:rPr>
          <w:rFonts w:ascii="KIA Light" w:eastAsia="KIA Light" w:hAnsi="KIA Light"/>
          <w:b/>
          <w:sz w:val="24"/>
          <w:szCs w:val="24"/>
        </w:rPr>
        <w:t xml:space="preserve"> </w:t>
      </w:r>
      <w:proofErr w:type="spellStart"/>
      <w:r w:rsidRPr="00B9762B">
        <w:rPr>
          <w:rFonts w:ascii="KIA Light" w:eastAsia="KIA Light" w:hAnsi="KIA Light"/>
          <w:b/>
          <w:sz w:val="24"/>
          <w:szCs w:val="24"/>
        </w:rPr>
        <w:t>Año</w:t>
      </w:r>
      <w:proofErr w:type="spellEnd"/>
      <w:r w:rsidRPr="00B9762B">
        <w:rPr>
          <w:rFonts w:ascii="KIA Light" w:eastAsia="KIA Light" w:hAnsi="KIA Light"/>
          <w:b/>
          <w:sz w:val="24"/>
          <w:szCs w:val="24"/>
        </w:rPr>
        <w:t xml:space="preserve"> – </w:t>
      </w:r>
      <w:r w:rsidRPr="00B9762B">
        <w:rPr>
          <w:rFonts w:ascii="KIA Light" w:eastAsia="KIA Light" w:hAnsi="KIA Light"/>
          <w:sz w:val="24"/>
          <w:szCs w:val="24"/>
        </w:rPr>
        <w:t xml:space="preserve">Driver’s Choice Award by Motor Week.  </w:t>
      </w:r>
      <w:r w:rsidRPr="00B9762B">
        <w:rPr>
          <w:rFonts w:ascii="KIA Light" w:eastAsia="KIA Light" w:hAnsi="KIA Light"/>
          <w:sz w:val="24"/>
          <w:szCs w:val="24"/>
          <w:lang w:val="es-ES"/>
        </w:rPr>
        <w:t>Este premio fue anunciado durante el Auto Show de Chicago, el más grande de la nación americana.</w:t>
      </w:r>
    </w:p>
    <w:p w:rsidR="005E7FA4" w:rsidRPr="00B9762B" w:rsidRDefault="0060086B">
      <w:pPr>
        <w:numPr>
          <w:ilvl w:val="0"/>
          <w:numId w:val="1"/>
        </w:numPr>
        <w:contextualSpacing/>
        <w:jc w:val="both"/>
        <w:rPr>
          <w:rFonts w:ascii="KIA Light" w:eastAsia="KIA Light" w:hAnsi="KIA Light"/>
          <w:sz w:val="24"/>
          <w:szCs w:val="24"/>
        </w:rPr>
      </w:pPr>
      <w:r w:rsidRPr="00B9762B">
        <w:rPr>
          <w:rFonts w:ascii="KIA Light" w:eastAsia="KIA Light" w:hAnsi="KIA Light"/>
          <w:b/>
          <w:sz w:val="24"/>
          <w:szCs w:val="24"/>
        </w:rPr>
        <w:t xml:space="preserve">Auto del </w:t>
      </w:r>
      <w:proofErr w:type="spellStart"/>
      <w:r w:rsidRPr="00B9762B">
        <w:rPr>
          <w:rFonts w:ascii="KIA Light" w:eastAsia="KIA Light" w:hAnsi="KIA Light"/>
          <w:b/>
          <w:sz w:val="24"/>
          <w:szCs w:val="24"/>
        </w:rPr>
        <w:t>año</w:t>
      </w:r>
      <w:proofErr w:type="spellEnd"/>
      <w:r w:rsidRPr="00B9762B">
        <w:rPr>
          <w:rFonts w:ascii="KIA Light" w:eastAsia="KIA Light" w:hAnsi="KIA Light"/>
          <w:b/>
          <w:sz w:val="24"/>
          <w:szCs w:val="24"/>
        </w:rPr>
        <w:t xml:space="preserve"> –</w:t>
      </w:r>
      <w:r w:rsidRPr="00B9762B">
        <w:rPr>
          <w:rFonts w:ascii="KIA Light" w:eastAsia="KIA Light" w:hAnsi="KIA Light"/>
          <w:sz w:val="24"/>
          <w:szCs w:val="24"/>
        </w:rPr>
        <w:t xml:space="preserve"> AutoGuide.com</w:t>
      </w:r>
    </w:p>
    <w:p w:rsidR="005E7FA4" w:rsidRDefault="0060086B">
      <w:pPr>
        <w:numPr>
          <w:ilvl w:val="0"/>
          <w:numId w:val="1"/>
        </w:numPr>
        <w:contextualSpacing/>
        <w:jc w:val="both"/>
        <w:rPr>
          <w:rFonts w:ascii="KIA Light" w:eastAsia="KIA Light" w:hAnsi="KIA Light"/>
          <w:sz w:val="24"/>
          <w:szCs w:val="24"/>
          <w:lang w:val="es-ES"/>
        </w:rPr>
      </w:pPr>
      <w:r w:rsidRPr="00B9762B">
        <w:rPr>
          <w:rFonts w:ascii="KIA Light" w:eastAsia="KIA Light" w:hAnsi="KIA Light"/>
          <w:b/>
          <w:sz w:val="24"/>
          <w:szCs w:val="24"/>
          <w:lang w:val="es-ES"/>
        </w:rPr>
        <w:t>Premio “</w:t>
      </w:r>
      <w:proofErr w:type="spellStart"/>
      <w:r w:rsidRPr="00B9762B">
        <w:rPr>
          <w:rFonts w:ascii="KIA Light" w:eastAsia="KIA Light" w:hAnsi="KIA Light"/>
          <w:b/>
          <w:sz w:val="24"/>
          <w:szCs w:val="24"/>
          <w:lang w:val="es-ES"/>
        </w:rPr>
        <w:t>EyesOn</w:t>
      </w:r>
      <w:proofErr w:type="spellEnd"/>
      <w:r w:rsidRPr="00B9762B">
        <w:rPr>
          <w:rFonts w:ascii="KIA Light" w:eastAsia="KIA Light" w:hAnsi="KIA Light"/>
          <w:b/>
          <w:sz w:val="24"/>
          <w:szCs w:val="24"/>
          <w:lang w:val="es-ES"/>
        </w:rPr>
        <w:t>” a la excelencia en el diseño de automóviles de producción</w:t>
      </w:r>
      <w:r w:rsidRPr="00B9762B">
        <w:rPr>
          <w:rFonts w:ascii="KIA Light" w:eastAsia="KIA Light" w:hAnsi="KIA Light"/>
          <w:sz w:val="24"/>
          <w:szCs w:val="24"/>
          <w:lang w:val="es-ES"/>
        </w:rPr>
        <w:t xml:space="preserve"> – distinción obtenida en el NAIAS.</w:t>
      </w:r>
    </w:p>
    <w:p w:rsidR="0060086B" w:rsidRPr="0060086B" w:rsidRDefault="0060086B" w:rsidP="0060086B">
      <w:pPr>
        <w:contextualSpacing/>
        <w:jc w:val="both"/>
        <w:rPr>
          <w:rFonts w:ascii="KIA Light" w:eastAsia="KIA Light" w:hAnsi="KIA Light"/>
          <w:b/>
          <w:sz w:val="24"/>
          <w:szCs w:val="24"/>
          <w:lang w:val="es-ES"/>
        </w:rPr>
      </w:pPr>
    </w:p>
    <w:p w:rsidR="0060086B" w:rsidRPr="0060086B" w:rsidRDefault="0060086B" w:rsidP="0060086B">
      <w:pPr>
        <w:contextualSpacing/>
        <w:jc w:val="both"/>
        <w:rPr>
          <w:rFonts w:ascii="KIA Light" w:eastAsia="KIA Light" w:hAnsi="KIA Light"/>
          <w:b/>
          <w:sz w:val="24"/>
          <w:szCs w:val="24"/>
          <w:lang w:val="es-ES"/>
        </w:rPr>
      </w:pPr>
      <w:r w:rsidRPr="0060086B">
        <w:rPr>
          <w:rFonts w:ascii="KIA Light" w:eastAsia="KIA Light" w:hAnsi="KIA Light"/>
          <w:b/>
          <w:sz w:val="24"/>
          <w:szCs w:val="24"/>
          <w:lang w:val="es-ES"/>
        </w:rPr>
        <w:t>Especificaciones y características</w:t>
      </w:r>
    </w:p>
    <w:p w:rsidR="0060086B" w:rsidRDefault="0060086B" w:rsidP="0060086B">
      <w:pPr>
        <w:contextualSpacing/>
        <w:jc w:val="both"/>
        <w:rPr>
          <w:rFonts w:ascii="KIA Light" w:eastAsia="KIA Light" w:hAnsi="KIA Light"/>
          <w:sz w:val="24"/>
          <w:szCs w:val="24"/>
          <w:lang w:val="es-ES"/>
        </w:rPr>
      </w:pPr>
    </w:p>
    <w:p w:rsidR="0060086B" w:rsidRPr="0060086B" w:rsidRDefault="0060086B" w:rsidP="0060086B">
      <w:pPr>
        <w:jc w:val="both"/>
        <w:rPr>
          <w:rFonts w:ascii="KIA Light" w:eastAsia="KIA Light" w:hAnsi="KIA Light"/>
          <w:lang w:val="es-ES"/>
        </w:rPr>
      </w:pPr>
      <w:r w:rsidRPr="0060086B">
        <w:rPr>
          <w:rFonts w:ascii="KIA Light" w:eastAsia="KIA Light" w:hAnsi="KIA Light"/>
          <w:lang w:val="es-ES"/>
        </w:rPr>
        <w:t xml:space="preserve">Stinger llega a Puerto Rico con dos variantes. La versión Premium vienen con un motor de 2.0 litros, cuatro cilindros y un turbocompresor de doble desplazamiento con una potencia </w:t>
      </w:r>
      <w:r w:rsidRPr="0060086B">
        <w:rPr>
          <w:rFonts w:ascii="KIA Light" w:eastAsia="KIA Light" w:hAnsi="KIA Light"/>
          <w:lang w:val="es-ES"/>
        </w:rPr>
        <w:lastRenderedPageBreak/>
        <w:t xml:space="preserve">de 255 caballos de fuerza. La variante GT tiene un motor V6 de 3.3 litros </w:t>
      </w:r>
      <w:proofErr w:type="spellStart"/>
      <w:r w:rsidRPr="0060086B">
        <w:rPr>
          <w:rFonts w:ascii="KIA Light" w:eastAsia="KIA Light" w:hAnsi="KIA Light"/>
          <w:i/>
          <w:lang w:val="es-ES"/>
        </w:rPr>
        <w:t>twinturbo</w:t>
      </w:r>
      <w:proofErr w:type="spellEnd"/>
      <w:r w:rsidRPr="0060086B">
        <w:rPr>
          <w:rFonts w:ascii="KIA Light" w:eastAsia="KIA Light" w:hAnsi="KIA Light"/>
          <w:lang w:val="es-ES"/>
        </w:rPr>
        <w:t xml:space="preserve"> de 365 caballos de fuerza. Es lo suficientemente fuerte como para lanzarlo de cero a 60 mph en 4.7 segundos (reduciendo 1.2 segundos el tiempo del motor de cuatro cilindros). Ambas variantes tienen transmisión automática de ocho velocidades. Cinco modos de manejo seleccionables son estándar: personalizado, ecológico, deportivo, de confort y elegante. Ambas variantes cuentan con tracción trasera estándar y un diferencial de deslizamiento limitado (LDS*) está disponible en la variante GT. La variante </w:t>
      </w:r>
      <w:proofErr w:type="spellStart"/>
      <w:r w:rsidRPr="0060086B">
        <w:rPr>
          <w:rFonts w:ascii="KIA Light" w:eastAsia="KIA Light" w:hAnsi="KIA Light"/>
          <w:lang w:val="es-ES"/>
        </w:rPr>
        <w:t>premium</w:t>
      </w:r>
      <w:proofErr w:type="spellEnd"/>
      <w:r w:rsidRPr="0060086B">
        <w:rPr>
          <w:rFonts w:ascii="KIA Light" w:eastAsia="KIA Light" w:hAnsi="KIA Light"/>
          <w:lang w:val="es-ES"/>
        </w:rPr>
        <w:t xml:space="preserve"> cuenta con aros 18” mientras GT cuenta con aros 19” y frenos </w:t>
      </w:r>
      <w:proofErr w:type="spellStart"/>
      <w:r w:rsidRPr="0060086B">
        <w:rPr>
          <w:rFonts w:ascii="KIA Light" w:eastAsia="KIA Light" w:hAnsi="KIA Light"/>
          <w:lang w:val="es-ES"/>
        </w:rPr>
        <w:t>Brembo</w:t>
      </w:r>
      <w:proofErr w:type="spellEnd"/>
      <w:r w:rsidRPr="0060086B">
        <w:rPr>
          <w:rFonts w:ascii="KIA Light" w:eastAsia="KIA Light" w:hAnsi="KIA Light"/>
          <w:lang w:val="es-ES"/>
        </w:rPr>
        <w:t xml:space="preserve"> ventilados para un mejor frenado en la carretera. </w:t>
      </w:r>
    </w:p>
    <w:p w:rsidR="0060086B" w:rsidRPr="0060086B" w:rsidRDefault="0060086B" w:rsidP="0060086B">
      <w:pPr>
        <w:jc w:val="both"/>
        <w:rPr>
          <w:rFonts w:ascii="KIA Light" w:eastAsia="KIA Light" w:hAnsi="KIA Light"/>
          <w:lang w:val="es-ES"/>
        </w:rPr>
      </w:pPr>
    </w:p>
    <w:p w:rsidR="0060086B" w:rsidRPr="0060086B" w:rsidRDefault="0060086B" w:rsidP="0060086B">
      <w:pPr>
        <w:jc w:val="both"/>
        <w:rPr>
          <w:rFonts w:ascii="KIA Light" w:eastAsia="KIA Light" w:hAnsi="KIA Light"/>
          <w:lang w:val="es-ES"/>
        </w:rPr>
      </w:pPr>
      <w:r w:rsidRPr="0060086B">
        <w:rPr>
          <w:rFonts w:ascii="KIA Light" w:eastAsia="KIA Light" w:hAnsi="KIA Light"/>
          <w:lang w:val="es-ES"/>
        </w:rPr>
        <w:t>En cuanto a seguridad el Stinger en ambas variantes tiene siete bolsas de aire incluyendo la bolsa de rodilla que no todos los modelos de la industria de autos lo tienen. Kia implementó el sistema de Drive-</w:t>
      </w:r>
      <w:proofErr w:type="spellStart"/>
      <w:r w:rsidRPr="0060086B">
        <w:rPr>
          <w:rFonts w:ascii="KIA Light" w:eastAsia="KIA Light" w:hAnsi="KIA Light"/>
          <w:lang w:val="es-ES"/>
        </w:rPr>
        <w:t>Wise</w:t>
      </w:r>
      <w:proofErr w:type="spellEnd"/>
      <w:r w:rsidRPr="0060086B">
        <w:rPr>
          <w:rFonts w:ascii="KIA Light" w:eastAsia="KIA Light" w:hAnsi="KIA Light" w:hint="eastAsia"/>
          <w:lang w:val="es-ES"/>
        </w:rPr>
        <w:t>®</w:t>
      </w:r>
      <w:r w:rsidRPr="0060086B">
        <w:rPr>
          <w:rFonts w:ascii="KIA Light" w:eastAsia="KIA Light" w:hAnsi="KIA Light"/>
          <w:lang w:val="es-ES"/>
        </w:rPr>
        <w:t xml:space="preserve"> con tecnologías de seguridad como el sistema de advertencia de atención al conductor (DAW*). Está diseñado para ayudar a combatir el manejo distraído o adormecido, monitoreando la </w:t>
      </w:r>
      <w:r w:rsidRPr="0060086B">
        <w:rPr>
          <w:rFonts w:ascii="KIA Light" w:eastAsia="KIA Light" w:hAnsi="KIA Light"/>
          <w:highlight w:val="yellow"/>
          <w:lang w:val="es-ES"/>
        </w:rPr>
        <w:t>cantidad de entradas del vehículo y</w:t>
      </w:r>
      <w:r w:rsidRPr="0060086B">
        <w:rPr>
          <w:rFonts w:ascii="KIA Light" w:eastAsia="KIA Light" w:hAnsi="KIA Light"/>
          <w:lang w:val="es-ES"/>
        </w:rPr>
        <w:t xml:space="preserve"> del conductor, y sonará una alerta de advertencia además de mostrar una gráfica en el panel de instrumentación que indica que es hora de tomar un descanso del manejo, si detecta que el nivel de atención del conductor se ha reducido significativamente.</w:t>
      </w:r>
    </w:p>
    <w:p w:rsidR="0060086B" w:rsidRDefault="0060086B" w:rsidP="0060086B">
      <w:pPr>
        <w:jc w:val="both"/>
        <w:rPr>
          <w:rFonts w:ascii="KIA Light" w:eastAsia="KIA Light" w:hAnsi="KIA Light"/>
          <w:lang w:val="es-ES"/>
        </w:rPr>
      </w:pPr>
    </w:p>
    <w:p w:rsidR="0060086B" w:rsidRPr="0060086B" w:rsidRDefault="0060086B" w:rsidP="0060086B">
      <w:pPr>
        <w:jc w:val="both"/>
        <w:rPr>
          <w:rFonts w:ascii="KIA Light" w:eastAsia="KIA Light" w:hAnsi="KIA Light"/>
          <w:lang w:val="es-ES"/>
        </w:rPr>
      </w:pPr>
      <w:r w:rsidRPr="0060086B">
        <w:rPr>
          <w:rFonts w:ascii="KIA Light" w:eastAsia="KIA Light" w:hAnsi="KIA Light"/>
          <w:lang w:val="es-ES"/>
        </w:rPr>
        <w:t xml:space="preserve">El sistema de alerta contra la colisión frontal (FCA*) con detección de peatones está diseñado para monitorear vehículos y peatones por delante del vehículo, y si detecta una posible colisión con otro vehículo o peatón, funciona para ayudar a detener el automóvil. El control de viaje inteligente con Stop &amp; </w:t>
      </w:r>
      <w:proofErr w:type="spellStart"/>
      <w:r w:rsidRPr="0060086B">
        <w:rPr>
          <w:rFonts w:ascii="KIA Light" w:eastAsia="KIA Light" w:hAnsi="KIA Light"/>
          <w:lang w:val="es-ES"/>
        </w:rPr>
        <w:t>Go</w:t>
      </w:r>
      <w:proofErr w:type="spellEnd"/>
      <w:r w:rsidRPr="0060086B">
        <w:rPr>
          <w:rFonts w:ascii="KIA Light" w:eastAsia="KIA Light" w:hAnsi="KIA Light"/>
          <w:lang w:val="es-ES"/>
        </w:rPr>
        <w:t xml:space="preserve"> (SCC w / S &amp; G) está diseñado para mantener una distancia preestablecida entre el Stinger y el vehículo que está delante y puede hacer que el automóvil se detenga por completo en el tráfico. Por otro lado, el Sistema de asistencia de carril (LKA*) está diseñado para detectar y monitorear el carril previsto del vehículo y, en determinadas situaciones, alertar al conductor con una advertencia audible junto con la entrada de la dirección para ayudar a mantener la posición del vehículo. La advertencia de colisión de punto ciego (BCW*) incluye advertencia de colisión frontal de cruce de tráfico (RCCW*) que explora el área detrás del vehículo cuando retrocede desde un espacio de estacionamiento y puede alertar al conductor con una advertencia audible si detecta tráfico cruzado.</w:t>
      </w:r>
    </w:p>
    <w:p w:rsidR="0060086B" w:rsidRPr="0060086B" w:rsidRDefault="0060086B" w:rsidP="0060086B">
      <w:pPr>
        <w:jc w:val="both"/>
        <w:rPr>
          <w:rFonts w:ascii="KIA Light" w:eastAsia="KIA Light" w:hAnsi="KIA Light"/>
          <w:lang w:val="es-ES"/>
        </w:rPr>
      </w:pPr>
      <w:r w:rsidRPr="0060086B">
        <w:rPr>
          <w:rFonts w:ascii="KIA Light" w:eastAsia="KIA Light" w:hAnsi="KIA Light"/>
          <w:lang w:val="es-ES"/>
        </w:rPr>
        <w:lastRenderedPageBreak/>
        <w:t xml:space="preserve">La conectividad, el entretenimiento y la información del vehículo pueden ser tan importantes como una experiencia de manejo dinámica y el Stinger llega al mercado con los últimos sistemas de </w:t>
      </w:r>
      <w:proofErr w:type="spellStart"/>
      <w:r w:rsidRPr="0060086B">
        <w:rPr>
          <w:rFonts w:ascii="KIA Light" w:eastAsia="KIA Light" w:hAnsi="KIA Light"/>
          <w:lang w:val="es-ES"/>
        </w:rPr>
        <w:t>info</w:t>
      </w:r>
      <w:proofErr w:type="spellEnd"/>
      <w:r w:rsidRPr="0060086B">
        <w:rPr>
          <w:rFonts w:ascii="KIA Light" w:eastAsia="KIA Light" w:hAnsi="KIA Light"/>
          <w:lang w:val="es-ES"/>
        </w:rPr>
        <w:t xml:space="preserve">-entretenimiento. El panel de proyección holográfica (Head-Up </w:t>
      </w:r>
      <w:proofErr w:type="spellStart"/>
      <w:r w:rsidRPr="0060086B">
        <w:rPr>
          <w:rFonts w:ascii="KIA Light" w:eastAsia="KIA Light" w:hAnsi="KIA Light"/>
          <w:lang w:val="es-ES"/>
        </w:rPr>
        <w:t>Display</w:t>
      </w:r>
      <w:proofErr w:type="spellEnd"/>
      <w:r w:rsidRPr="0060086B">
        <w:rPr>
          <w:rFonts w:ascii="KIA Light" w:eastAsia="KIA Light" w:hAnsi="KIA Light"/>
          <w:lang w:val="es-ES"/>
        </w:rPr>
        <w:t xml:space="preserve">, o HUD*) de color ajustable en altura permite al conductor ver la información de proyectada en el cristal delantero, incluida la velocidad, navegación paso a paso, ajustes de audio y control de viaje y advertencia de colisión de punto ciego (BCW*). La operación manos libres Bluetooth® es estándar, mientras que a muchos de los subsistemas del vehículo se puede acceder a través de los controles montados en el guía. </w:t>
      </w:r>
    </w:p>
    <w:p w:rsidR="0060086B" w:rsidRPr="00162A21" w:rsidRDefault="0060086B" w:rsidP="0060086B">
      <w:pPr>
        <w:jc w:val="both"/>
        <w:rPr>
          <w:rFonts w:ascii="KIA Light" w:eastAsia="KIA Light" w:hAnsi="KIA Light"/>
          <w:lang w:val="es-ES"/>
        </w:rPr>
      </w:pPr>
    </w:p>
    <w:p w:rsidR="0060086B" w:rsidRPr="0060086B" w:rsidRDefault="0060086B" w:rsidP="0060086B">
      <w:pPr>
        <w:jc w:val="both"/>
        <w:rPr>
          <w:rFonts w:ascii="KIA Light" w:eastAsia="KIA Light" w:hAnsi="KIA Light"/>
          <w:lang w:val="es-ES"/>
        </w:rPr>
      </w:pPr>
      <w:r w:rsidRPr="0060086B">
        <w:rPr>
          <w:rFonts w:ascii="KIA Light" w:eastAsia="KIA Light" w:hAnsi="KIA Light"/>
          <w:lang w:val="es-ES"/>
        </w:rPr>
        <w:t xml:space="preserve">Junto con la pantalla táctil de 8” y navegación ambas variantes tienen el sistema de audio Harman / </w:t>
      </w:r>
      <w:proofErr w:type="spellStart"/>
      <w:r w:rsidRPr="0060086B">
        <w:rPr>
          <w:rFonts w:ascii="KIA Light" w:eastAsia="KIA Light" w:hAnsi="KIA Light"/>
          <w:lang w:val="es-ES"/>
        </w:rPr>
        <w:t>Kardon</w:t>
      </w:r>
      <w:proofErr w:type="spellEnd"/>
      <w:r w:rsidRPr="0060086B">
        <w:rPr>
          <w:rFonts w:ascii="KIA Light" w:eastAsia="KIA Light" w:hAnsi="KIA Light"/>
          <w:lang w:val="es-ES"/>
        </w:rPr>
        <w:t xml:space="preserve">® que emite 720 vatios a través de un amplificador externo para brindar una música nítida. Con 15 bocinas y los primeros subwoofers montados bajo el asiento de Kia debajo de los asientos del conductor y pasajero, el sistema presenta </w:t>
      </w:r>
      <w:proofErr w:type="spellStart"/>
      <w:r w:rsidRPr="0060086B">
        <w:rPr>
          <w:rFonts w:ascii="KIA Light" w:eastAsia="KIA Light" w:hAnsi="KIA Light"/>
          <w:lang w:val="es-ES"/>
        </w:rPr>
        <w:t>Clari</w:t>
      </w:r>
      <w:proofErr w:type="spellEnd"/>
      <w:r w:rsidRPr="0060086B">
        <w:rPr>
          <w:rFonts w:ascii="KIA Light" w:eastAsia="KIA Light" w:hAnsi="KIA Light"/>
          <w:lang w:val="es-ES"/>
        </w:rPr>
        <w:t xml:space="preserve">-Fi ™, una tecnología patentada de restauración de música que reconstruye las señales de audio que se pierden en el proceso de compresión digital. Esta tecnología devuelve una experiencia auditiva de alta fidelidad a cualquier fuente digital comprimida. El sistema también viene equipado con la tecnología </w:t>
      </w:r>
      <w:proofErr w:type="spellStart"/>
      <w:r w:rsidRPr="0060086B">
        <w:rPr>
          <w:rFonts w:ascii="KIA Light" w:eastAsia="KIA Light" w:hAnsi="KIA Light"/>
          <w:lang w:val="es-ES"/>
        </w:rPr>
        <w:t>QuantumLogic</w:t>
      </w:r>
      <w:proofErr w:type="spellEnd"/>
      <w:r w:rsidRPr="0060086B">
        <w:rPr>
          <w:rFonts w:ascii="KIA Light" w:eastAsia="KIA Light" w:hAnsi="KIA Light"/>
          <w:lang w:val="es-ES"/>
        </w:rPr>
        <w:t xml:space="preserve"> ™ </w:t>
      </w:r>
      <w:proofErr w:type="spellStart"/>
      <w:r w:rsidRPr="0060086B">
        <w:rPr>
          <w:rFonts w:ascii="KIA Light" w:eastAsia="KIA Light" w:hAnsi="KIA Light"/>
          <w:lang w:val="es-ES"/>
        </w:rPr>
        <w:t>Surround</w:t>
      </w:r>
      <w:proofErr w:type="spellEnd"/>
      <w:r w:rsidRPr="0060086B">
        <w:rPr>
          <w:rFonts w:ascii="KIA Light" w:eastAsia="KIA Light" w:hAnsi="KIA Light"/>
          <w:lang w:val="es-ES"/>
        </w:rPr>
        <w:t xml:space="preserve"> </w:t>
      </w:r>
      <w:proofErr w:type="spellStart"/>
      <w:r w:rsidRPr="0060086B">
        <w:rPr>
          <w:rFonts w:ascii="KIA Light" w:eastAsia="KIA Light" w:hAnsi="KIA Light"/>
          <w:lang w:val="es-ES"/>
        </w:rPr>
        <w:t>Sound</w:t>
      </w:r>
      <w:proofErr w:type="spellEnd"/>
      <w:r w:rsidRPr="0060086B">
        <w:rPr>
          <w:rFonts w:ascii="KIA Light" w:eastAsia="KIA Light" w:hAnsi="KIA Light"/>
          <w:lang w:val="es-ES"/>
        </w:rPr>
        <w:t xml:space="preserve"> que extrae las señales de la grabación original y las redistribuye en un auténtico escenario multidimensional para una reproducción clara, refinada y llena de detalles.</w:t>
      </w:r>
    </w:p>
    <w:p w:rsidR="0060086B" w:rsidRPr="00B9762B" w:rsidRDefault="0060086B" w:rsidP="0060086B">
      <w:pPr>
        <w:contextualSpacing/>
        <w:jc w:val="both"/>
        <w:rPr>
          <w:rFonts w:ascii="KIA Light" w:eastAsia="KIA Light" w:hAnsi="KIA Light"/>
          <w:sz w:val="24"/>
          <w:szCs w:val="24"/>
          <w:lang w:val="es-ES"/>
        </w:rPr>
      </w:pPr>
    </w:p>
    <w:p w:rsidR="005E7FA4" w:rsidRPr="00B9762B" w:rsidRDefault="005E7FA4">
      <w:pPr>
        <w:jc w:val="both"/>
        <w:rPr>
          <w:rFonts w:ascii="KIA Light" w:eastAsia="KIA Light" w:hAnsi="KIA Light"/>
          <w:sz w:val="24"/>
          <w:szCs w:val="24"/>
          <w:lang w:val="es-ES"/>
        </w:rPr>
      </w:pPr>
    </w:p>
    <w:sectPr w:rsidR="005E7FA4" w:rsidRPr="00B9762B">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KIA Light">
    <w:panose1 w:val="020B0600000101010101"/>
    <w:charset w:val="81"/>
    <w:family w:val="swiss"/>
    <w:pitch w:val="variable"/>
    <w:sig w:usb0="A00002AF" w:usb1="09D77CFB" w:usb2="00000010" w:usb3="00000000" w:csb0="0008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A32463"/>
    <w:multiLevelType w:val="multilevel"/>
    <w:tmpl w:val="2C60E8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4"/>
  </w:compat>
  <w:rsids>
    <w:rsidRoot w:val="005E7FA4"/>
    <w:rsid w:val="00162A21"/>
    <w:rsid w:val="005E7FA4"/>
    <w:rsid w:val="0060086B"/>
    <w:rsid w:val="00A26E13"/>
    <w:rsid w:val="00B976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81649A-2E91-44CC-80B7-E6E40A9F3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12</Pages>
  <Words>3186</Words>
  <Characters>18165</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Dennis Dávila</cp:lastModifiedBy>
  <cp:revision>4</cp:revision>
  <dcterms:created xsi:type="dcterms:W3CDTF">2018-05-15T01:11:00Z</dcterms:created>
  <dcterms:modified xsi:type="dcterms:W3CDTF">2018-05-15T14:49:00Z</dcterms:modified>
</cp:coreProperties>
</file>