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071D" w:rsidRPr="00BD79B6" w:rsidRDefault="004C071D" w:rsidP="004C071D">
      <w:pPr>
        <w:spacing w:after="0" w:line="240" w:lineRule="auto"/>
        <w:rPr>
          <w:rFonts w:ascii="KIA Bold" w:eastAsia="KIA Bold" w:hAnsi="KIA Bold" w:cs="Times New Roman"/>
          <w:sz w:val="24"/>
          <w:szCs w:val="24"/>
          <w:lang w:eastAsia="es-ES"/>
        </w:rPr>
      </w:pPr>
      <w:proofErr w:type="spellStart"/>
      <w:r w:rsidRPr="00BD79B6">
        <w:rPr>
          <w:rFonts w:ascii="KIA Bold" w:eastAsia="KIA Bold" w:hAnsi="KIA Bold" w:cs="Times New Roman"/>
          <w:sz w:val="28"/>
          <w:szCs w:val="24"/>
          <w:lang w:eastAsia="es-ES"/>
        </w:rPr>
        <w:t>Comunicado</w:t>
      </w:r>
      <w:proofErr w:type="spellEnd"/>
      <w:r w:rsidRPr="00BD79B6">
        <w:rPr>
          <w:rFonts w:ascii="KIA Bold" w:eastAsia="KIA Bold" w:hAnsi="KIA Bold" w:cs="Times New Roman"/>
          <w:sz w:val="28"/>
          <w:szCs w:val="24"/>
          <w:lang w:eastAsia="es-ES"/>
        </w:rPr>
        <w:t xml:space="preserve"> de </w:t>
      </w:r>
      <w:proofErr w:type="spellStart"/>
      <w:r w:rsidRPr="00BD79B6">
        <w:rPr>
          <w:rFonts w:ascii="KIA Bold" w:eastAsia="KIA Bold" w:hAnsi="KIA Bold" w:cs="Times New Roman"/>
          <w:sz w:val="28"/>
          <w:szCs w:val="24"/>
          <w:lang w:eastAsia="es-ES"/>
        </w:rPr>
        <w:t>Prensa</w:t>
      </w:r>
      <w:proofErr w:type="spellEnd"/>
    </w:p>
    <w:p w:rsidR="004C071D" w:rsidRPr="00BD79B6" w:rsidRDefault="004C071D" w:rsidP="004C071D">
      <w:pPr>
        <w:spacing w:after="0" w:line="240" w:lineRule="auto"/>
        <w:jc w:val="both"/>
        <w:rPr>
          <w:rFonts w:ascii="KIA Bold" w:eastAsia="KIA Bold" w:hAnsi="KIA Bold" w:cs="Tahoma"/>
          <w:color w:val="333333"/>
          <w:sz w:val="20"/>
          <w:szCs w:val="20"/>
          <w:lang w:eastAsia="es-ES"/>
        </w:rPr>
      </w:pPr>
    </w:p>
    <w:tbl>
      <w:tblPr>
        <w:tblW w:w="5188" w:type="pct"/>
        <w:tblCellSpacing w:w="15" w:type="dxa"/>
        <w:tblBorders>
          <w:top w:val="single" w:sz="18" w:space="0" w:color="000000"/>
        </w:tblBorders>
        <w:tblCellMar>
          <w:top w:w="15" w:type="dxa"/>
          <w:left w:w="15" w:type="dxa"/>
          <w:bottom w:w="15" w:type="dxa"/>
          <w:right w:w="15" w:type="dxa"/>
        </w:tblCellMar>
        <w:tblLook w:val="04A0" w:firstRow="1" w:lastRow="0" w:firstColumn="1" w:lastColumn="0" w:noHBand="0" w:noVBand="1"/>
      </w:tblPr>
      <w:tblGrid>
        <w:gridCol w:w="9712"/>
      </w:tblGrid>
      <w:tr w:rsidR="004C071D" w:rsidRPr="00BD79B6" w:rsidTr="007016DA">
        <w:trPr>
          <w:trHeight w:val="173"/>
          <w:tblCellSpacing w:w="15" w:type="dxa"/>
        </w:trPr>
        <w:tc>
          <w:tcPr>
            <w:tcW w:w="4969" w:type="pct"/>
            <w:vAlign w:val="center"/>
          </w:tcPr>
          <w:p w:rsidR="004C071D" w:rsidRPr="00BD79B6" w:rsidRDefault="004C071D" w:rsidP="007016DA">
            <w:pPr>
              <w:spacing w:after="0" w:line="240" w:lineRule="auto"/>
              <w:jc w:val="both"/>
              <w:rPr>
                <w:rFonts w:ascii="Tahoma" w:eastAsia="Times New Roman" w:hAnsi="Tahoma" w:cs="Tahoma"/>
                <w:color w:val="333333"/>
                <w:sz w:val="20"/>
                <w:szCs w:val="20"/>
                <w:lang w:eastAsia="es-ES"/>
              </w:rPr>
            </w:pPr>
          </w:p>
        </w:tc>
      </w:tr>
    </w:tbl>
    <w:p w:rsidR="004C071D" w:rsidRPr="00BD79B6" w:rsidRDefault="004C071D" w:rsidP="004C071D">
      <w:pPr>
        <w:spacing w:after="0" w:line="240" w:lineRule="auto"/>
        <w:jc w:val="both"/>
        <w:rPr>
          <w:rFonts w:ascii="Tahoma" w:eastAsia="Times New Roman" w:hAnsi="Tahoma" w:cs="Tahoma"/>
          <w:vanish/>
          <w:color w:val="333333"/>
          <w:sz w:val="20"/>
          <w:szCs w:val="20"/>
          <w:lang w:eastAsia="es-ES"/>
        </w:rPr>
      </w:pPr>
    </w:p>
    <w:tbl>
      <w:tblPr>
        <w:tblW w:w="0" w:type="auto"/>
        <w:tblCellSpacing w:w="0" w:type="dxa"/>
        <w:tblInd w:w="1260" w:type="dxa"/>
        <w:tblCellMar>
          <w:left w:w="0" w:type="dxa"/>
          <w:right w:w="0" w:type="dxa"/>
        </w:tblCellMar>
        <w:tblLook w:val="04A0" w:firstRow="1" w:lastRow="0" w:firstColumn="1" w:lastColumn="0" w:noHBand="0" w:noVBand="1"/>
      </w:tblPr>
      <w:tblGrid>
        <w:gridCol w:w="3420"/>
        <w:gridCol w:w="4320"/>
      </w:tblGrid>
      <w:tr w:rsidR="004C071D" w:rsidRPr="00BD79B6" w:rsidTr="007016DA">
        <w:trPr>
          <w:tblCellSpacing w:w="0" w:type="dxa"/>
        </w:trPr>
        <w:tc>
          <w:tcPr>
            <w:tcW w:w="7740" w:type="dxa"/>
            <w:gridSpan w:val="2"/>
            <w:vAlign w:val="center"/>
          </w:tcPr>
          <w:p w:rsidR="004C071D" w:rsidRPr="00BD79B6" w:rsidRDefault="004C071D" w:rsidP="007016DA">
            <w:pPr>
              <w:spacing w:after="0" w:line="240" w:lineRule="auto"/>
              <w:jc w:val="both"/>
              <w:rPr>
                <w:rFonts w:ascii="Tahoma" w:eastAsia="Times New Roman" w:hAnsi="Tahoma" w:cs="Tahoma"/>
                <w:color w:val="333333"/>
                <w:sz w:val="20"/>
                <w:szCs w:val="20"/>
                <w:lang w:eastAsia="es-ES"/>
              </w:rPr>
            </w:pPr>
            <w:r w:rsidRPr="00BD79B6">
              <w:rPr>
                <w:rFonts w:ascii="Tahoma" w:eastAsia="Times New Roman" w:hAnsi="Tahoma" w:cs="Tahoma"/>
                <w:color w:val="333333"/>
                <w:sz w:val="20"/>
                <w:szCs w:val="20"/>
                <w:lang w:eastAsia="es-ES"/>
              </w:rPr>
              <w:t> </w:t>
            </w:r>
          </w:p>
        </w:tc>
      </w:tr>
      <w:tr w:rsidR="004C071D" w:rsidRPr="00D71131" w:rsidTr="007016DA">
        <w:trPr>
          <w:tblCellSpacing w:w="0" w:type="dxa"/>
        </w:trPr>
        <w:tc>
          <w:tcPr>
            <w:tcW w:w="3420" w:type="dxa"/>
            <w:tcBorders>
              <w:right w:val="single" w:sz="12" w:space="0" w:color="000000"/>
            </w:tcBorders>
            <w:tcMar>
              <w:top w:w="0" w:type="dxa"/>
              <w:left w:w="60" w:type="dxa"/>
              <w:bottom w:w="0" w:type="dxa"/>
              <w:right w:w="0" w:type="dxa"/>
            </w:tcMar>
            <w:vAlign w:val="center"/>
          </w:tcPr>
          <w:p w:rsidR="004C071D" w:rsidRPr="00BD79B6" w:rsidRDefault="004C071D" w:rsidP="007016DA">
            <w:pPr>
              <w:spacing w:after="0" w:line="240" w:lineRule="auto"/>
              <w:rPr>
                <w:rFonts w:ascii="KIA Medium" w:eastAsia="KIA Medium" w:hAnsi="KIA Medium" w:cs="Tahoma"/>
                <w:color w:val="999999"/>
                <w:sz w:val="20"/>
                <w:szCs w:val="20"/>
                <w:lang w:val="es-ES" w:eastAsia="es-ES"/>
              </w:rPr>
            </w:pPr>
            <w:r w:rsidRPr="001B2D13">
              <w:rPr>
                <w:rFonts w:ascii="KIA Bold" w:eastAsia="KIA Bold" w:hAnsi="KIA Bold" w:cs="Tahoma"/>
                <w:bCs/>
                <w:color w:val="000000" w:themeColor="text1"/>
                <w:sz w:val="20"/>
                <w:szCs w:val="20"/>
                <w:lang w:val="es-ES" w:eastAsia="es-ES"/>
              </w:rPr>
              <w:t>Lynnette Veguilla Torres</w:t>
            </w:r>
            <w:r w:rsidRPr="001B2D13">
              <w:rPr>
                <w:rFonts w:ascii="Tahoma" w:eastAsia="Times New Roman" w:hAnsi="Tahoma" w:cs="Tahoma"/>
                <w:color w:val="000000" w:themeColor="text1"/>
                <w:sz w:val="20"/>
                <w:szCs w:val="20"/>
                <w:lang w:val="es-ES" w:eastAsia="es-ES"/>
              </w:rPr>
              <w:t xml:space="preserve"> </w:t>
            </w:r>
            <w:r w:rsidRPr="00BD79B6">
              <w:rPr>
                <w:rFonts w:ascii="Tahoma" w:eastAsia="Times New Roman" w:hAnsi="Tahoma" w:cs="Tahoma"/>
                <w:color w:val="333333"/>
                <w:sz w:val="20"/>
                <w:szCs w:val="20"/>
                <w:lang w:val="es-ES" w:eastAsia="es-ES"/>
              </w:rPr>
              <w:br/>
            </w:r>
            <w:r w:rsidRPr="00BD79B6">
              <w:rPr>
                <w:rFonts w:ascii="KIA Medium" w:eastAsia="KIA Medium" w:hAnsi="KIA Medium" w:cs="Tahoma"/>
                <w:color w:val="999999"/>
                <w:sz w:val="20"/>
                <w:szCs w:val="20"/>
                <w:lang w:val="es-ES" w:eastAsia="es-ES"/>
              </w:rPr>
              <w:t>Gerente de Mercadeo</w:t>
            </w:r>
            <w:r w:rsidRPr="00BD79B6">
              <w:rPr>
                <w:rFonts w:ascii="KIA Medium" w:eastAsia="KIA Medium" w:hAnsi="KIA Medium" w:cs="Tahoma"/>
                <w:color w:val="333333"/>
                <w:sz w:val="20"/>
                <w:szCs w:val="20"/>
                <w:lang w:val="es-ES" w:eastAsia="es-ES"/>
              </w:rPr>
              <w:t xml:space="preserve"> </w:t>
            </w:r>
            <w:r w:rsidRPr="00BD79B6">
              <w:rPr>
                <w:rFonts w:ascii="KIA Medium" w:eastAsia="KIA Medium" w:hAnsi="KIA Medium" w:cs="Tahoma"/>
                <w:color w:val="333333"/>
                <w:sz w:val="20"/>
                <w:szCs w:val="20"/>
                <w:lang w:val="es-ES" w:eastAsia="es-ES"/>
              </w:rPr>
              <w:br/>
            </w:r>
            <w:r w:rsidRPr="00BD79B6">
              <w:rPr>
                <w:rFonts w:ascii="KIA Medium" w:eastAsia="KIA Medium" w:hAnsi="KIA Medium" w:cs="Tahoma"/>
                <w:color w:val="999999"/>
                <w:sz w:val="20"/>
                <w:szCs w:val="20"/>
                <w:lang w:val="es-ES" w:eastAsia="es-ES"/>
              </w:rPr>
              <w:t>787-620-0900</w:t>
            </w:r>
          </w:p>
          <w:p w:rsidR="004C071D" w:rsidRPr="00BD79B6" w:rsidRDefault="004C071D" w:rsidP="007016DA">
            <w:pPr>
              <w:spacing w:after="0" w:line="240" w:lineRule="auto"/>
              <w:rPr>
                <w:rFonts w:ascii="Tahoma" w:eastAsia="Times New Roman" w:hAnsi="Tahoma" w:cs="Tahoma"/>
                <w:color w:val="333333"/>
                <w:sz w:val="20"/>
                <w:szCs w:val="20"/>
                <w:lang w:eastAsia="es-ES"/>
              </w:rPr>
            </w:pPr>
            <w:proofErr w:type="spellStart"/>
            <w:r w:rsidRPr="00BD79B6">
              <w:rPr>
                <w:rFonts w:ascii="KIA Medium" w:eastAsia="KIA Medium" w:hAnsi="KIA Medium" w:cs="Tahoma"/>
                <w:color w:val="999999"/>
                <w:sz w:val="20"/>
                <w:szCs w:val="20"/>
                <w:lang w:eastAsia="es-ES"/>
              </w:rPr>
              <w:t>Lic</w:t>
            </w:r>
            <w:proofErr w:type="spellEnd"/>
            <w:r w:rsidRPr="00BD79B6">
              <w:rPr>
                <w:rFonts w:ascii="KIA Medium" w:eastAsia="KIA Medium" w:hAnsi="KIA Medium" w:cs="Tahoma"/>
                <w:color w:val="999999"/>
                <w:sz w:val="20"/>
                <w:szCs w:val="20"/>
                <w:lang w:eastAsia="es-ES"/>
              </w:rPr>
              <w:t>. R-594</w:t>
            </w:r>
            <w:r w:rsidRPr="00BD79B6">
              <w:rPr>
                <w:rFonts w:ascii="KIA Medium" w:eastAsia="KIA Medium" w:hAnsi="KIA Medium" w:cs="Tahoma"/>
                <w:color w:val="333333"/>
                <w:sz w:val="20"/>
                <w:szCs w:val="20"/>
                <w:lang w:eastAsia="es-ES"/>
              </w:rPr>
              <w:t xml:space="preserve"> </w:t>
            </w:r>
            <w:r w:rsidRPr="00BD79B6">
              <w:rPr>
                <w:rFonts w:ascii="KIA Medium" w:eastAsia="KIA Medium" w:hAnsi="KIA Medium" w:cs="Tahoma"/>
                <w:color w:val="333333"/>
                <w:sz w:val="20"/>
                <w:szCs w:val="20"/>
                <w:lang w:eastAsia="es-ES"/>
              </w:rPr>
              <w:br/>
            </w:r>
            <w:r w:rsidRPr="00BD79B6">
              <w:rPr>
                <w:rFonts w:ascii="KIA Medium" w:eastAsia="KIA Medium" w:hAnsi="KIA Medium" w:cs="Tahoma"/>
                <w:color w:val="999999"/>
                <w:sz w:val="20"/>
                <w:szCs w:val="20"/>
                <w:lang w:eastAsia="es-ES"/>
              </w:rPr>
              <w:t>lveguilla@motorambar.net</w:t>
            </w:r>
            <w:r w:rsidRPr="00BD79B6">
              <w:rPr>
                <w:rFonts w:ascii="Tahoma" w:eastAsia="Times New Roman" w:hAnsi="Tahoma" w:cs="Tahoma"/>
                <w:color w:val="333333"/>
                <w:sz w:val="20"/>
                <w:szCs w:val="20"/>
                <w:lang w:eastAsia="es-ES"/>
              </w:rPr>
              <w:t xml:space="preserve"> </w:t>
            </w:r>
          </w:p>
        </w:tc>
        <w:tc>
          <w:tcPr>
            <w:tcW w:w="4320" w:type="dxa"/>
            <w:tcMar>
              <w:top w:w="0" w:type="dxa"/>
              <w:left w:w="750" w:type="dxa"/>
              <w:bottom w:w="0" w:type="dxa"/>
              <w:right w:w="0" w:type="dxa"/>
            </w:tcMar>
            <w:vAlign w:val="center"/>
          </w:tcPr>
          <w:p w:rsidR="004C071D" w:rsidRPr="00BD79B6" w:rsidRDefault="004C071D" w:rsidP="007016DA">
            <w:pPr>
              <w:spacing w:after="0" w:line="240" w:lineRule="auto"/>
              <w:rPr>
                <w:rFonts w:ascii="Tahoma" w:eastAsia="Times New Roman" w:hAnsi="Tahoma" w:cs="Tahoma"/>
                <w:b/>
                <w:bCs/>
                <w:color w:val="333333"/>
                <w:sz w:val="20"/>
                <w:szCs w:val="20"/>
                <w:lang w:val="es-ES" w:eastAsia="es-ES"/>
              </w:rPr>
            </w:pPr>
            <w:r w:rsidRPr="001B2D13">
              <w:rPr>
                <w:rFonts w:ascii="KIA Bold" w:eastAsia="KIA Bold" w:hAnsi="KIA Bold" w:cs="Tahoma"/>
                <w:bCs/>
                <w:color w:val="000000" w:themeColor="text1"/>
                <w:sz w:val="20"/>
                <w:szCs w:val="20"/>
                <w:lang w:val="es-ES" w:eastAsia="es-ES"/>
              </w:rPr>
              <w:t>Isabel Carattini Andino</w:t>
            </w:r>
            <w:r w:rsidRPr="00BD79B6">
              <w:rPr>
                <w:rFonts w:ascii="KIA Bold" w:eastAsia="KIA Bold" w:hAnsi="KIA Bold" w:cs="Tahoma"/>
                <w:color w:val="333333"/>
                <w:sz w:val="20"/>
                <w:szCs w:val="20"/>
                <w:lang w:val="es-ES" w:eastAsia="es-ES"/>
              </w:rPr>
              <w:br/>
            </w:r>
            <w:r w:rsidRPr="00BD79B6">
              <w:rPr>
                <w:rFonts w:ascii="KIA Medium" w:eastAsia="KIA Medium" w:hAnsi="KIA Medium" w:cs="Tahoma"/>
                <w:color w:val="999999"/>
                <w:sz w:val="20"/>
                <w:szCs w:val="20"/>
                <w:lang w:val="es-ES" w:eastAsia="es-ES"/>
              </w:rPr>
              <w:t>Coordinadora de Eventos y</w:t>
            </w:r>
          </w:p>
          <w:p w:rsidR="004C071D" w:rsidRPr="00BD79B6" w:rsidRDefault="004C071D" w:rsidP="007016DA">
            <w:pPr>
              <w:spacing w:after="0" w:line="240" w:lineRule="auto"/>
              <w:rPr>
                <w:rFonts w:ascii="KIA Medium" w:eastAsia="KIA Medium" w:hAnsi="KIA Medium" w:cs="Tahoma"/>
                <w:color w:val="999999"/>
                <w:sz w:val="20"/>
                <w:szCs w:val="20"/>
                <w:lang w:val="es-ES" w:eastAsia="es-ES"/>
              </w:rPr>
            </w:pPr>
            <w:r w:rsidRPr="00BD79B6">
              <w:rPr>
                <w:rFonts w:ascii="KIA Medium" w:eastAsia="KIA Medium" w:hAnsi="KIA Medium" w:cs="Tahoma"/>
                <w:color w:val="999999"/>
                <w:sz w:val="20"/>
                <w:szCs w:val="20"/>
                <w:lang w:val="es-ES" w:eastAsia="es-ES"/>
              </w:rPr>
              <w:t xml:space="preserve">Relaciones Públicas </w:t>
            </w:r>
            <w:r w:rsidRPr="00BD79B6">
              <w:rPr>
                <w:rFonts w:ascii="KIA Medium" w:eastAsia="KIA Medium" w:hAnsi="KIA Medium" w:cs="Tahoma"/>
                <w:color w:val="333333"/>
                <w:sz w:val="20"/>
                <w:szCs w:val="20"/>
                <w:lang w:val="es-ES" w:eastAsia="es-ES"/>
              </w:rPr>
              <w:br/>
            </w:r>
            <w:r w:rsidRPr="00BD79B6">
              <w:rPr>
                <w:rFonts w:ascii="KIA Medium" w:eastAsia="KIA Medium" w:hAnsi="KIA Medium" w:cs="Tahoma"/>
                <w:color w:val="999999"/>
                <w:sz w:val="20"/>
                <w:szCs w:val="20"/>
                <w:lang w:val="es-ES" w:eastAsia="es-ES"/>
              </w:rPr>
              <w:t>787-620-0900</w:t>
            </w:r>
          </w:p>
          <w:p w:rsidR="004C071D" w:rsidRPr="00BD79B6" w:rsidRDefault="004C071D" w:rsidP="007016DA">
            <w:pPr>
              <w:spacing w:after="0" w:line="240" w:lineRule="auto"/>
              <w:rPr>
                <w:rFonts w:ascii="Tahoma" w:eastAsia="Times New Roman" w:hAnsi="Tahoma" w:cs="Tahoma"/>
                <w:color w:val="333333"/>
                <w:sz w:val="20"/>
                <w:szCs w:val="20"/>
                <w:lang w:val="es-ES" w:eastAsia="es-ES"/>
              </w:rPr>
            </w:pPr>
            <w:r w:rsidRPr="00BD79B6">
              <w:rPr>
                <w:rFonts w:ascii="KIA Medium" w:eastAsia="KIA Medium" w:hAnsi="KIA Medium" w:cs="Tahoma"/>
                <w:color w:val="999999"/>
                <w:sz w:val="20"/>
                <w:szCs w:val="20"/>
                <w:lang w:val="es-ES" w:eastAsia="es-ES"/>
              </w:rPr>
              <w:t>Ext. 4912</w:t>
            </w:r>
            <w:r w:rsidRPr="00BD79B6">
              <w:rPr>
                <w:rFonts w:ascii="KIA Medium" w:eastAsia="KIA Medium" w:hAnsi="KIA Medium" w:cs="Tahoma"/>
                <w:color w:val="333333"/>
                <w:sz w:val="20"/>
                <w:szCs w:val="20"/>
                <w:lang w:val="es-ES" w:eastAsia="es-ES"/>
              </w:rPr>
              <w:t xml:space="preserve"> </w:t>
            </w:r>
            <w:r w:rsidRPr="00BD79B6">
              <w:rPr>
                <w:rFonts w:ascii="KIA Medium" w:eastAsia="KIA Medium" w:hAnsi="KIA Medium" w:cs="Tahoma"/>
                <w:color w:val="333333"/>
                <w:sz w:val="20"/>
                <w:szCs w:val="20"/>
                <w:lang w:val="es-ES" w:eastAsia="es-ES"/>
              </w:rPr>
              <w:br/>
            </w:r>
            <w:r w:rsidRPr="00BD79B6">
              <w:rPr>
                <w:rFonts w:ascii="KIA Medium" w:eastAsia="KIA Medium" w:hAnsi="KIA Medium" w:cs="Tahoma"/>
                <w:color w:val="999999"/>
                <w:sz w:val="20"/>
                <w:szCs w:val="20"/>
                <w:lang w:val="es-ES" w:eastAsia="es-ES"/>
              </w:rPr>
              <w:t>icarattini@motorambar.net</w:t>
            </w:r>
            <w:r w:rsidRPr="00BD79B6">
              <w:rPr>
                <w:rFonts w:ascii="Tahoma" w:eastAsia="Times New Roman" w:hAnsi="Tahoma" w:cs="Tahoma"/>
                <w:color w:val="333333"/>
                <w:sz w:val="20"/>
                <w:szCs w:val="20"/>
                <w:lang w:val="es-ES" w:eastAsia="es-ES"/>
              </w:rPr>
              <w:t xml:space="preserve"> </w:t>
            </w:r>
          </w:p>
        </w:tc>
      </w:tr>
      <w:tr w:rsidR="004C071D" w:rsidRPr="00D71131" w:rsidTr="007016DA">
        <w:trPr>
          <w:tblCellSpacing w:w="0" w:type="dxa"/>
        </w:trPr>
        <w:tc>
          <w:tcPr>
            <w:tcW w:w="7740" w:type="dxa"/>
            <w:gridSpan w:val="2"/>
            <w:vAlign w:val="center"/>
          </w:tcPr>
          <w:p w:rsidR="004C071D" w:rsidRPr="00BD79B6" w:rsidRDefault="004C071D" w:rsidP="007016DA">
            <w:pPr>
              <w:spacing w:after="0" w:line="240" w:lineRule="auto"/>
              <w:jc w:val="both"/>
              <w:rPr>
                <w:rFonts w:ascii="Tahoma" w:eastAsia="Times New Roman" w:hAnsi="Tahoma" w:cs="Tahoma"/>
                <w:color w:val="333333"/>
                <w:sz w:val="20"/>
                <w:szCs w:val="20"/>
                <w:lang w:val="es-ES" w:eastAsia="es-ES"/>
              </w:rPr>
            </w:pPr>
            <w:r w:rsidRPr="00BD79B6">
              <w:rPr>
                <w:rFonts w:ascii="Tahoma" w:eastAsia="Times New Roman" w:hAnsi="Tahoma" w:cs="Tahoma"/>
                <w:color w:val="333333"/>
                <w:sz w:val="20"/>
                <w:szCs w:val="20"/>
                <w:lang w:val="es-ES" w:eastAsia="es-ES"/>
              </w:rPr>
              <w:t> </w:t>
            </w:r>
          </w:p>
        </w:tc>
      </w:tr>
    </w:tbl>
    <w:p w:rsidR="004C071D" w:rsidRPr="00BD79B6" w:rsidRDefault="004C071D" w:rsidP="004C071D">
      <w:pPr>
        <w:spacing w:after="0" w:line="240" w:lineRule="auto"/>
        <w:jc w:val="both"/>
        <w:rPr>
          <w:rFonts w:ascii="Tahoma" w:eastAsia="Times New Roman" w:hAnsi="Tahoma" w:cs="Tahoma"/>
          <w:vanish/>
          <w:color w:val="333333"/>
          <w:sz w:val="20"/>
          <w:szCs w:val="20"/>
          <w:lang w:val="es-ES" w:eastAsia="es-ES"/>
        </w:rPr>
      </w:pPr>
    </w:p>
    <w:tbl>
      <w:tblPr>
        <w:tblW w:w="5196" w:type="pct"/>
        <w:tblCellSpacing w:w="15" w:type="dxa"/>
        <w:tblBorders>
          <w:bottom w:val="single" w:sz="18" w:space="0" w:color="000000"/>
        </w:tblBorders>
        <w:tblCellMar>
          <w:top w:w="15" w:type="dxa"/>
          <w:left w:w="15" w:type="dxa"/>
          <w:bottom w:w="15" w:type="dxa"/>
          <w:right w:w="15" w:type="dxa"/>
        </w:tblCellMar>
        <w:tblLook w:val="04A0" w:firstRow="1" w:lastRow="0" w:firstColumn="1" w:lastColumn="0" w:noHBand="0" w:noVBand="1"/>
      </w:tblPr>
      <w:tblGrid>
        <w:gridCol w:w="9727"/>
      </w:tblGrid>
      <w:tr w:rsidR="004C071D" w:rsidRPr="00D71131" w:rsidTr="004C071D">
        <w:trPr>
          <w:trHeight w:val="56"/>
          <w:tblCellSpacing w:w="15" w:type="dxa"/>
        </w:trPr>
        <w:tc>
          <w:tcPr>
            <w:tcW w:w="4969" w:type="pct"/>
            <w:vAlign w:val="center"/>
          </w:tcPr>
          <w:p w:rsidR="004C071D" w:rsidRPr="00BD79B6" w:rsidRDefault="004C071D" w:rsidP="007016DA">
            <w:pPr>
              <w:spacing w:after="0" w:line="240" w:lineRule="auto"/>
              <w:jc w:val="both"/>
              <w:rPr>
                <w:rFonts w:ascii="Tahoma" w:eastAsia="Times New Roman" w:hAnsi="Tahoma" w:cs="Tahoma"/>
                <w:color w:val="333333"/>
                <w:sz w:val="20"/>
                <w:szCs w:val="20"/>
                <w:lang w:val="es-ES" w:eastAsia="es-ES"/>
              </w:rPr>
            </w:pPr>
          </w:p>
        </w:tc>
      </w:tr>
    </w:tbl>
    <w:p w:rsidR="00976472" w:rsidRDefault="00D71131" w:rsidP="000606A3">
      <w:pPr>
        <w:shd w:val="clear" w:color="auto" w:fill="FFFFFF"/>
        <w:spacing w:after="0" w:line="240" w:lineRule="auto"/>
        <w:jc w:val="center"/>
        <w:outlineLvl w:val="0"/>
        <w:rPr>
          <w:rFonts w:ascii="KIA Bold" w:eastAsia="KIA Bold" w:hAnsi="KIA Bold" w:cs="Arial"/>
          <w:color w:val="000000" w:themeColor="text1"/>
          <w:kern w:val="36"/>
          <w:sz w:val="28"/>
          <w:szCs w:val="28"/>
          <w:lang w:val="es-PR"/>
        </w:rPr>
      </w:pPr>
      <w:r>
        <w:rPr>
          <w:rFonts w:ascii="KIA Bold" w:eastAsia="KIA Bold" w:hAnsi="KIA Bold" w:cs="Arial"/>
          <w:color w:val="000000" w:themeColor="text1"/>
          <w:kern w:val="36"/>
          <w:sz w:val="28"/>
          <w:szCs w:val="28"/>
          <w:lang w:val="es-PR"/>
        </w:rPr>
        <w:t xml:space="preserve">Kia </w:t>
      </w:r>
      <w:r w:rsidR="00976472">
        <w:rPr>
          <w:rFonts w:ascii="KIA Bold" w:eastAsia="KIA Bold" w:hAnsi="KIA Bold" w:cs="Arial"/>
          <w:color w:val="000000" w:themeColor="text1"/>
          <w:kern w:val="36"/>
          <w:sz w:val="28"/>
          <w:szCs w:val="28"/>
          <w:lang w:val="es-PR"/>
        </w:rPr>
        <w:t xml:space="preserve">#1 entre </w:t>
      </w:r>
      <w:r w:rsidR="00976472" w:rsidRPr="00976472">
        <w:rPr>
          <w:rFonts w:ascii="KIA Bold" w:eastAsia="KIA Bold" w:hAnsi="KIA Bold" w:cs="Arial"/>
          <w:color w:val="000000" w:themeColor="text1"/>
          <w:kern w:val="36"/>
          <w:sz w:val="28"/>
          <w:szCs w:val="28"/>
          <w:lang w:val="es-PR"/>
        </w:rPr>
        <w:t>todas las marcas de la industria</w:t>
      </w:r>
    </w:p>
    <w:p w:rsidR="00976472" w:rsidRPr="00976472" w:rsidRDefault="00D71131" w:rsidP="00D71131">
      <w:pPr>
        <w:pStyle w:val="ListParagraph"/>
        <w:numPr>
          <w:ilvl w:val="0"/>
          <w:numId w:val="2"/>
        </w:numPr>
        <w:shd w:val="clear" w:color="auto" w:fill="FFFFFF"/>
        <w:spacing w:after="0" w:line="240" w:lineRule="auto"/>
        <w:ind w:left="0"/>
        <w:jc w:val="center"/>
        <w:outlineLvl w:val="0"/>
        <w:rPr>
          <w:rFonts w:ascii="KIA Light" w:eastAsia="KIA Light" w:hAnsi="KIA Light" w:cs="Arial"/>
          <w:color w:val="000000" w:themeColor="text1"/>
          <w:kern w:val="36"/>
          <w:sz w:val="24"/>
          <w:szCs w:val="28"/>
          <w:lang w:val="es-PR"/>
        </w:rPr>
      </w:pPr>
      <w:r>
        <w:rPr>
          <w:rFonts w:ascii="KIA Light" w:eastAsia="KIA Light" w:hAnsi="KIA Light" w:cs="Arial"/>
          <w:color w:val="000000" w:themeColor="text1"/>
          <w:kern w:val="36"/>
          <w:sz w:val="24"/>
          <w:szCs w:val="28"/>
          <w:lang w:val="es-PR"/>
        </w:rPr>
        <w:t>Sobresale</w:t>
      </w:r>
      <w:r w:rsidR="00976472" w:rsidRPr="00976472">
        <w:rPr>
          <w:rFonts w:ascii="KIA Light" w:eastAsia="KIA Light" w:hAnsi="KIA Light" w:cs="Arial"/>
          <w:color w:val="000000" w:themeColor="text1"/>
          <w:kern w:val="36"/>
          <w:sz w:val="24"/>
          <w:szCs w:val="28"/>
          <w:lang w:val="es-PR"/>
        </w:rPr>
        <w:t xml:space="preserve"> en el estudio de calidad de J.D. </w:t>
      </w:r>
      <w:proofErr w:type="spellStart"/>
      <w:r w:rsidR="00976472" w:rsidRPr="00976472">
        <w:rPr>
          <w:rFonts w:ascii="KIA Light" w:eastAsia="KIA Light" w:hAnsi="KIA Light" w:cs="Arial"/>
          <w:color w:val="000000" w:themeColor="text1"/>
          <w:kern w:val="36"/>
          <w:sz w:val="24"/>
          <w:szCs w:val="28"/>
          <w:lang w:val="es-PR"/>
        </w:rPr>
        <w:t>Power</w:t>
      </w:r>
      <w:proofErr w:type="spellEnd"/>
      <w:r>
        <w:rPr>
          <w:rFonts w:ascii="KIA Light" w:eastAsia="KIA Light" w:hAnsi="KIA Light" w:cs="Arial"/>
          <w:color w:val="000000" w:themeColor="text1"/>
          <w:kern w:val="36"/>
          <w:sz w:val="24"/>
          <w:szCs w:val="28"/>
          <w:lang w:val="es-PR"/>
        </w:rPr>
        <w:t>,</w:t>
      </w:r>
      <w:r w:rsidR="00976472" w:rsidRPr="00976472">
        <w:rPr>
          <w:rFonts w:ascii="KIA Light" w:eastAsia="KIA Light" w:hAnsi="KIA Light" w:cs="Arial"/>
          <w:color w:val="000000" w:themeColor="text1"/>
          <w:kern w:val="36"/>
          <w:sz w:val="24"/>
          <w:szCs w:val="28"/>
          <w:lang w:val="es-PR"/>
        </w:rPr>
        <w:t xml:space="preserve"> por segundo año consecutivo</w:t>
      </w:r>
    </w:p>
    <w:p w:rsidR="00976472" w:rsidRPr="00976472" w:rsidRDefault="00976472" w:rsidP="00976472">
      <w:pPr>
        <w:pStyle w:val="ListParagraph"/>
        <w:numPr>
          <w:ilvl w:val="0"/>
          <w:numId w:val="1"/>
        </w:numPr>
        <w:shd w:val="clear" w:color="auto" w:fill="FFFFFF"/>
        <w:spacing w:after="0" w:line="240" w:lineRule="auto"/>
        <w:jc w:val="center"/>
        <w:outlineLvl w:val="0"/>
        <w:rPr>
          <w:rFonts w:ascii="KIA Light" w:eastAsia="KIA Light" w:hAnsi="KIA Light" w:cs="Arial"/>
          <w:color w:val="000000" w:themeColor="text1"/>
          <w:kern w:val="36"/>
          <w:sz w:val="24"/>
          <w:szCs w:val="24"/>
          <w:lang w:val="es-PR"/>
        </w:rPr>
      </w:pPr>
      <w:r w:rsidRPr="00976472">
        <w:rPr>
          <w:rFonts w:ascii="KIA Light" w:eastAsia="KIA Light" w:hAnsi="KIA Light" w:cs="Arial"/>
          <w:color w:val="000000" w:themeColor="text1"/>
          <w:kern w:val="36"/>
          <w:sz w:val="24"/>
          <w:szCs w:val="24"/>
          <w:lang w:val="es-PR"/>
        </w:rPr>
        <w:t>Cinco de sus modelos conquistan resultados importantes</w:t>
      </w:r>
    </w:p>
    <w:p w:rsidR="003830BC" w:rsidRDefault="00B14273" w:rsidP="003830BC">
      <w:pPr>
        <w:spacing w:before="240" w:line="276" w:lineRule="auto"/>
        <w:jc w:val="both"/>
        <w:rPr>
          <w:rFonts w:ascii="KIA Light" w:eastAsia="KIA Light" w:hAnsi="KIA Light"/>
          <w:sz w:val="24"/>
          <w:lang w:val="es-PR"/>
        </w:rPr>
      </w:pPr>
      <w:r w:rsidRPr="00B14273">
        <w:rPr>
          <w:rFonts w:ascii="KIA Medium" w:eastAsia="KIA Medium" w:hAnsi="KIA Medium" w:cs="Arial"/>
          <w:color w:val="000000" w:themeColor="text1"/>
          <w:kern w:val="36"/>
          <w:sz w:val="24"/>
          <w:szCs w:val="28"/>
          <w:lang w:val="es-PR"/>
        </w:rPr>
        <w:t xml:space="preserve">SAN JUAN, PUERTO RICO, </w:t>
      </w:r>
      <w:r>
        <w:rPr>
          <w:rFonts w:ascii="KIA Medium" w:eastAsia="KIA Medium" w:hAnsi="KIA Medium" w:cs="Arial"/>
          <w:color w:val="000000" w:themeColor="text1"/>
          <w:kern w:val="36"/>
          <w:sz w:val="24"/>
          <w:szCs w:val="28"/>
          <w:lang w:val="es-PR"/>
        </w:rPr>
        <w:t>ENERO</w:t>
      </w:r>
      <w:r w:rsidRPr="00B14273">
        <w:rPr>
          <w:rFonts w:ascii="KIA Medium" w:eastAsia="KIA Medium" w:hAnsi="KIA Medium" w:cs="Arial"/>
          <w:color w:val="000000" w:themeColor="text1"/>
          <w:kern w:val="36"/>
          <w:sz w:val="24"/>
          <w:szCs w:val="28"/>
          <w:lang w:val="es-PR"/>
        </w:rPr>
        <w:t xml:space="preserve"> </w:t>
      </w:r>
      <w:r w:rsidR="00AB642F">
        <w:rPr>
          <w:rFonts w:ascii="KIA Medium" w:eastAsia="KIA Medium" w:hAnsi="KIA Medium" w:cs="Arial"/>
          <w:color w:val="000000" w:themeColor="text1"/>
          <w:kern w:val="36"/>
          <w:sz w:val="24"/>
          <w:szCs w:val="28"/>
          <w:lang w:val="es-PR"/>
        </w:rPr>
        <w:t>4</w:t>
      </w:r>
      <w:r>
        <w:rPr>
          <w:rFonts w:ascii="KIA Medium" w:eastAsia="KIA Medium" w:hAnsi="KIA Medium" w:cs="Arial"/>
          <w:color w:val="000000" w:themeColor="text1"/>
          <w:kern w:val="36"/>
          <w:sz w:val="24"/>
          <w:szCs w:val="28"/>
          <w:lang w:val="es-PR"/>
        </w:rPr>
        <w:t xml:space="preserve"> DE 2018 </w:t>
      </w:r>
      <w:r w:rsidRPr="00B14273">
        <w:rPr>
          <w:rFonts w:ascii="KIA Medium" w:eastAsia="KIA Medium" w:hAnsi="KIA Medium" w:cs="Arial"/>
          <w:color w:val="000000" w:themeColor="text1"/>
          <w:kern w:val="36"/>
          <w:sz w:val="24"/>
          <w:szCs w:val="28"/>
          <w:lang w:val="es-PR"/>
        </w:rPr>
        <w:t xml:space="preserve">- </w:t>
      </w:r>
      <w:proofErr w:type="spellStart"/>
      <w:r w:rsidR="00574E0C" w:rsidRPr="003830BC">
        <w:rPr>
          <w:rFonts w:ascii="KIA Light" w:eastAsia="KIA Light" w:hAnsi="KIA Light"/>
          <w:sz w:val="24"/>
          <w:lang w:val="es-PR"/>
        </w:rPr>
        <w:t>Kia</w:t>
      </w:r>
      <w:proofErr w:type="spellEnd"/>
      <w:r w:rsidR="00574E0C" w:rsidRPr="003830BC">
        <w:rPr>
          <w:rFonts w:ascii="KIA Light" w:eastAsia="KIA Light" w:hAnsi="KIA Light"/>
          <w:sz w:val="24"/>
          <w:lang w:val="es-PR"/>
        </w:rPr>
        <w:t xml:space="preserve"> Motors Puerto </w:t>
      </w:r>
      <w:r w:rsidR="007F0F01">
        <w:rPr>
          <w:rFonts w:ascii="KIA Light" w:eastAsia="KIA Light" w:hAnsi="KIA Light"/>
          <w:sz w:val="24"/>
          <w:lang w:val="es-PR"/>
        </w:rPr>
        <w:t xml:space="preserve">Rico </w:t>
      </w:r>
      <w:r w:rsidR="00574E0C" w:rsidRPr="003830BC">
        <w:rPr>
          <w:rFonts w:ascii="KIA Light" w:eastAsia="KIA Light" w:hAnsi="KIA Light"/>
          <w:sz w:val="24"/>
          <w:lang w:val="es-PR"/>
        </w:rPr>
        <w:t>comienza  este a</w:t>
      </w:r>
      <w:r w:rsidR="00574E0C" w:rsidRPr="003830BC">
        <w:rPr>
          <w:rFonts w:ascii="KIA Light" w:eastAsia="KIA Light" w:hAnsi="KIA Light" w:cs="MS Gothic"/>
          <w:sz w:val="24"/>
          <w:lang w:val="es-PR"/>
        </w:rPr>
        <w:t xml:space="preserve">ño 2018 </w:t>
      </w:r>
      <w:r w:rsidR="00574E0C" w:rsidRPr="003830BC">
        <w:rPr>
          <w:rFonts w:ascii="KIA Light" w:eastAsia="KIA Light" w:hAnsi="KIA Light"/>
          <w:sz w:val="24"/>
          <w:lang w:val="es-PR"/>
        </w:rPr>
        <w:t xml:space="preserve">con el lanzamiento de </w:t>
      </w:r>
      <w:r w:rsidR="00D71131">
        <w:rPr>
          <w:rFonts w:ascii="KIA Light" w:eastAsia="KIA Light" w:hAnsi="KIA Light"/>
          <w:sz w:val="24"/>
          <w:lang w:val="es-PR"/>
        </w:rPr>
        <w:t>una</w:t>
      </w:r>
      <w:r w:rsidR="00574E0C" w:rsidRPr="003830BC">
        <w:rPr>
          <w:rFonts w:ascii="KIA Light" w:eastAsia="KIA Light" w:hAnsi="KIA Light"/>
          <w:sz w:val="24"/>
          <w:lang w:val="es-PR"/>
        </w:rPr>
        <w:t xml:space="preserve"> nueva campaña </w:t>
      </w:r>
      <w:r w:rsidR="007F0F01">
        <w:rPr>
          <w:rFonts w:ascii="KIA Light" w:eastAsia="KIA Light" w:hAnsi="KIA Light"/>
          <w:sz w:val="24"/>
          <w:lang w:val="es-PR"/>
        </w:rPr>
        <w:t>que res</w:t>
      </w:r>
      <w:r w:rsidR="00D71131">
        <w:rPr>
          <w:rFonts w:ascii="KIA Light" w:eastAsia="KIA Light" w:hAnsi="KIA Light"/>
          <w:sz w:val="24"/>
          <w:lang w:val="es-PR"/>
        </w:rPr>
        <w:t>alta la confirmación de cali</w:t>
      </w:r>
      <w:bookmarkStart w:id="0" w:name="_GoBack"/>
      <w:bookmarkEnd w:id="0"/>
      <w:r w:rsidR="00D71131">
        <w:rPr>
          <w:rFonts w:ascii="KIA Light" w:eastAsia="KIA Light" w:hAnsi="KIA Light"/>
          <w:sz w:val="24"/>
          <w:lang w:val="es-PR"/>
        </w:rPr>
        <w:t xml:space="preserve">dad en el más reciente </w:t>
      </w:r>
      <w:r w:rsidR="007F0F01">
        <w:rPr>
          <w:rFonts w:ascii="KIA Light" w:eastAsia="KIA Light" w:hAnsi="KIA Light"/>
          <w:sz w:val="24"/>
          <w:lang w:val="es-PR"/>
        </w:rPr>
        <w:t xml:space="preserve">estudio </w:t>
      </w:r>
      <w:r w:rsidR="00D71131">
        <w:rPr>
          <w:rFonts w:ascii="KIA Light" w:eastAsia="KIA Light" w:hAnsi="KIA Light"/>
          <w:sz w:val="24"/>
          <w:lang w:val="es-PR"/>
        </w:rPr>
        <w:t xml:space="preserve">de confiabilidad </w:t>
      </w:r>
      <w:r w:rsidR="007F0F01">
        <w:rPr>
          <w:rFonts w:ascii="KIA Light" w:eastAsia="KIA Light" w:hAnsi="KIA Light"/>
          <w:sz w:val="24"/>
          <w:lang w:val="es-PR"/>
        </w:rPr>
        <w:t>que realizó</w:t>
      </w:r>
      <w:r w:rsidR="00574E0C" w:rsidRPr="003830BC">
        <w:rPr>
          <w:rFonts w:ascii="KIA Light" w:eastAsia="KIA Light" w:hAnsi="KIA Light"/>
          <w:sz w:val="24"/>
          <w:lang w:val="es-PR"/>
        </w:rPr>
        <w:t xml:space="preserve"> </w:t>
      </w:r>
      <w:r w:rsidR="00D71131">
        <w:rPr>
          <w:rFonts w:ascii="KIA Light" w:eastAsia="KIA Light" w:hAnsi="KIA Light"/>
          <w:sz w:val="24"/>
          <w:lang w:val="es-PR"/>
        </w:rPr>
        <w:t xml:space="preserve">la firma consultora </w:t>
      </w:r>
      <w:r w:rsidR="00574E0C" w:rsidRPr="003830BC">
        <w:rPr>
          <w:rFonts w:ascii="KIA Light" w:eastAsia="KIA Light" w:hAnsi="KIA Light"/>
          <w:sz w:val="24"/>
          <w:lang w:val="es-PR"/>
        </w:rPr>
        <w:t>J</w:t>
      </w:r>
      <w:r w:rsidR="00D71131">
        <w:rPr>
          <w:rFonts w:ascii="KIA Light" w:eastAsia="KIA Light" w:hAnsi="KIA Light"/>
          <w:sz w:val="24"/>
          <w:lang w:val="es-PR"/>
        </w:rPr>
        <w:t>.</w:t>
      </w:r>
      <w:r w:rsidR="00574E0C" w:rsidRPr="003830BC">
        <w:rPr>
          <w:rFonts w:ascii="KIA Light" w:eastAsia="KIA Light" w:hAnsi="KIA Light"/>
          <w:sz w:val="24"/>
          <w:lang w:val="es-PR"/>
        </w:rPr>
        <w:t>D</w:t>
      </w:r>
      <w:r w:rsidR="00D71131">
        <w:rPr>
          <w:rFonts w:ascii="KIA Light" w:eastAsia="KIA Light" w:hAnsi="KIA Light"/>
          <w:sz w:val="24"/>
          <w:lang w:val="es-PR"/>
        </w:rPr>
        <w:t>.</w:t>
      </w:r>
      <w:r w:rsidR="00574E0C" w:rsidRPr="003830BC">
        <w:rPr>
          <w:rFonts w:ascii="KIA Light" w:eastAsia="KIA Light" w:hAnsi="KIA Light"/>
          <w:sz w:val="24"/>
          <w:lang w:val="es-PR"/>
        </w:rPr>
        <w:t xml:space="preserve"> </w:t>
      </w:r>
      <w:proofErr w:type="spellStart"/>
      <w:r w:rsidR="00574E0C" w:rsidRPr="003830BC">
        <w:rPr>
          <w:rFonts w:ascii="KIA Light" w:eastAsia="KIA Light" w:hAnsi="KIA Light"/>
          <w:sz w:val="24"/>
          <w:lang w:val="es-PR"/>
        </w:rPr>
        <w:t>Power</w:t>
      </w:r>
      <w:proofErr w:type="spellEnd"/>
      <w:r w:rsidR="007D3CBB">
        <w:rPr>
          <w:rFonts w:ascii="KIA Light" w:eastAsia="KIA Light" w:hAnsi="KIA Light"/>
          <w:sz w:val="24"/>
          <w:lang w:val="es-PR"/>
        </w:rPr>
        <w:t xml:space="preserve"> conocido como </w:t>
      </w:r>
      <w:proofErr w:type="spellStart"/>
      <w:r w:rsidR="007D3CBB" w:rsidRPr="007D3CBB">
        <w:rPr>
          <w:rFonts w:ascii="KIA Light" w:eastAsia="KIA Light" w:hAnsi="KIA Light"/>
          <w:i/>
          <w:sz w:val="24"/>
          <w:lang w:val="es-PR"/>
        </w:rPr>
        <w:t>Initial</w:t>
      </w:r>
      <w:proofErr w:type="spellEnd"/>
      <w:r w:rsidR="007D3CBB" w:rsidRPr="007D3CBB">
        <w:rPr>
          <w:rFonts w:ascii="KIA Light" w:eastAsia="KIA Light" w:hAnsi="KIA Light"/>
          <w:i/>
          <w:sz w:val="24"/>
          <w:lang w:val="es-PR"/>
        </w:rPr>
        <w:t xml:space="preserve"> </w:t>
      </w:r>
      <w:proofErr w:type="spellStart"/>
      <w:r w:rsidR="007D3CBB" w:rsidRPr="007D3CBB">
        <w:rPr>
          <w:rFonts w:ascii="KIA Light" w:eastAsia="KIA Light" w:hAnsi="KIA Light"/>
          <w:i/>
          <w:sz w:val="24"/>
          <w:lang w:val="es-PR"/>
        </w:rPr>
        <w:t>Quality</w:t>
      </w:r>
      <w:proofErr w:type="spellEnd"/>
      <w:r w:rsidR="007D3CBB" w:rsidRPr="007D3CBB">
        <w:rPr>
          <w:rFonts w:ascii="KIA Light" w:eastAsia="KIA Light" w:hAnsi="KIA Light"/>
          <w:i/>
          <w:sz w:val="24"/>
          <w:lang w:val="es-PR"/>
        </w:rPr>
        <w:t xml:space="preserve"> </w:t>
      </w:r>
      <w:proofErr w:type="spellStart"/>
      <w:r w:rsidR="007D3CBB" w:rsidRPr="007D3CBB">
        <w:rPr>
          <w:rFonts w:ascii="KIA Light" w:eastAsia="KIA Light" w:hAnsi="KIA Light"/>
          <w:i/>
          <w:sz w:val="24"/>
          <w:lang w:val="es-PR"/>
        </w:rPr>
        <w:t>Study</w:t>
      </w:r>
      <w:proofErr w:type="spellEnd"/>
      <w:r w:rsidR="007D3CBB">
        <w:rPr>
          <w:rFonts w:ascii="KIA Light" w:eastAsia="KIA Light" w:hAnsi="KIA Light"/>
          <w:sz w:val="24"/>
          <w:lang w:val="es-PR"/>
        </w:rPr>
        <w:t xml:space="preserve"> (IQS, por sus siglas en inglés)</w:t>
      </w:r>
      <w:r w:rsidR="00574E0C" w:rsidRPr="003830BC">
        <w:rPr>
          <w:rFonts w:ascii="KIA Light" w:eastAsia="KIA Light" w:hAnsi="KIA Light"/>
          <w:sz w:val="24"/>
          <w:lang w:val="es-PR"/>
        </w:rPr>
        <w:t xml:space="preserve">. </w:t>
      </w:r>
      <w:r w:rsidR="00574E0C">
        <w:rPr>
          <w:rFonts w:ascii="KIA Light" w:eastAsia="KIA Light" w:hAnsi="KIA Light"/>
          <w:sz w:val="24"/>
          <w:lang w:val="es-PR"/>
        </w:rPr>
        <w:t xml:space="preserve"> </w:t>
      </w:r>
      <w:r w:rsidR="00D71131">
        <w:rPr>
          <w:rFonts w:ascii="KIA Light" w:eastAsia="KIA Light" w:hAnsi="KIA Light"/>
          <w:sz w:val="24"/>
          <w:lang w:val="es-PR"/>
        </w:rPr>
        <w:t>En el mismo,</w:t>
      </w:r>
      <w:r w:rsidRPr="008E774D">
        <w:rPr>
          <w:rFonts w:ascii="KIA Light" w:eastAsia="KIA Light" w:hAnsi="KIA Light"/>
          <w:sz w:val="24"/>
          <w:lang w:val="es-PR"/>
        </w:rPr>
        <w:t xml:space="preserve"> </w:t>
      </w:r>
      <w:r w:rsidRPr="006F3216">
        <w:rPr>
          <w:rFonts w:ascii="KIA Light" w:eastAsia="KIA Light" w:hAnsi="KIA Light"/>
          <w:sz w:val="24"/>
          <w:lang w:val="es-PR"/>
        </w:rPr>
        <w:t xml:space="preserve">Kia </w:t>
      </w:r>
      <w:r w:rsidRPr="00D71131">
        <w:rPr>
          <w:rFonts w:ascii="KIA Light" w:eastAsia="KIA Light" w:hAnsi="KIA Light"/>
          <w:sz w:val="24"/>
          <w:lang w:val="es-PR"/>
        </w:rPr>
        <w:t>alcanzó histórico</w:t>
      </w:r>
      <w:r w:rsidR="00D71131">
        <w:rPr>
          <w:rFonts w:ascii="KIA Light" w:eastAsia="KIA Light" w:hAnsi="KIA Light"/>
          <w:sz w:val="24"/>
          <w:lang w:val="es-PR"/>
        </w:rPr>
        <w:t>s niveles de calidad</w:t>
      </w:r>
      <w:r w:rsidR="003830BC" w:rsidRPr="00D71131">
        <w:rPr>
          <w:rFonts w:ascii="KIA Light" w:eastAsia="KIA Light" w:hAnsi="KIA Light"/>
          <w:sz w:val="24"/>
          <w:lang w:val="es-PR"/>
        </w:rPr>
        <w:t xml:space="preserve"> </w:t>
      </w:r>
      <w:r w:rsidR="00D71131" w:rsidRPr="00D71131">
        <w:rPr>
          <w:rFonts w:ascii="KIA Light" w:eastAsia="KIA Light" w:hAnsi="KIA Light"/>
          <w:sz w:val="24"/>
          <w:lang w:val="es-PR"/>
        </w:rPr>
        <w:t>al lograr el menor número de pr</w:t>
      </w:r>
      <w:r w:rsidR="007D3CBB">
        <w:rPr>
          <w:rFonts w:ascii="KIA Light" w:eastAsia="KIA Light" w:hAnsi="KIA Light"/>
          <w:sz w:val="24"/>
          <w:lang w:val="es-PR"/>
        </w:rPr>
        <w:t>o</w:t>
      </w:r>
      <w:r w:rsidR="007D3CBB">
        <w:rPr>
          <w:rFonts w:ascii="KIA Light" w:eastAsia="KIA Light" w:hAnsi="KIA Light"/>
          <w:sz w:val="24"/>
          <w:lang w:val="es-PR"/>
        </w:rPr>
        <w:lastRenderedPageBreak/>
        <w:t>blemas reportados por clientes; l</w:t>
      </w:r>
      <w:r w:rsidR="00D71131" w:rsidRPr="00D71131">
        <w:rPr>
          <w:rFonts w:ascii="KIA Light" w:eastAsia="KIA Light" w:hAnsi="KIA Light"/>
          <w:sz w:val="24"/>
          <w:lang w:val="es-PR"/>
        </w:rPr>
        <w:t xml:space="preserve">a </w:t>
      </w:r>
      <w:r w:rsidR="007D3CBB">
        <w:rPr>
          <w:rFonts w:ascii="KIA Light" w:eastAsia="KIA Light" w:hAnsi="KIA Light"/>
          <w:sz w:val="24"/>
          <w:lang w:val="es-PR"/>
        </w:rPr>
        <w:t xml:space="preserve">cifra </w:t>
      </w:r>
      <w:r w:rsidR="00D71131" w:rsidRPr="00D71131">
        <w:rPr>
          <w:rFonts w:ascii="KIA Light" w:eastAsia="KIA Light" w:hAnsi="KIA Light"/>
          <w:sz w:val="24"/>
          <w:lang w:val="es-PR"/>
        </w:rPr>
        <w:t>más baja reportada en los últimos 20 años.</w:t>
      </w:r>
      <w:r w:rsidRPr="00D71131">
        <w:rPr>
          <w:rFonts w:ascii="KIA Light" w:eastAsia="KIA Light" w:hAnsi="KIA Light"/>
          <w:sz w:val="24"/>
          <w:lang w:val="es-PR"/>
        </w:rPr>
        <w:t xml:space="preserve"> </w:t>
      </w:r>
      <w:r w:rsidR="00D71131" w:rsidRPr="00D71131">
        <w:rPr>
          <w:rFonts w:ascii="KIA Light" w:eastAsia="KIA Light" w:hAnsi="KIA Light"/>
          <w:sz w:val="24"/>
          <w:lang w:val="es-PR"/>
        </w:rPr>
        <w:t xml:space="preserve">Este resultado la ubica </w:t>
      </w:r>
      <w:r w:rsidR="007D3CBB">
        <w:rPr>
          <w:rFonts w:ascii="KIA Light" w:eastAsia="KIA Light" w:hAnsi="KIA Light"/>
          <w:sz w:val="24"/>
          <w:lang w:val="es-PR"/>
        </w:rPr>
        <w:t>en el primer lugar entre todas las marcas participantes del estudio.</w:t>
      </w:r>
      <w:r w:rsidRPr="00D71131">
        <w:rPr>
          <w:rFonts w:ascii="KIA Light" w:eastAsia="KIA Light" w:hAnsi="KIA Light"/>
          <w:sz w:val="24"/>
          <w:lang w:val="es-PR"/>
        </w:rPr>
        <w:t xml:space="preserve"> </w:t>
      </w:r>
    </w:p>
    <w:p w:rsidR="00D53F5E" w:rsidRDefault="00D53F5E" w:rsidP="003830BC">
      <w:pPr>
        <w:spacing w:before="240" w:line="276" w:lineRule="auto"/>
        <w:jc w:val="both"/>
        <w:rPr>
          <w:rFonts w:ascii="KIA Light" w:eastAsia="KIA Light" w:hAnsi="KIA Light"/>
          <w:sz w:val="24"/>
          <w:lang w:val="es-PR"/>
        </w:rPr>
      </w:pPr>
      <w:r w:rsidRPr="008E774D">
        <w:rPr>
          <w:rFonts w:ascii="KIA Light" w:eastAsia="KIA Light" w:hAnsi="KIA Light"/>
          <w:sz w:val="24"/>
          <w:lang w:val="es-PR"/>
        </w:rPr>
        <w:t xml:space="preserve">J.D. </w:t>
      </w:r>
      <w:proofErr w:type="spellStart"/>
      <w:r w:rsidRPr="008E774D">
        <w:rPr>
          <w:rFonts w:ascii="KIA Light" w:eastAsia="KIA Light" w:hAnsi="KIA Light"/>
          <w:sz w:val="24"/>
          <w:lang w:val="es-PR"/>
        </w:rPr>
        <w:t>Power</w:t>
      </w:r>
      <w:proofErr w:type="spellEnd"/>
      <w:r w:rsidRPr="008E774D">
        <w:rPr>
          <w:rFonts w:ascii="KIA Light" w:eastAsia="KIA Light" w:hAnsi="KIA Light"/>
          <w:sz w:val="24"/>
          <w:lang w:val="es-PR"/>
        </w:rPr>
        <w:t xml:space="preserve"> evalúa la calidad de los vehículos durante los primeros 90 días de su propiedad, cubriendo problemas relacionados con la experiencia de </w:t>
      </w:r>
      <w:r w:rsidR="007D3CBB">
        <w:rPr>
          <w:rFonts w:ascii="KIA Light" w:eastAsia="KIA Light" w:hAnsi="KIA Light"/>
          <w:sz w:val="24"/>
          <w:lang w:val="es-PR"/>
        </w:rPr>
        <w:t>manejo</w:t>
      </w:r>
      <w:r w:rsidRPr="008E774D">
        <w:rPr>
          <w:rFonts w:ascii="KIA Light" w:eastAsia="KIA Light" w:hAnsi="KIA Light"/>
          <w:sz w:val="24"/>
          <w:lang w:val="es-PR"/>
        </w:rPr>
        <w:t>, el motor y la transmisión. El rendimiento general se evalúa por la cantidad de problemas experimentados por cada 100 vehículos, donde un puntaje más bajo refleja una calidad superior. Los puntajes de IQS para 2017 se determinaron sobre la base de casi 80,000 respuestas de propietarios de vehículos en los Estados Unidos.</w:t>
      </w:r>
    </w:p>
    <w:p w:rsidR="00D53F5E" w:rsidRDefault="00B14273" w:rsidP="003830BC">
      <w:pPr>
        <w:spacing w:before="240" w:line="276" w:lineRule="auto"/>
        <w:jc w:val="both"/>
        <w:rPr>
          <w:rFonts w:ascii="KIA Light" w:eastAsia="KIA Light" w:hAnsi="KIA Light"/>
          <w:sz w:val="24"/>
          <w:lang w:val="es-PR"/>
        </w:rPr>
      </w:pPr>
      <w:r>
        <w:rPr>
          <w:rFonts w:ascii="KIA Light" w:eastAsia="KIA Light" w:hAnsi="KIA Light"/>
          <w:sz w:val="24"/>
          <w:lang w:val="es-PR"/>
        </w:rPr>
        <w:t>”</w:t>
      </w:r>
      <w:r w:rsidR="007D3CBB">
        <w:rPr>
          <w:rFonts w:ascii="KIA Light" w:eastAsia="KIA Light" w:hAnsi="KIA Light"/>
          <w:sz w:val="24"/>
          <w:lang w:val="es-PR"/>
        </w:rPr>
        <w:t>Esta</w:t>
      </w:r>
      <w:r w:rsidRPr="008E774D">
        <w:rPr>
          <w:rFonts w:ascii="KIA Light" w:eastAsia="KIA Light" w:hAnsi="KIA Light"/>
          <w:sz w:val="24"/>
          <w:lang w:val="es-PR"/>
        </w:rPr>
        <w:t xml:space="preserve"> distinción </w:t>
      </w:r>
      <w:r w:rsidR="007D3CBB">
        <w:rPr>
          <w:rFonts w:ascii="KIA Light" w:eastAsia="KIA Light" w:hAnsi="KIA Light"/>
          <w:sz w:val="24"/>
          <w:lang w:val="es-PR"/>
        </w:rPr>
        <w:t>es una confirmación de la calidad de</w:t>
      </w:r>
      <w:r w:rsidRPr="008E774D">
        <w:rPr>
          <w:rFonts w:ascii="KIA Light" w:eastAsia="KIA Light" w:hAnsi="KIA Light"/>
          <w:sz w:val="24"/>
          <w:lang w:val="es-PR"/>
        </w:rPr>
        <w:t xml:space="preserve"> Kia</w:t>
      </w:r>
      <w:r w:rsidR="007D3CBB">
        <w:rPr>
          <w:rFonts w:ascii="KIA Light" w:eastAsia="KIA Light" w:hAnsi="KIA Light"/>
          <w:sz w:val="24"/>
          <w:lang w:val="es-PR"/>
        </w:rPr>
        <w:t>, pues tenemos</w:t>
      </w:r>
      <w:r w:rsidRPr="008E774D">
        <w:rPr>
          <w:rFonts w:ascii="KIA Light" w:eastAsia="KIA Light" w:hAnsi="KIA Light"/>
          <w:sz w:val="24"/>
          <w:lang w:val="es-PR"/>
        </w:rPr>
        <w:t xml:space="preserve"> el mejor </w:t>
      </w:r>
      <w:r w:rsidR="007D3CBB">
        <w:rPr>
          <w:rFonts w:ascii="KIA Light" w:eastAsia="KIA Light" w:hAnsi="KIA Light"/>
          <w:sz w:val="24"/>
          <w:lang w:val="es-PR"/>
        </w:rPr>
        <w:t>resultado</w:t>
      </w:r>
      <w:r w:rsidRPr="008E774D">
        <w:rPr>
          <w:rFonts w:ascii="KIA Light" w:eastAsia="KIA Light" w:hAnsi="KIA Light"/>
          <w:sz w:val="24"/>
          <w:lang w:val="es-PR"/>
        </w:rPr>
        <w:t xml:space="preserve"> de cualquier marca en los 20 años del estudio</w:t>
      </w:r>
      <w:r w:rsidR="007D3CBB">
        <w:rPr>
          <w:rFonts w:ascii="KIA Light" w:eastAsia="KIA Light" w:hAnsi="KIA Light"/>
          <w:sz w:val="24"/>
          <w:lang w:val="es-PR"/>
        </w:rPr>
        <w:t>,</w:t>
      </w:r>
      <w:r w:rsidRPr="008E774D">
        <w:rPr>
          <w:rFonts w:ascii="KIA Light" w:eastAsia="KIA Light" w:hAnsi="KIA Light"/>
          <w:sz w:val="24"/>
          <w:lang w:val="es-PR"/>
        </w:rPr>
        <w:t xml:space="preserve"> y </w:t>
      </w:r>
      <w:r w:rsidR="007D3CBB">
        <w:rPr>
          <w:rFonts w:ascii="KIA Light" w:eastAsia="KIA Light" w:hAnsi="KIA Light"/>
          <w:sz w:val="24"/>
          <w:lang w:val="es-PR"/>
        </w:rPr>
        <w:t>además contamos con cinco</w:t>
      </w:r>
      <w:r w:rsidRPr="006F3216">
        <w:rPr>
          <w:rFonts w:ascii="KIA Light" w:eastAsia="KIA Light" w:hAnsi="KIA Light"/>
          <w:sz w:val="24"/>
          <w:lang w:val="es-PR"/>
        </w:rPr>
        <w:t xml:space="preserve"> modelos </w:t>
      </w:r>
      <w:r w:rsidR="007D3CBB">
        <w:rPr>
          <w:rFonts w:ascii="KIA Light" w:eastAsia="KIA Light" w:hAnsi="KIA Light"/>
          <w:sz w:val="24"/>
          <w:lang w:val="es-PR"/>
        </w:rPr>
        <w:t xml:space="preserve">destacados igualmente por su excelentes resultados, </w:t>
      </w:r>
      <w:proofErr w:type="spellStart"/>
      <w:r w:rsidRPr="006F3216">
        <w:rPr>
          <w:rFonts w:ascii="KIA Light" w:eastAsia="KIA Light" w:hAnsi="KIA Light"/>
          <w:sz w:val="24"/>
          <w:lang w:val="es-PR"/>
        </w:rPr>
        <w:t>Soul</w:t>
      </w:r>
      <w:proofErr w:type="spellEnd"/>
      <w:r w:rsidRPr="006F3216">
        <w:rPr>
          <w:rFonts w:ascii="KIA Light" w:eastAsia="KIA Light" w:hAnsi="KIA Light"/>
          <w:sz w:val="24"/>
          <w:lang w:val="es-PR"/>
        </w:rPr>
        <w:t>, F</w:t>
      </w:r>
      <w:r>
        <w:rPr>
          <w:rFonts w:ascii="KIA Light" w:eastAsia="KIA Light" w:hAnsi="KIA Light"/>
          <w:sz w:val="24"/>
          <w:lang w:val="es-PR"/>
        </w:rPr>
        <w:t xml:space="preserve">orte, </w:t>
      </w:r>
      <w:proofErr w:type="spellStart"/>
      <w:r>
        <w:rPr>
          <w:rFonts w:ascii="KIA Light" w:eastAsia="KIA Light" w:hAnsi="KIA Light"/>
          <w:sz w:val="24"/>
          <w:lang w:val="es-PR"/>
        </w:rPr>
        <w:t>Cadenza</w:t>
      </w:r>
      <w:proofErr w:type="spellEnd"/>
      <w:r>
        <w:rPr>
          <w:rFonts w:ascii="KIA Light" w:eastAsia="KIA Light" w:hAnsi="KIA Light"/>
          <w:sz w:val="24"/>
          <w:lang w:val="es-PR"/>
        </w:rPr>
        <w:t xml:space="preserve">, </w:t>
      </w:r>
      <w:proofErr w:type="spellStart"/>
      <w:r>
        <w:rPr>
          <w:rFonts w:ascii="KIA Light" w:eastAsia="KIA Light" w:hAnsi="KIA Light"/>
          <w:sz w:val="24"/>
          <w:lang w:val="es-PR"/>
        </w:rPr>
        <w:t>Niro</w:t>
      </w:r>
      <w:proofErr w:type="spellEnd"/>
      <w:r>
        <w:rPr>
          <w:rFonts w:ascii="KIA Light" w:eastAsia="KIA Light" w:hAnsi="KIA Light"/>
          <w:sz w:val="24"/>
          <w:lang w:val="es-PR"/>
        </w:rPr>
        <w:t xml:space="preserve"> y  </w:t>
      </w:r>
      <w:proofErr w:type="spellStart"/>
      <w:r>
        <w:rPr>
          <w:rFonts w:ascii="KIA Light" w:eastAsia="KIA Light" w:hAnsi="KIA Light"/>
          <w:sz w:val="24"/>
          <w:lang w:val="es-PR"/>
        </w:rPr>
        <w:t>Sorento</w:t>
      </w:r>
      <w:proofErr w:type="spellEnd"/>
      <w:r>
        <w:rPr>
          <w:rFonts w:ascii="KIA Light" w:eastAsia="KIA Light" w:hAnsi="KIA Light"/>
          <w:sz w:val="24"/>
          <w:lang w:val="es-PR"/>
        </w:rPr>
        <w:t>”</w:t>
      </w:r>
      <w:r>
        <w:rPr>
          <w:rFonts w:ascii="KIA Light" w:eastAsia="KIA Light" w:hAnsi="KIA Light"/>
          <w:sz w:val="24"/>
          <w:szCs w:val="24"/>
          <w:lang w:val="es-PR"/>
        </w:rPr>
        <w:t xml:space="preserve">, expresa Abiezer Rodríguez </w:t>
      </w:r>
      <w:proofErr w:type="spellStart"/>
      <w:r>
        <w:rPr>
          <w:rFonts w:ascii="KIA Light" w:eastAsia="KIA Light" w:hAnsi="KIA Light"/>
          <w:sz w:val="24"/>
          <w:szCs w:val="24"/>
          <w:lang w:val="es-PR"/>
        </w:rPr>
        <w:t>Pratts</w:t>
      </w:r>
      <w:proofErr w:type="spellEnd"/>
      <w:r>
        <w:rPr>
          <w:rFonts w:ascii="KIA Light" w:eastAsia="KIA Light" w:hAnsi="KIA Light"/>
          <w:sz w:val="24"/>
          <w:szCs w:val="24"/>
          <w:lang w:val="es-PR"/>
        </w:rPr>
        <w:t>, director comercial de Kia Puerto Rico.</w:t>
      </w:r>
    </w:p>
    <w:p w:rsidR="00005B2F" w:rsidRPr="007D3CBB" w:rsidRDefault="007D3CBB" w:rsidP="000606A3">
      <w:pPr>
        <w:spacing w:line="276" w:lineRule="auto"/>
        <w:jc w:val="both"/>
        <w:rPr>
          <w:rFonts w:ascii="KIA Light" w:eastAsia="KIA Light" w:hAnsi="KIA Light"/>
          <w:sz w:val="24"/>
          <w:szCs w:val="24"/>
          <w:lang w:val="es-PR"/>
        </w:rPr>
      </w:pPr>
      <w:proofErr w:type="spellStart"/>
      <w:r w:rsidRPr="0044467B">
        <w:rPr>
          <w:rFonts w:ascii="KIA Light" w:eastAsia="KIA Light" w:hAnsi="KIA Light"/>
          <w:sz w:val="24"/>
          <w:szCs w:val="24"/>
          <w:lang w:val="es-PR"/>
        </w:rPr>
        <w:lastRenderedPageBreak/>
        <w:t>Kia</w:t>
      </w:r>
      <w:proofErr w:type="spellEnd"/>
      <w:r w:rsidRPr="0044467B">
        <w:rPr>
          <w:rFonts w:ascii="KIA Light" w:eastAsia="KIA Light" w:hAnsi="KIA Light"/>
          <w:sz w:val="24"/>
          <w:szCs w:val="24"/>
          <w:lang w:val="es-PR"/>
        </w:rPr>
        <w:t xml:space="preserve"> </w:t>
      </w:r>
      <w:proofErr w:type="spellStart"/>
      <w:r w:rsidRPr="0044467B">
        <w:rPr>
          <w:rFonts w:ascii="KIA Light" w:eastAsia="KIA Light" w:hAnsi="KIA Light"/>
          <w:sz w:val="24"/>
          <w:szCs w:val="24"/>
          <w:lang w:val="es-PR"/>
        </w:rPr>
        <w:t>Cadenza</w:t>
      </w:r>
      <w:proofErr w:type="spellEnd"/>
      <w:r w:rsidRPr="0044467B">
        <w:rPr>
          <w:rFonts w:ascii="KIA Light" w:eastAsia="KIA Light" w:hAnsi="KIA Light"/>
          <w:sz w:val="24"/>
          <w:szCs w:val="24"/>
          <w:lang w:val="es-PR"/>
        </w:rPr>
        <w:t xml:space="preserve"> </w:t>
      </w:r>
      <w:r>
        <w:rPr>
          <w:rFonts w:ascii="KIA Light" w:eastAsia="KIA Light" w:hAnsi="KIA Light"/>
          <w:sz w:val="24"/>
          <w:szCs w:val="24"/>
          <w:lang w:val="es-PR"/>
        </w:rPr>
        <w:t xml:space="preserve">y </w:t>
      </w:r>
      <w:proofErr w:type="spellStart"/>
      <w:r>
        <w:rPr>
          <w:rFonts w:ascii="KIA Light" w:eastAsia="KIA Light" w:hAnsi="KIA Light"/>
          <w:sz w:val="24"/>
          <w:szCs w:val="24"/>
          <w:lang w:val="es-PR"/>
        </w:rPr>
        <w:t>Kia</w:t>
      </w:r>
      <w:proofErr w:type="spellEnd"/>
      <w:r>
        <w:rPr>
          <w:rFonts w:ascii="KIA Light" w:eastAsia="KIA Light" w:hAnsi="KIA Light"/>
          <w:sz w:val="24"/>
          <w:szCs w:val="24"/>
          <w:lang w:val="es-PR"/>
        </w:rPr>
        <w:t xml:space="preserve"> </w:t>
      </w:r>
      <w:proofErr w:type="spellStart"/>
      <w:r>
        <w:rPr>
          <w:rFonts w:ascii="KIA Light" w:eastAsia="KIA Light" w:hAnsi="KIA Light"/>
          <w:sz w:val="24"/>
          <w:szCs w:val="24"/>
          <w:lang w:val="es-PR"/>
        </w:rPr>
        <w:t>Niro</w:t>
      </w:r>
      <w:proofErr w:type="spellEnd"/>
      <w:r>
        <w:rPr>
          <w:rFonts w:ascii="KIA Light" w:eastAsia="KIA Light" w:hAnsi="KIA Light"/>
          <w:sz w:val="24"/>
          <w:szCs w:val="24"/>
          <w:lang w:val="es-PR"/>
        </w:rPr>
        <w:t xml:space="preserve"> obtuvieron</w:t>
      </w:r>
      <w:r w:rsidRPr="0044467B">
        <w:rPr>
          <w:rFonts w:ascii="KIA Light" w:eastAsia="KIA Light" w:hAnsi="KIA Light"/>
          <w:sz w:val="24"/>
          <w:szCs w:val="24"/>
          <w:lang w:val="es-PR"/>
        </w:rPr>
        <w:t xml:space="preserve"> la mejor puntuación entre todos los model</w:t>
      </w:r>
      <w:r>
        <w:rPr>
          <w:rFonts w:ascii="KIA Light" w:eastAsia="KIA Light" w:hAnsi="KIA Light"/>
          <w:sz w:val="24"/>
          <w:szCs w:val="24"/>
          <w:lang w:val="es-PR"/>
        </w:rPr>
        <w:t>os clasificados en el estudio</w:t>
      </w:r>
      <w:r w:rsidR="000606A3">
        <w:rPr>
          <w:rFonts w:ascii="KIA Light" w:eastAsia="KIA Light" w:hAnsi="KIA Light"/>
          <w:sz w:val="24"/>
          <w:szCs w:val="24"/>
          <w:lang w:val="es-PR"/>
        </w:rPr>
        <w:t xml:space="preserve">, que a pesar de no estar disponibles en </w:t>
      </w:r>
      <w:r>
        <w:rPr>
          <w:rFonts w:ascii="KIA Light" w:eastAsia="KIA Light" w:hAnsi="KIA Light"/>
          <w:sz w:val="24"/>
          <w:szCs w:val="24"/>
          <w:lang w:val="es-PR"/>
        </w:rPr>
        <w:t>el</w:t>
      </w:r>
      <w:r w:rsidR="000606A3">
        <w:rPr>
          <w:rFonts w:ascii="KIA Light" w:eastAsia="KIA Light" w:hAnsi="KIA Light"/>
          <w:sz w:val="24"/>
          <w:szCs w:val="24"/>
          <w:lang w:val="es-PR"/>
        </w:rPr>
        <w:t xml:space="preserve"> mercado</w:t>
      </w:r>
      <w:r>
        <w:rPr>
          <w:rFonts w:ascii="KIA Light" w:eastAsia="KIA Light" w:hAnsi="KIA Light"/>
          <w:sz w:val="24"/>
          <w:szCs w:val="24"/>
          <w:lang w:val="es-PR"/>
        </w:rPr>
        <w:t xml:space="preserve"> local</w:t>
      </w:r>
      <w:r w:rsidR="000606A3">
        <w:rPr>
          <w:rFonts w:ascii="KIA Light" w:eastAsia="KIA Light" w:hAnsi="KIA Light"/>
          <w:sz w:val="24"/>
          <w:szCs w:val="24"/>
          <w:lang w:val="es-PR"/>
        </w:rPr>
        <w:t xml:space="preserve"> </w:t>
      </w:r>
      <w:r w:rsidR="000606A3" w:rsidRPr="007D3CBB">
        <w:rPr>
          <w:rFonts w:ascii="KIA Light" w:eastAsia="KIA Light" w:hAnsi="KIA Light"/>
          <w:sz w:val="24"/>
          <w:szCs w:val="24"/>
          <w:lang w:val="es-PR"/>
        </w:rPr>
        <w:t xml:space="preserve">por el momento, fueron destacados en su primer año de ventas en el mercado norteamericano.  </w:t>
      </w:r>
    </w:p>
    <w:p w:rsidR="00976472" w:rsidRPr="007D3CBB" w:rsidRDefault="00976472" w:rsidP="003830BC">
      <w:pPr>
        <w:spacing w:line="276" w:lineRule="auto"/>
        <w:jc w:val="both"/>
        <w:rPr>
          <w:rFonts w:ascii="KIA Light" w:eastAsia="KIA Light" w:hAnsi="KIA Light"/>
          <w:sz w:val="24"/>
          <w:lang w:val="es-PR"/>
        </w:rPr>
      </w:pPr>
      <w:r w:rsidRPr="007D3CBB">
        <w:rPr>
          <w:rFonts w:ascii="KIA Light" w:eastAsia="KIA Light" w:hAnsi="KIA Light"/>
          <w:sz w:val="24"/>
          <w:lang w:val="es-PR"/>
        </w:rPr>
        <w:t>Forte recibió su primer premio IQS</w:t>
      </w:r>
      <w:r w:rsidR="007D3CBB" w:rsidRPr="007D3CBB">
        <w:rPr>
          <w:rFonts w:ascii="KIA Light" w:eastAsia="KIA Light" w:hAnsi="KIA Light"/>
          <w:sz w:val="24"/>
          <w:lang w:val="es-PR"/>
        </w:rPr>
        <w:t xml:space="preserve"> </w:t>
      </w:r>
      <w:r w:rsidRPr="007D3CBB">
        <w:rPr>
          <w:rFonts w:ascii="KIA Light" w:eastAsia="KIA Light" w:hAnsi="KIA Light"/>
          <w:sz w:val="24"/>
          <w:lang w:val="es-PR"/>
        </w:rPr>
        <w:t xml:space="preserve">en el segmento de autos compactos con un puntaje de 75. Forte mejoró en 11 puntos a partir del 2016, destacando su exterior e innovadoras características dentro de su categoría. </w:t>
      </w:r>
    </w:p>
    <w:p w:rsidR="00976472" w:rsidRPr="007D3CBB" w:rsidRDefault="00976472" w:rsidP="003830BC">
      <w:pPr>
        <w:spacing w:line="276" w:lineRule="auto"/>
        <w:jc w:val="both"/>
        <w:rPr>
          <w:rFonts w:ascii="KIA Light" w:eastAsia="KIA Light" w:hAnsi="KIA Light"/>
          <w:sz w:val="24"/>
          <w:lang w:val="es-PR"/>
        </w:rPr>
      </w:pPr>
      <w:proofErr w:type="spellStart"/>
      <w:r w:rsidRPr="007D3CBB">
        <w:rPr>
          <w:rFonts w:ascii="KIA Light" w:eastAsia="KIA Light" w:hAnsi="KIA Light"/>
          <w:sz w:val="24"/>
          <w:lang w:val="es-PR"/>
        </w:rPr>
        <w:t>Niro</w:t>
      </w:r>
      <w:proofErr w:type="spellEnd"/>
      <w:r w:rsidRPr="007D3CBB">
        <w:rPr>
          <w:rFonts w:ascii="KIA Light" w:eastAsia="KIA Light" w:hAnsi="KIA Light"/>
          <w:sz w:val="24"/>
          <w:lang w:val="es-PR"/>
        </w:rPr>
        <w:t xml:space="preserve"> es uno de los tres modelos nuevos que recibió un premio en su segmento. El nuevo híbrido crossover, mostr</w:t>
      </w:r>
      <w:r w:rsidR="003830BC" w:rsidRPr="007D3CBB">
        <w:rPr>
          <w:rFonts w:ascii="KIA Light" w:eastAsia="KIA Light" w:hAnsi="KIA Light"/>
          <w:sz w:val="24"/>
          <w:lang w:val="es-PR"/>
        </w:rPr>
        <w:t>ó</w:t>
      </w:r>
      <w:r w:rsidRPr="007D3CBB">
        <w:rPr>
          <w:rFonts w:ascii="KIA Light" w:eastAsia="KIA Light" w:hAnsi="KIA Light"/>
          <w:sz w:val="24"/>
          <w:lang w:val="es-PR"/>
        </w:rPr>
        <w:t xml:space="preserve"> un excelente desempeño y superó el segmento de SUV pequeño con un promedio significativo de 30 puntos.</w:t>
      </w:r>
      <w:r w:rsidR="007D3CBB">
        <w:rPr>
          <w:rFonts w:ascii="KIA Light" w:eastAsia="KIA Light" w:hAnsi="KIA Light"/>
          <w:sz w:val="24"/>
          <w:lang w:val="es-PR"/>
        </w:rPr>
        <w:t xml:space="preserve"> Se espera haga su introducción al mercado puertorriqueño en 2018.</w:t>
      </w:r>
    </w:p>
    <w:p w:rsidR="00005B2F" w:rsidRPr="007D3CBB" w:rsidRDefault="00005B2F" w:rsidP="003830BC">
      <w:pPr>
        <w:spacing w:line="276" w:lineRule="auto"/>
        <w:jc w:val="both"/>
        <w:rPr>
          <w:rFonts w:ascii="KIA Light" w:eastAsia="KIA Light" w:hAnsi="KIA Light"/>
          <w:sz w:val="24"/>
          <w:lang w:val="es-PR"/>
        </w:rPr>
      </w:pPr>
      <w:proofErr w:type="spellStart"/>
      <w:r w:rsidRPr="007D3CBB">
        <w:rPr>
          <w:rFonts w:ascii="KIA Light" w:eastAsia="KIA Light" w:hAnsi="KIA Light"/>
          <w:sz w:val="24"/>
          <w:lang w:val="es-PR"/>
        </w:rPr>
        <w:t>Soul</w:t>
      </w:r>
      <w:proofErr w:type="spellEnd"/>
      <w:r w:rsidR="007D3CBB">
        <w:rPr>
          <w:rFonts w:ascii="KIA Light" w:eastAsia="KIA Light" w:hAnsi="KIA Light"/>
          <w:sz w:val="24"/>
          <w:lang w:val="es-PR"/>
        </w:rPr>
        <w:t>,</w:t>
      </w:r>
      <w:r w:rsidRPr="007D3CBB">
        <w:rPr>
          <w:rFonts w:ascii="KIA Light" w:eastAsia="KIA Light" w:hAnsi="KIA Light"/>
          <w:sz w:val="24"/>
          <w:lang w:val="es-PR"/>
        </w:rPr>
        <w:t xml:space="preserve"> el </w:t>
      </w:r>
      <w:r w:rsidR="007D3CBB">
        <w:rPr>
          <w:rFonts w:ascii="KIA Light" w:eastAsia="KIA Light" w:hAnsi="KIA Light"/>
          <w:sz w:val="24"/>
          <w:lang w:val="es-PR"/>
        </w:rPr>
        <w:t>vehículo ícono</w:t>
      </w:r>
      <w:r w:rsidRPr="007D3CBB">
        <w:rPr>
          <w:rFonts w:ascii="KIA Light" w:eastAsia="KIA Light" w:hAnsi="KIA Light"/>
          <w:sz w:val="24"/>
          <w:lang w:val="es-PR"/>
        </w:rPr>
        <w:t xml:space="preserve"> de Kia, </w:t>
      </w:r>
      <w:r w:rsidR="00574E0C" w:rsidRPr="007D3CBB">
        <w:rPr>
          <w:rFonts w:ascii="KIA Light" w:eastAsia="KIA Light" w:hAnsi="KIA Light"/>
          <w:sz w:val="24"/>
          <w:lang w:val="es-PR"/>
        </w:rPr>
        <w:t xml:space="preserve">obtuvo los máximos honores por tercer año consecutivo en la categoría de vehículos multiusos compactos. </w:t>
      </w:r>
      <w:r w:rsidR="007D3CBB">
        <w:rPr>
          <w:rFonts w:ascii="KIA Light" w:eastAsia="KIA Light" w:hAnsi="KIA Light"/>
          <w:sz w:val="24"/>
          <w:lang w:val="es-PR"/>
        </w:rPr>
        <w:t>S</w:t>
      </w:r>
      <w:r w:rsidR="003830BC" w:rsidRPr="007D3CBB">
        <w:rPr>
          <w:rFonts w:ascii="KIA Light" w:eastAsia="KIA Light" w:hAnsi="KIA Light"/>
          <w:sz w:val="24"/>
          <w:lang w:val="es-PR"/>
        </w:rPr>
        <w:t>alió</w:t>
      </w:r>
      <w:r w:rsidRPr="007D3CBB">
        <w:rPr>
          <w:rFonts w:ascii="KIA Light" w:eastAsia="KIA Light" w:hAnsi="KIA Light"/>
          <w:sz w:val="24"/>
          <w:lang w:val="es-PR"/>
        </w:rPr>
        <w:t xml:space="preserve"> vencedor </w:t>
      </w:r>
      <w:r w:rsidR="00574E0C" w:rsidRPr="007D3CBB">
        <w:rPr>
          <w:rFonts w:ascii="KIA Light" w:eastAsia="KIA Light" w:hAnsi="KIA Light"/>
          <w:sz w:val="24"/>
          <w:lang w:val="es-PR"/>
        </w:rPr>
        <w:lastRenderedPageBreak/>
        <w:t xml:space="preserve">en su segmento, </w:t>
      </w:r>
      <w:r w:rsidRPr="007D3CBB">
        <w:rPr>
          <w:rFonts w:ascii="KIA Light" w:eastAsia="KIA Light" w:hAnsi="KIA Light"/>
          <w:sz w:val="24"/>
          <w:lang w:val="es-PR"/>
        </w:rPr>
        <w:t xml:space="preserve">con una puntuación de 68 una mejora de 4 puntos </w:t>
      </w:r>
      <w:r w:rsidR="00976472" w:rsidRPr="007D3CBB">
        <w:rPr>
          <w:rFonts w:ascii="KIA Light" w:eastAsia="KIA Light" w:hAnsi="KIA Light"/>
          <w:sz w:val="24"/>
          <w:lang w:val="es-PR"/>
        </w:rPr>
        <w:t>más</w:t>
      </w:r>
      <w:r w:rsidRPr="007D3CBB">
        <w:rPr>
          <w:rFonts w:ascii="KIA Light" w:eastAsia="KIA Light" w:hAnsi="KIA Light"/>
          <w:sz w:val="24"/>
          <w:lang w:val="es-PR"/>
        </w:rPr>
        <w:t xml:space="preserve"> que el año pasado. </w:t>
      </w:r>
    </w:p>
    <w:p w:rsidR="00005B2F" w:rsidRDefault="00005B2F" w:rsidP="003830BC">
      <w:pPr>
        <w:spacing w:line="276" w:lineRule="auto"/>
        <w:jc w:val="both"/>
        <w:rPr>
          <w:rFonts w:ascii="KIA Light" w:eastAsia="KIA Light" w:hAnsi="KIA Light"/>
          <w:sz w:val="24"/>
          <w:lang w:val="es-PR"/>
        </w:rPr>
      </w:pPr>
      <w:proofErr w:type="spellStart"/>
      <w:r w:rsidRPr="007D3CBB">
        <w:rPr>
          <w:rFonts w:ascii="KIA Light" w:eastAsia="KIA Light" w:hAnsi="KIA Light"/>
          <w:sz w:val="24"/>
          <w:lang w:val="es-PR"/>
        </w:rPr>
        <w:t>Sorento</w:t>
      </w:r>
      <w:proofErr w:type="spellEnd"/>
      <w:r>
        <w:rPr>
          <w:rFonts w:ascii="KIA Light" w:eastAsia="KIA Light" w:hAnsi="KIA Light"/>
          <w:sz w:val="24"/>
          <w:lang w:val="es-PR"/>
        </w:rPr>
        <w:t xml:space="preserve"> recibió su </w:t>
      </w:r>
      <w:r w:rsidRPr="00005B2F">
        <w:rPr>
          <w:rFonts w:ascii="KIA Light" w:eastAsia="KIA Light" w:hAnsi="KIA Light"/>
          <w:sz w:val="24"/>
          <w:lang w:val="es-PR"/>
        </w:rPr>
        <w:t>segundo premio</w:t>
      </w:r>
      <w:r>
        <w:rPr>
          <w:rFonts w:ascii="KIA Light" w:eastAsia="KIA Light" w:hAnsi="KIA Light"/>
          <w:sz w:val="24"/>
          <w:lang w:val="es-PR"/>
        </w:rPr>
        <w:t xml:space="preserve"> del segmento IQS en tres años. </w:t>
      </w:r>
      <w:r w:rsidRPr="00005B2F">
        <w:rPr>
          <w:rFonts w:ascii="KIA Light" w:eastAsia="KIA Light" w:hAnsi="KIA Light"/>
          <w:sz w:val="24"/>
          <w:lang w:val="es-PR"/>
        </w:rPr>
        <w:t>Supera</w:t>
      </w:r>
      <w:r>
        <w:rPr>
          <w:rFonts w:ascii="KIA Light" w:eastAsia="KIA Light" w:hAnsi="KIA Light"/>
          <w:sz w:val="24"/>
          <w:lang w:val="es-PR"/>
        </w:rPr>
        <w:t xml:space="preserve">ndo el promedio de SUV mediano </w:t>
      </w:r>
      <w:r w:rsidRPr="00005B2F">
        <w:rPr>
          <w:rFonts w:ascii="KIA Light" w:eastAsia="KIA Light" w:hAnsi="KIA Light"/>
          <w:sz w:val="24"/>
          <w:lang w:val="es-PR"/>
        </w:rPr>
        <w:t>en la</w:t>
      </w:r>
      <w:r>
        <w:rPr>
          <w:rFonts w:ascii="KIA Light" w:eastAsia="KIA Light" w:hAnsi="KIA Light"/>
          <w:sz w:val="24"/>
          <w:lang w:val="es-PR"/>
        </w:rPr>
        <w:t xml:space="preserve">s ocho categorías de problemas. </w:t>
      </w:r>
      <w:proofErr w:type="spellStart"/>
      <w:r>
        <w:rPr>
          <w:rFonts w:ascii="KIA Light" w:eastAsia="KIA Light" w:hAnsi="KIA Light"/>
          <w:sz w:val="24"/>
          <w:lang w:val="es-PR"/>
        </w:rPr>
        <w:t>Sorento</w:t>
      </w:r>
      <w:proofErr w:type="spellEnd"/>
      <w:r>
        <w:rPr>
          <w:rFonts w:ascii="KIA Light" w:eastAsia="KIA Light" w:hAnsi="KIA Light"/>
          <w:sz w:val="24"/>
          <w:lang w:val="es-PR"/>
        </w:rPr>
        <w:t xml:space="preserve"> </w:t>
      </w:r>
      <w:r w:rsidR="00AB642F">
        <w:rPr>
          <w:rFonts w:ascii="KIA Light" w:eastAsia="KIA Light" w:hAnsi="KIA Light"/>
          <w:sz w:val="24"/>
          <w:lang w:val="es-PR"/>
        </w:rPr>
        <w:t>tuvo</w:t>
      </w:r>
      <w:r>
        <w:rPr>
          <w:rFonts w:ascii="KIA Light" w:eastAsia="KIA Light" w:hAnsi="KIA Light"/>
          <w:sz w:val="24"/>
          <w:lang w:val="es-PR"/>
        </w:rPr>
        <w:t xml:space="preserve"> menos </w:t>
      </w:r>
      <w:r w:rsidR="00AB642F">
        <w:rPr>
          <w:rFonts w:ascii="KIA Light" w:eastAsia="KIA Light" w:hAnsi="KIA Light"/>
          <w:sz w:val="24"/>
          <w:lang w:val="es-PR"/>
        </w:rPr>
        <w:t>situaciones</w:t>
      </w:r>
      <w:r>
        <w:rPr>
          <w:rFonts w:ascii="KIA Light" w:eastAsia="KIA Light" w:hAnsi="KIA Light"/>
          <w:sz w:val="24"/>
          <w:lang w:val="es-PR"/>
        </w:rPr>
        <w:t xml:space="preserve"> </w:t>
      </w:r>
      <w:r w:rsidRPr="00005B2F">
        <w:rPr>
          <w:rFonts w:ascii="KIA Light" w:eastAsia="KIA Light" w:hAnsi="KIA Light"/>
          <w:sz w:val="24"/>
          <w:lang w:val="es-PR"/>
        </w:rPr>
        <w:t>dentro del seg</w:t>
      </w:r>
      <w:r>
        <w:rPr>
          <w:rFonts w:ascii="KIA Light" w:eastAsia="KIA Light" w:hAnsi="KIA Light"/>
          <w:sz w:val="24"/>
          <w:lang w:val="es-PR"/>
        </w:rPr>
        <w:t xml:space="preserve">mento en los cuatro principales </w:t>
      </w:r>
      <w:r w:rsidRPr="00005B2F">
        <w:rPr>
          <w:rFonts w:ascii="KIA Light" w:eastAsia="KIA Light" w:hAnsi="KIA Light"/>
          <w:sz w:val="24"/>
          <w:lang w:val="es-PR"/>
        </w:rPr>
        <w:t xml:space="preserve">tipos de </w:t>
      </w:r>
      <w:r w:rsidR="00AB642F" w:rsidRPr="00005B2F">
        <w:rPr>
          <w:rFonts w:ascii="KIA Light" w:eastAsia="KIA Light" w:hAnsi="KIA Light"/>
          <w:sz w:val="24"/>
          <w:lang w:val="es-PR"/>
        </w:rPr>
        <w:t>contr</w:t>
      </w:r>
      <w:r w:rsidR="00AB642F">
        <w:rPr>
          <w:rFonts w:ascii="KIA Light" w:eastAsia="KIA Light" w:hAnsi="KIA Light"/>
          <w:sz w:val="24"/>
          <w:lang w:val="es-PR"/>
        </w:rPr>
        <w:t>ariedades</w:t>
      </w:r>
      <w:r>
        <w:rPr>
          <w:rFonts w:ascii="KIA Light" w:eastAsia="KIA Light" w:hAnsi="KIA Light"/>
          <w:sz w:val="24"/>
          <w:lang w:val="es-PR"/>
        </w:rPr>
        <w:t xml:space="preserve">. </w:t>
      </w:r>
    </w:p>
    <w:p w:rsidR="003830BC" w:rsidRDefault="00B14273" w:rsidP="003830BC">
      <w:pPr>
        <w:spacing w:before="240" w:line="276" w:lineRule="auto"/>
        <w:jc w:val="both"/>
        <w:rPr>
          <w:rFonts w:ascii="KIA Light" w:eastAsia="KIA Light" w:hAnsi="KIA Light"/>
          <w:color w:val="000000" w:themeColor="text1"/>
          <w:sz w:val="24"/>
          <w:szCs w:val="24"/>
          <w:lang w:val="es-PR"/>
        </w:rPr>
      </w:pPr>
      <w:r w:rsidRPr="00B14273">
        <w:rPr>
          <w:rFonts w:ascii="KIA Light" w:eastAsia="KIA Light" w:hAnsi="KIA Light"/>
          <w:sz w:val="24"/>
          <w:szCs w:val="24"/>
          <w:lang w:val="es-PR"/>
        </w:rPr>
        <w:t>“</w:t>
      </w:r>
      <w:r>
        <w:rPr>
          <w:rFonts w:ascii="KIA Light" w:eastAsia="KIA Light" w:hAnsi="KIA Light"/>
          <w:sz w:val="24"/>
          <w:szCs w:val="24"/>
          <w:lang w:val="es-PR"/>
        </w:rPr>
        <w:t>Defender la posición por segundo año consecutivo</w:t>
      </w:r>
      <w:r w:rsidRPr="00B14273">
        <w:rPr>
          <w:rFonts w:ascii="KIA Light" w:eastAsia="KIA Light" w:hAnsi="KIA Light"/>
          <w:sz w:val="24"/>
          <w:szCs w:val="24"/>
          <w:lang w:val="es-PR"/>
        </w:rPr>
        <w:t xml:space="preserve"> es la confirmación </w:t>
      </w:r>
      <w:r>
        <w:rPr>
          <w:rFonts w:ascii="KIA Light" w:eastAsia="KIA Light" w:hAnsi="KIA Light"/>
          <w:sz w:val="24"/>
          <w:szCs w:val="24"/>
          <w:lang w:val="es-PR"/>
        </w:rPr>
        <w:t xml:space="preserve">del esfuerzo </w:t>
      </w:r>
      <w:r w:rsidRPr="00B14273">
        <w:rPr>
          <w:rFonts w:ascii="KIA Light" w:eastAsia="KIA Light" w:hAnsi="KIA Light"/>
          <w:sz w:val="24"/>
          <w:szCs w:val="24"/>
          <w:lang w:val="es-PR"/>
        </w:rPr>
        <w:t xml:space="preserve">y </w:t>
      </w:r>
      <w:r>
        <w:rPr>
          <w:rFonts w:ascii="KIA Light" w:eastAsia="KIA Light" w:hAnsi="KIA Light"/>
          <w:sz w:val="24"/>
          <w:szCs w:val="24"/>
          <w:lang w:val="es-PR"/>
        </w:rPr>
        <w:t xml:space="preserve">los altos </w:t>
      </w:r>
      <w:r w:rsidRPr="00B14273">
        <w:rPr>
          <w:rFonts w:ascii="KIA Light" w:eastAsia="KIA Light" w:hAnsi="KIA Light"/>
          <w:sz w:val="24"/>
          <w:szCs w:val="24"/>
          <w:lang w:val="es-PR"/>
        </w:rPr>
        <w:t>estándares</w:t>
      </w:r>
      <w:r>
        <w:rPr>
          <w:rFonts w:ascii="KIA Light" w:eastAsia="KIA Light" w:hAnsi="KIA Light"/>
          <w:sz w:val="24"/>
          <w:szCs w:val="24"/>
          <w:lang w:val="es-PR"/>
        </w:rPr>
        <w:t xml:space="preserve"> </w:t>
      </w:r>
      <w:r w:rsidRPr="00B14273">
        <w:rPr>
          <w:rFonts w:ascii="KIA Light" w:eastAsia="KIA Light" w:hAnsi="KIA Light"/>
          <w:sz w:val="24"/>
          <w:szCs w:val="24"/>
          <w:lang w:val="es-PR"/>
        </w:rPr>
        <w:t xml:space="preserve">que Kia está llevando a cabo para </w:t>
      </w:r>
      <w:r w:rsidR="003830BC">
        <w:rPr>
          <w:rFonts w:ascii="KIA Light" w:eastAsia="KIA Light" w:hAnsi="KIA Light"/>
          <w:sz w:val="24"/>
          <w:szCs w:val="24"/>
          <w:lang w:val="es-PR"/>
        </w:rPr>
        <w:t>mantener</w:t>
      </w:r>
      <w:r w:rsidRPr="00B14273">
        <w:rPr>
          <w:rFonts w:ascii="KIA Light" w:eastAsia="KIA Light" w:hAnsi="KIA Light"/>
          <w:sz w:val="24"/>
          <w:szCs w:val="24"/>
          <w:lang w:val="es-PR"/>
        </w:rPr>
        <w:t xml:space="preserve"> </w:t>
      </w:r>
      <w:r>
        <w:rPr>
          <w:rFonts w:ascii="KIA Light" w:eastAsia="KIA Light" w:hAnsi="KIA Light"/>
          <w:sz w:val="24"/>
          <w:szCs w:val="24"/>
          <w:lang w:val="es-PR"/>
        </w:rPr>
        <w:t xml:space="preserve">el título </w:t>
      </w:r>
      <w:r w:rsidRPr="00B14273">
        <w:rPr>
          <w:rFonts w:ascii="KIA Light" w:eastAsia="KIA Light" w:hAnsi="KIA Light"/>
          <w:sz w:val="24"/>
          <w:szCs w:val="24"/>
          <w:lang w:val="es-PR"/>
        </w:rPr>
        <w:t>de fabricante de</w:t>
      </w:r>
      <w:r>
        <w:rPr>
          <w:rFonts w:ascii="KIA Light" w:eastAsia="KIA Light" w:hAnsi="KIA Light"/>
          <w:sz w:val="24"/>
          <w:szCs w:val="24"/>
          <w:lang w:val="es-PR"/>
        </w:rPr>
        <w:t xml:space="preserve"> autos de clase mundial. Como agradecimiento a nuestros </w:t>
      </w:r>
      <w:r w:rsidRPr="00B14273">
        <w:rPr>
          <w:rFonts w:ascii="KIA Light" w:eastAsia="KIA Light" w:hAnsi="KIA Light"/>
          <w:sz w:val="24"/>
          <w:szCs w:val="24"/>
          <w:lang w:val="es-PR"/>
        </w:rPr>
        <w:t xml:space="preserve">clientes, continuaremos esforzándonos por obtener </w:t>
      </w:r>
      <w:r>
        <w:rPr>
          <w:rFonts w:ascii="KIA Light" w:eastAsia="KIA Light" w:hAnsi="KIA Light"/>
          <w:sz w:val="24"/>
          <w:szCs w:val="24"/>
          <w:lang w:val="es-PR"/>
        </w:rPr>
        <w:t xml:space="preserve">la </w:t>
      </w:r>
      <w:r w:rsidRPr="00B14273">
        <w:rPr>
          <w:rFonts w:ascii="KIA Light" w:eastAsia="KIA Light" w:hAnsi="KIA Light"/>
          <w:sz w:val="24"/>
          <w:szCs w:val="24"/>
          <w:lang w:val="es-PR"/>
        </w:rPr>
        <w:t xml:space="preserve">calidad y confiabilidad </w:t>
      </w:r>
      <w:r>
        <w:rPr>
          <w:rFonts w:ascii="KIA Light" w:eastAsia="KIA Light" w:hAnsi="KIA Light"/>
          <w:sz w:val="24"/>
          <w:szCs w:val="24"/>
          <w:lang w:val="es-PR"/>
        </w:rPr>
        <w:t>líder</w:t>
      </w:r>
      <w:r w:rsidRPr="00B14273">
        <w:rPr>
          <w:rFonts w:ascii="KIA Light" w:eastAsia="KIA Light" w:hAnsi="KIA Light"/>
          <w:sz w:val="24"/>
          <w:szCs w:val="24"/>
          <w:lang w:val="es-PR"/>
        </w:rPr>
        <w:t xml:space="preserve"> en el mercado en toda </w:t>
      </w:r>
      <w:r w:rsidR="00AB642F">
        <w:rPr>
          <w:rFonts w:ascii="KIA Light" w:eastAsia="KIA Light" w:hAnsi="KIA Light"/>
          <w:sz w:val="24"/>
          <w:szCs w:val="24"/>
          <w:lang w:val="es-PR"/>
        </w:rPr>
        <w:t>nuestra línea de</w:t>
      </w:r>
      <w:r>
        <w:rPr>
          <w:rFonts w:ascii="KIA Light" w:eastAsia="KIA Light" w:hAnsi="KIA Light"/>
          <w:sz w:val="24"/>
          <w:szCs w:val="24"/>
          <w:lang w:val="es-PR"/>
        </w:rPr>
        <w:t xml:space="preserve"> modelos</w:t>
      </w:r>
      <w:r w:rsidRPr="00B14273">
        <w:rPr>
          <w:rFonts w:ascii="KIA Light" w:eastAsia="KIA Light" w:hAnsi="KIA Light"/>
          <w:sz w:val="24"/>
          <w:szCs w:val="24"/>
          <w:lang w:val="es-PR"/>
        </w:rPr>
        <w:t xml:space="preserve">”, </w:t>
      </w:r>
      <w:r w:rsidRPr="00B14273">
        <w:rPr>
          <w:rFonts w:ascii="KIA Light" w:eastAsia="KIA Light" w:hAnsi="KIA Light"/>
          <w:color w:val="000000" w:themeColor="text1"/>
          <w:sz w:val="24"/>
          <w:szCs w:val="24"/>
          <w:lang w:val="es-PR"/>
        </w:rPr>
        <w:t xml:space="preserve">concluye Rodríguez </w:t>
      </w:r>
      <w:proofErr w:type="spellStart"/>
      <w:r w:rsidRPr="00B14273">
        <w:rPr>
          <w:rFonts w:ascii="KIA Light" w:eastAsia="KIA Light" w:hAnsi="KIA Light"/>
          <w:color w:val="000000" w:themeColor="text1"/>
          <w:sz w:val="24"/>
          <w:szCs w:val="24"/>
          <w:lang w:val="es-PR"/>
        </w:rPr>
        <w:t>Pratts</w:t>
      </w:r>
      <w:proofErr w:type="spellEnd"/>
      <w:r w:rsidRPr="00B14273">
        <w:rPr>
          <w:rFonts w:ascii="KIA Light" w:eastAsia="KIA Light" w:hAnsi="KIA Light"/>
          <w:color w:val="000000" w:themeColor="text1"/>
          <w:sz w:val="24"/>
          <w:szCs w:val="24"/>
          <w:lang w:val="es-PR"/>
        </w:rPr>
        <w:t>.</w:t>
      </w:r>
    </w:p>
    <w:p w:rsidR="003830BC" w:rsidRPr="003830BC" w:rsidRDefault="000606A3" w:rsidP="000606A3">
      <w:pPr>
        <w:spacing w:line="276" w:lineRule="auto"/>
        <w:jc w:val="both"/>
        <w:rPr>
          <w:rFonts w:ascii="Arial" w:hAnsi="Arial" w:cs="Arial"/>
          <w:color w:val="4D4D4D"/>
          <w:sz w:val="23"/>
          <w:szCs w:val="23"/>
          <w:lang w:val="es-PR"/>
        </w:rPr>
      </w:pPr>
      <w:r>
        <w:rPr>
          <w:rFonts w:ascii="KIA Light" w:eastAsia="KIA Light" w:hAnsi="KIA Light" w:cs="Arial"/>
          <w:sz w:val="24"/>
          <w:szCs w:val="24"/>
          <w:shd w:val="clear" w:color="auto" w:fill="FFFFFF"/>
          <w:lang w:val="es-PR"/>
        </w:rPr>
        <w:t xml:space="preserve">Para más información sobre </w:t>
      </w:r>
      <w:r w:rsidR="00AB642F">
        <w:rPr>
          <w:rFonts w:ascii="KIA Light" w:eastAsia="KIA Light" w:hAnsi="KIA Light" w:cs="Arial"/>
          <w:sz w:val="24"/>
          <w:szCs w:val="24"/>
          <w:shd w:val="clear" w:color="auto" w:fill="FFFFFF"/>
          <w:lang w:val="es-PR"/>
        </w:rPr>
        <w:t xml:space="preserve">los vehículos Kia, puede acceder a la página: </w:t>
      </w:r>
      <w:r>
        <w:rPr>
          <w:rFonts w:ascii="KIA Light" w:eastAsia="KIA Light" w:hAnsi="KIA Light" w:cs="Arial"/>
          <w:sz w:val="24"/>
          <w:szCs w:val="24"/>
          <w:shd w:val="clear" w:color="auto" w:fill="FFFFFF"/>
          <w:lang w:val="es-PR"/>
        </w:rPr>
        <w:t xml:space="preserve"> </w:t>
      </w:r>
      <w:hyperlink r:id="rId7" w:history="1">
        <w:r w:rsidRPr="00B56259">
          <w:rPr>
            <w:rStyle w:val="Hyperlink"/>
            <w:rFonts w:ascii="KIA Light" w:eastAsia="KIA Light" w:hAnsi="KIA Light" w:cs="Arial"/>
            <w:sz w:val="24"/>
            <w:szCs w:val="24"/>
            <w:shd w:val="clear" w:color="auto" w:fill="FFFFFF"/>
            <w:lang w:val="es-PR"/>
          </w:rPr>
          <w:t>www.kia.com</w:t>
        </w:r>
      </w:hyperlink>
      <w:r>
        <w:rPr>
          <w:rFonts w:ascii="KIA Light" w:eastAsia="KIA Light" w:hAnsi="KIA Light" w:cs="Arial"/>
          <w:sz w:val="24"/>
          <w:szCs w:val="24"/>
          <w:shd w:val="clear" w:color="auto" w:fill="FFFFFF"/>
          <w:lang w:val="es-PR"/>
        </w:rPr>
        <w:t xml:space="preserve">. </w:t>
      </w:r>
    </w:p>
    <w:p w:rsidR="000606A3" w:rsidRDefault="000606A3" w:rsidP="000606A3">
      <w:pPr>
        <w:spacing w:line="360" w:lineRule="auto"/>
        <w:rPr>
          <w:rFonts w:ascii="KIA Light" w:eastAsia="KIA Light" w:hAnsi="KIA Light"/>
          <w:sz w:val="24"/>
          <w:lang w:val="es-PR"/>
        </w:rPr>
      </w:pPr>
    </w:p>
    <w:p w:rsidR="00B14273" w:rsidRPr="00B14273" w:rsidRDefault="00B14273" w:rsidP="000606A3">
      <w:pPr>
        <w:spacing w:line="360" w:lineRule="auto"/>
        <w:jc w:val="center"/>
        <w:rPr>
          <w:rFonts w:ascii="KIA Light" w:eastAsia="KIA Light" w:hAnsi="KIA Light"/>
          <w:i/>
          <w:color w:val="000000" w:themeColor="text1"/>
          <w:sz w:val="24"/>
          <w:szCs w:val="24"/>
          <w:lang w:val="es-PR"/>
        </w:rPr>
      </w:pPr>
      <w:r w:rsidRPr="00B14273">
        <w:rPr>
          <w:rFonts w:ascii="KIA Light" w:eastAsia="KIA Light" w:hAnsi="KIA Light"/>
          <w:i/>
          <w:color w:val="000000" w:themeColor="text1"/>
          <w:sz w:val="24"/>
          <w:szCs w:val="24"/>
          <w:lang w:val="es-PR"/>
        </w:rPr>
        <w:t>###</w:t>
      </w:r>
    </w:p>
    <w:p w:rsidR="00B14273" w:rsidRDefault="00B14273" w:rsidP="00B14273">
      <w:pPr>
        <w:spacing w:line="276" w:lineRule="auto"/>
        <w:jc w:val="both"/>
        <w:rPr>
          <w:rFonts w:ascii="KIA Light" w:eastAsia="KIA Light" w:hAnsi="KIA Light" w:cs="Tahoma"/>
          <w:i/>
          <w:sz w:val="20"/>
          <w:lang w:val="es-PR"/>
        </w:rPr>
      </w:pPr>
      <w:r w:rsidRPr="00AB642F">
        <w:rPr>
          <w:rFonts w:ascii="KIA Light" w:eastAsia="KIA Light" w:hAnsi="KIA Light" w:cs="Tahoma"/>
          <w:i/>
          <w:sz w:val="20"/>
          <w:lang w:val="es-PR"/>
        </w:rPr>
        <w:lastRenderedPageBreak/>
        <w:t>Kia Motors lleva 23 años en Puerto Rico representando una línea de vehículos con participación en los principales segmentos del mercado. Cuenta con una red de 15 concesionarios y centros de servicio a través de todo Puerto Rico. Además ofrece a sus clientes el programa Kia Contigo que incluye el servicio de asistencia en carretera, garantía y piezas originales.</w:t>
      </w:r>
    </w:p>
    <w:p w:rsidR="00AB642F" w:rsidRDefault="00AB642F" w:rsidP="00B14273">
      <w:pPr>
        <w:spacing w:line="276" w:lineRule="auto"/>
        <w:jc w:val="both"/>
        <w:rPr>
          <w:rFonts w:ascii="KIA Light" w:eastAsia="KIA Light" w:hAnsi="KIA Light" w:cs="Tahoma"/>
          <w:i/>
          <w:sz w:val="20"/>
          <w:lang w:val="es-PR"/>
        </w:rPr>
      </w:pPr>
    </w:p>
    <w:p w:rsidR="00AB642F" w:rsidRDefault="00AB642F" w:rsidP="00B14273">
      <w:pPr>
        <w:spacing w:line="276" w:lineRule="auto"/>
        <w:jc w:val="both"/>
        <w:rPr>
          <w:rFonts w:ascii="KIA Light" w:eastAsia="KIA Light" w:hAnsi="KIA Light" w:cs="Tahoma"/>
          <w:i/>
          <w:sz w:val="20"/>
          <w:lang w:val="es-PR"/>
        </w:rPr>
      </w:pPr>
    </w:p>
    <w:p w:rsidR="00AB642F" w:rsidRDefault="00AB642F" w:rsidP="00B14273">
      <w:pPr>
        <w:spacing w:line="276" w:lineRule="auto"/>
        <w:jc w:val="both"/>
        <w:rPr>
          <w:rFonts w:ascii="KIA Light" w:eastAsia="KIA Light" w:hAnsi="KIA Light" w:cs="Tahoma"/>
          <w:i/>
          <w:sz w:val="20"/>
          <w:lang w:val="es-PR"/>
        </w:rPr>
      </w:pPr>
    </w:p>
    <w:p w:rsidR="00AB642F" w:rsidRDefault="00AB642F" w:rsidP="00B14273">
      <w:pPr>
        <w:spacing w:line="276" w:lineRule="auto"/>
        <w:jc w:val="both"/>
        <w:rPr>
          <w:rFonts w:ascii="KIA Light" w:eastAsia="KIA Light" w:hAnsi="KIA Light" w:cs="Tahoma"/>
          <w:i/>
          <w:sz w:val="20"/>
          <w:lang w:val="es-PR"/>
        </w:rPr>
      </w:pPr>
    </w:p>
    <w:p w:rsidR="00AB642F" w:rsidRDefault="00AB642F" w:rsidP="00B14273">
      <w:pPr>
        <w:spacing w:line="276" w:lineRule="auto"/>
        <w:jc w:val="both"/>
        <w:rPr>
          <w:rFonts w:ascii="KIA Light" w:eastAsia="KIA Light" w:hAnsi="KIA Light" w:cs="Tahoma"/>
          <w:i/>
          <w:sz w:val="20"/>
          <w:lang w:val="es-PR"/>
        </w:rPr>
      </w:pPr>
    </w:p>
    <w:p w:rsidR="00AB642F" w:rsidRDefault="00AB642F" w:rsidP="00B14273">
      <w:pPr>
        <w:spacing w:line="276" w:lineRule="auto"/>
        <w:jc w:val="both"/>
        <w:rPr>
          <w:rFonts w:ascii="KIA Light" w:eastAsia="KIA Light" w:hAnsi="KIA Light" w:cs="Tahoma"/>
          <w:i/>
          <w:sz w:val="20"/>
          <w:lang w:val="es-PR"/>
        </w:rPr>
      </w:pPr>
    </w:p>
    <w:p w:rsidR="00AB642F" w:rsidRDefault="00AB642F" w:rsidP="00B14273">
      <w:pPr>
        <w:spacing w:line="276" w:lineRule="auto"/>
        <w:jc w:val="both"/>
        <w:rPr>
          <w:rFonts w:ascii="KIA Light" w:eastAsia="KIA Light" w:hAnsi="KIA Light" w:cs="Tahoma"/>
          <w:i/>
          <w:sz w:val="20"/>
          <w:lang w:val="es-PR"/>
        </w:rPr>
      </w:pPr>
    </w:p>
    <w:p w:rsidR="00AB642F" w:rsidRDefault="00AB642F" w:rsidP="00B14273">
      <w:pPr>
        <w:spacing w:line="276" w:lineRule="auto"/>
        <w:jc w:val="both"/>
        <w:rPr>
          <w:rFonts w:ascii="KIA Light" w:eastAsia="KIA Light" w:hAnsi="KIA Light" w:cs="Tahoma"/>
          <w:i/>
          <w:sz w:val="20"/>
          <w:lang w:val="es-PR"/>
        </w:rPr>
      </w:pPr>
    </w:p>
    <w:p w:rsidR="00AB642F" w:rsidRDefault="00AB642F" w:rsidP="00B14273">
      <w:pPr>
        <w:spacing w:line="276" w:lineRule="auto"/>
        <w:jc w:val="both"/>
        <w:rPr>
          <w:rFonts w:ascii="KIA Light" w:eastAsia="KIA Light" w:hAnsi="KIA Light" w:cs="Tahoma"/>
          <w:i/>
          <w:sz w:val="20"/>
          <w:lang w:val="es-PR"/>
        </w:rPr>
      </w:pPr>
    </w:p>
    <w:p w:rsidR="00AB642F" w:rsidRDefault="00AB642F" w:rsidP="00B14273">
      <w:pPr>
        <w:spacing w:line="276" w:lineRule="auto"/>
        <w:jc w:val="both"/>
        <w:rPr>
          <w:rFonts w:ascii="KIA Light" w:eastAsia="KIA Light" w:hAnsi="KIA Light" w:cs="Tahoma"/>
          <w:i/>
          <w:sz w:val="20"/>
          <w:lang w:val="es-PR"/>
        </w:rPr>
      </w:pPr>
    </w:p>
    <w:p w:rsidR="00AB642F" w:rsidRDefault="00AB642F" w:rsidP="00B14273">
      <w:pPr>
        <w:spacing w:line="276" w:lineRule="auto"/>
        <w:jc w:val="both"/>
        <w:rPr>
          <w:rFonts w:ascii="KIA Light" w:eastAsia="KIA Light" w:hAnsi="KIA Light" w:cs="Tahoma"/>
          <w:i/>
          <w:sz w:val="20"/>
          <w:lang w:val="es-PR"/>
        </w:rPr>
      </w:pPr>
    </w:p>
    <w:p w:rsidR="00AB642F" w:rsidRPr="00AB642F" w:rsidRDefault="00AB642F" w:rsidP="00B14273">
      <w:pPr>
        <w:spacing w:line="276" w:lineRule="auto"/>
        <w:jc w:val="both"/>
        <w:rPr>
          <w:rFonts w:ascii="KIA Light" w:eastAsia="KIA Light" w:hAnsi="KIA Light"/>
          <w:i/>
          <w:sz w:val="28"/>
          <w:szCs w:val="24"/>
          <w:lang w:val="es-PR"/>
        </w:rPr>
      </w:pPr>
    </w:p>
    <w:tbl>
      <w:tblPr>
        <w:tblStyle w:val="TableGrid"/>
        <w:tblpPr w:leftFromText="180" w:rightFromText="180" w:vertAnchor="text" w:horzAnchor="margin" w:tblpY="1341"/>
        <w:tblW w:w="0" w:type="auto"/>
        <w:tblLook w:val="04A0" w:firstRow="1" w:lastRow="0" w:firstColumn="1" w:lastColumn="0" w:noHBand="0" w:noVBand="1"/>
      </w:tblPr>
      <w:tblGrid>
        <w:gridCol w:w="4675"/>
        <w:gridCol w:w="4675"/>
      </w:tblGrid>
      <w:tr w:rsidR="000606A3" w:rsidTr="00E5266B">
        <w:tc>
          <w:tcPr>
            <w:tcW w:w="4675" w:type="dxa"/>
          </w:tcPr>
          <w:p w:rsidR="000606A3" w:rsidRDefault="000606A3" w:rsidP="00E5266B">
            <w:pPr>
              <w:spacing w:line="360" w:lineRule="auto"/>
              <w:jc w:val="both"/>
              <w:rPr>
                <w:rFonts w:ascii="KIA Light" w:eastAsia="KIA Light" w:hAnsi="KIA Light"/>
                <w:sz w:val="24"/>
                <w:szCs w:val="24"/>
                <w:lang w:val="es-PR"/>
              </w:rPr>
            </w:pPr>
            <w:r>
              <w:rPr>
                <w:rFonts w:ascii="KIA Light" w:eastAsia="KIA Light" w:hAnsi="KIA Light"/>
                <w:noProof/>
                <w:sz w:val="24"/>
                <w:szCs w:val="24"/>
              </w:rPr>
              <w:drawing>
                <wp:anchor distT="0" distB="0" distL="114300" distR="114300" simplePos="0" relativeHeight="251661312" behindDoc="0" locked="0" layoutInCell="1" allowOverlap="1" wp14:anchorId="5A8A99C5" wp14:editId="1239F1B6">
                  <wp:simplePos x="0" y="0"/>
                  <wp:positionH relativeFrom="column">
                    <wp:posOffset>345164</wp:posOffset>
                  </wp:positionH>
                  <wp:positionV relativeFrom="paragraph">
                    <wp:posOffset>257175</wp:posOffset>
                  </wp:positionV>
                  <wp:extent cx="1918252" cy="1185382"/>
                  <wp:effectExtent l="0" t="0" r="635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allery_forte_2018_exterior_08--kia-1280x-jpg.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18252" cy="1185382"/>
                          </a:xfrm>
                          <a:prstGeom prst="rect">
                            <a:avLst/>
                          </a:prstGeom>
                        </pic:spPr>
                      </pic:pic>
                    </a:graphicData>
                  </a:graphic>
                  <wp14:sizeRelH relativeFrom="page">
                    <wp14:pctWidth>0</wp14:pctWidth>
                  </wp14:sizeRelH>
                  <wp14:sizeRelV relativeFrom="page">
                    <wp14:pctHeight>0</wp14:pctHeight>
                  </wp14:sizeRelV>
                </wp:anchor>
              </w:drawing>
            </w:r>
          </w:p>
          <w:p w:rsidR="000606A3" w:rsidRDefault="000606A3" w:rsidP="00E5266B">
            <w:pPr>
              <w:spacing w:line="360" w:lineRule="auto"/>
              <w:jc w:val="both"/>
              <w:rPr>
                <w:rFonts w:ascii="KIA Light" w:eastAsia="KIA Light" w:hAnsi="KIA Light"/>
                <w:sz w:val="24"/>
                <w:szCs w:val="24"/>
                <w:lang w:val="es-PR"/>
              </w:rPr>
            </w:pPr>
          </w:p>
          <w:p w:rsidR="000606A3" w:rsidRDefault="000606A3" w:rsidP="00E5266B">
            <w:pPr>
              <w:spacing w:line="360" w:lineRule="auto"/>
              <w:jc w:val="both"/>
              <w:rPr>
                <w:rFonts w:ascii="KIA Light" w:eastAsia="KIA Light" w:hAnsi="KIA Light"/>
                <w:sz w:val="24"/>
                <w:szCs w:val="24"/>
                <w:lang w:val="es-PR"/>
              </w:rPr>
            </w:pPr>
          </w:p>
          <w:p w:rsidR="000606A3" w:rsidRDefault="000606A3" w:rsidP="00E5266B">
            <w:pPr>
              <w:spacing w:line="360" w:lineRule="auto"/>
              <w:jc w:val="both"/>
              <w:rPr>
                <w:rFonts w:ascii="KIA Light" w:eastAsia="KIA Light" w:hAnsi="KIA Light"/>
                <w:sz w:val="24"/>
                <w:szCs w:val="24"/>
                <w:lang w:val="es-PR"/>
              </w:rPr>
            </w:pPr>
          </w:p>
          <w:p w:rsidR="000606A3" w:rsidRPr="00E5266B" w:rsidRDefault="00E5266B" w:rsidP="00E5266B">
            <w:pPr>
              <w:spacing w:line="360" w:lineRule="auto"/>
              <w:jc w:val="center"/>
              <w:rPr>
                <w:rFonts w:ascii="KIA Medium" w:eastAsia="KIA Medium" w:hAnsi="KIA Medium"/>
                <w:sz w:val="24"/>
                <w:szCs w:val="24"/>
                <w:lang w:val="es-PR"/>
              </w:rPr>
            </w:pPr>
            <w:r w:rsidRPr="00E5266B">
              <w:rPr>
                <w:rFonts w:ascii="KIA Medium" w:eastAsia="KIA Medium" w:hAnsi="KIA Medium"/>
                <w:sz w:val="24"/>
                <w:szCs w:val="24"/>
                <w:lang w:val="es-PR"/>
              </w:rPr>
              <w:t>Forte</w:t>
            </w:r>
          </w:p>
        </w:tc>
        <w:tc>
          <w:tcPr>
            <w:tcW w:w="4675" w:type="dxa"/>
          </w:tcPr>
          <w:p w:rsidR="00E5266B" w:rsidRDefault="00E5266B" w:rsidP="00E5266B">
            <w:pPr>
              <w:spacing w:line="360" w:lineRule="auto"/>
              <w:jc w:val="center"/>
              <w:rPr>
                <w:rFonts w:ascii="KIA Medium" w:eastAsia="KIA Medium" w:hAnsi="KIA Medium"/>
                <w:sz w:val="24"/>
                <w:szCs w:val="24"/>
                <w:lang w:val="es-PR"/>
              </w:rPr>
            </w:pPr>
            <w:r w:rsidRPr="00E5266B">
              <w:rPr>
                <w:rFonts w:ascii="KIA Medium" w:eastAsia="KIA Medium" w:hAnsi="KIA Medium"/>
                <w:noProof/>
                <w:sz w:val="24"/>
                <w:szCs w:val="24"/>
              </w:rPr>
              <w:lastRenderedPageBreak/>
              <w:drawing>
                <wp:anchor distT="0" distB="0" distL="114300" distR="114300" simplePos="0" relativeHeight="251662336" behindDoc="0" locked="0" layoutInCell="1" allowOverlap="1" wp14:anchorId="53FA901C" wp14:editId="4E775677">
                  <wp:simplePos x="0" y="0"/>
                  <wp:positionH relativeFrom="column">
                    <wp:posOffset>586795</wp:posOffset>
                  </wp:positionH>
                  <wp:positionV relativeFrom="paragraph">
                    <wp:posOffset>147955</wp:posOffset>
                  </wp:positionV>
                  <wp:extent cx="1699592" cy="1276328"/>
                  <wp:effectExtent l="0" t="0" r="0" b="6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ia-cadenza-grill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99592" cy="1276328"/>
                          </a:xfrm>
                          <a:prstGeom prst="rect">
                            <a:avLst/>
                          </a:prstGeom>
                        </pic:spPr>
                      </pic:pic>
                    </a:graphicData>
                  </a:graphic>
                  <wp14:sizeRelH relativeFrom="page">
                    <wp14:pctWidth>0</wp14:pctWidth>
                  </wp14:sizeRelH>
                  <wp14:sizeRelV relativeFrom="page">
                    <wp14:pctHeight>0</wp14:pctHeight>
                  </wp14:sizeRelV>
                </wp:anchor>
              </w:drawing>
            </w:r>
          </w:p>
          <w:p w:rsidR="00E5266B" w:rsidRDefault="00E5266B" w:rsidP="00E5266B">
            <w:pPr>
              <w:spacing w:line="360" w:lineRule="auto"/>
              <w:jc w:val="center"/>
              <w:rPr>
                <w:rFonts w:ascii="KIA Medium" w:eastAsia="KIA Medium" w:hAnsi="KIA Medium"/>
                <w:sz w:val="24"/>
                <w:szCs w:val="24"/>
                <w:lang w:val="es-PR"/>
              </w:rPr>
            </w:pPr>
          </w:p>
          <w:p w:rsidR="00E5266B" w:rsidRDefault="00E5266B" w:rsidP="00E5266B">
            <w:pPr>
              <w:spacing w:line="360" w:lineRule="auto"/>
              <w:jc w:val="center"/>
              <w:rPr>
                <w:rFonts w:ascii="KIA Medium" w:eastAsia="KIA Medium" w:hAnsi="KIA Medium"/>
                <w:sz w:val="24"/>
                <w:szCs w:val="24"/>
                <w:lang w:val="es-PR"/>
              </w:rPr>
            </w:pPr>
          </w:p>
          <w:p w:rsidR="00E5266B" w:rsidRDefault="00E5266B" w:rsidP="00E5266B">
            <w:pPr>
              <w:spacing w:line="360" w:lineRule="auto"/>
              <w:jc w:val="center"/>
              <w:rPr>
                <w:rFonts w:ascii="KIA Medium" w:eastAsia="KIA Medium" w:hAnsi="KIA Medium"/>
                <w:sz w:val="24"/>
                <w:szCs w:val="24"/>
                <w:lang w:val="es-PR"/>
              </w:rPr>
            </w:pPr>
          </w:p>
          <w:p w:rsidR="000606A3" w:rsidRPr="00E5266B" w:rsidRDefault="00E5266B" w:rsidP="00E5266B">
            <w:pPr>
              <w:spacing w:line="360" w:lineRule="auto"/>
              <w:jc w:val="center"/>
              <w:rPr>
                <w:rFonts w:ascii="KIA Medium" w:eastAsia="KIA Medium" w:hAnsi="KIA Medium"/>
                <w:sz w:val="24"/>
                <w:szCs w:val="24"/>
                <w:lang w:val="es-PR"/>
              </w:rPr>
            </w:pPr>
            <w:proofErr w:type="spellStart"/>
            <w:r w:rsidRPr="00E5266B">
              <w:rPr>
                <w:rFonts w:ascii="KIA Medium" w:eastAsia="KIA Medium" w:hAnsi="KIA Medium"/>
                <w:sz w:val="24"/>
                <w:szCs w:val="24"/>
                <w:lang w:val="es-PR"/>
              </w:rPr>
              <w:t>Cadenza</w:t>
            </w:r>
            <w:proofErr w:type="spellEnd"/>
          </w:p>
        </w:tc>
      </w:tr>
      <w:tr w:rsidR="000606A3" w:rsidTr="00E5266B">
        <w:tc>
          <w:tcPr>
            <w:tcW w:w="4675" w:type="dxa"/>
          </w:tcPr>
          <w:p w:rsidR="000606A3" w:rsidRDefault="00E5266B" w:rsidP="00E5266B">
            <w:pPr>
              <w:spacing w:line="360" w:lineRule="auto"/>
              <w:jc w:val="both"/>
              <w:rPr>
                <w:rFonts w:ascii="KIA Light" w:eastAsia="KIA Light" w:hAnsi="KIA Light"/>
                <w:sz w:val="24"/>
                <w:szCs w:val="24"/>
                <w:lang w:val="es-PR"/>
              </w:rPr>
            </w:pPr>
            <w:r>
              <w:rPr>
                <w:rFonts w:ascii="KIA Light" w:eastAsia="KIA Light" w:hAnsi="KIA Light"/>
                <w:noProof/>
                <w:sz w:val="24"/>
                <w:szCs w:val="24"/>
              </w:rPr>
              <w:lastRenderedPageBreak/>
              <w:drawing>
                <wp:anchor distT="0" distB="0" distL="114300" distR="114300" simplePos="0" relativeHeight="251663360" behindDoc="0" locked="0" layoutInCell="1" allowOverlap="1" wp14:anchorId="533CFA55" wp14:editId="655C6651">
                  <wp:simplePos x="0" y="0"/>
                  <wp:positionH relativeFrom="column">
                    <wp:posOffset>375230</wp:posOffset>
                  </wp:positionH>
                  <wp:positionV relativeFrom="paragraph">
                    <wp:posOffset>231113</wp:posOffset>
                  </wp:positionV>
                  <wp:extent cx="1947517" cy="120346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allery_sorento_2016_exterior_023--kia-1280x-jpg.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47517" cy="1203467"/>
                          </a:xfrm>
                          <a:prstGeom prst="rect">
                            <a:avLst/>
                          </a:prstGeom>
                        </pic:spPr>
                      </pic:pic>
                    </a:graphicData>
                  </a:graphic>
                  <wp14:sizeRelH relativeFrom="page">
                    <wp14:pctWidth>0</wp14:pctWidth>
                  </wp14:sizeRelH>
                  <wp14:sizeRelV relativeFrom="page">
                    <wp14:pctHeight>0</wp14:pctHeight>
                  </wp14:sizeRelV>
                </wp:anchor>
              </w:drawing>
            </w:r>
          </w:p>
          <w:p w:rsidR="000606A3" w:rsidRDefault="000606A3" w:rsidP="00E5266B">
            <w:pPr>
              <w:spacing w:line="360" w:lineRule="auto"/>
              <w:jc w:val="both"/>
              <w:rPr>
                <w:rFonts w:ascii="KIA Light" w:eastAsia="KIA Light" w:hAnsi="KIA Light"/>
                <w:sz w:val="24"/>
                <w:szCs w:val="24"/>
                <w:lang w:val="es-PR"/>
              </w:rPr>
            </w:pPr>
          </w:p>
          <w:p w:rsidR="000606A3" w:rsidRDefault="000606A3" w:rsidP="00E5266B">
            <w:pPr>
              <w:spacing w:line="360" w:lineRule="auto"/>
              <w:jc w:val="both"/>
              <w:rPr>
                <w:rFonts w:ascii="KIA Light" w:eastAsia="KIA Light" w:hAnsi="KIA Light"/>
                <w:sz w:val="24"/>
                <w:szCs w:val="24"/>
                <w:lang w:val="es-PR"/>
              </w:rPr>
            </w:pPr>
          </w:p>
          <w:p w:rsidR="000606A3" w:rsidRDefault="000606A3" w:rsidP="00E5266B">
            <w:pPr>
              <w:spacing w:line="360" w:lineRule="auto"/>
              <w:jc w:val="both"/>
              <w:rPr>
                <w:rFonts w:ascii="KIA Light" w:eastAsia="KIA Light" w:hAnsi="KIA Light"/>
                <w:sz w:val="24"/>
                <w:szCs w:val="24"/>
                <w:lang w:val="es-PR"/>
              </w:rPr>
            </w:pPr>
          </w:p>
          <w:p w:rsidR="000606A3" w:rsidRPr="00E5266B" w:rsidRDefault="00E5266B" w:rsidP="00E5266B">
            <w:pPr>
              <w:spacing w:line="360" w:lineRule="auto"/>
              <w:jc w:val="center"/>
              <w:rPr>
                <w:rFonts w:ascii="KIA Medium" w:eastAsia="KIA Medium" w:hAnsi="KIA Medium"/>
                <w:sz w:val="24"/>
                <w:szCs w:val="24"/>
                <w:lang w:val="es-PR"/>
              </w:rPr>
            </w:pPr>
            <w:proofErr w:type="spellStart"/>
            <w:r w:rsidRPr="00E5266B">
              <w:rPr>
                <w:rFonts w:ascii="KIA Medium" w:eastAsia="KIA Medium" w:hAnsi="KIA Medium"/>
                <w:sz w:val="24"/>
                <w:szCs w:val="24"/>
                <w:lang w:val="es-PR"/>
              </w:rPr>
              <w:t>Sorento</w:t>
            </w:r>
            <w:proofErr w:type="spellEnd"/>
          </w:p>
        </w:tc>
        <w:tc>
          <w:tcPr>
            <w:tcW w:w="4675" w:type="dxa"/>
          </w:tcPr>
          <w:p w:rsidR="00E5266B" w:rsidRDefault="00E5266B" w:rsidP="00E5266B">
            <w:pPr>
              <w:spacing w:line="360" w:lineRule="auto"/>
              <w:jc w:val="center"/>
              <w:rPr>
                <w:rFonts w:ascii="KIA Medium" w:eastAsia="KIA Medium" w:hAnsi="KIA Medium"/>
                <w:sz w:val="24"/>
                <w:szCs w:val="24"/>
                <w:lang w:val="es-PR"/>
              </w:rPr>
            </w:pPr>
            <w:r w:rsidRPr="00E5266B">
              <w:rPr>
                <w:rFonts w:ascii="KIA Medium" w:eastAsia="KIA Medium" w:hAnsi="KIA Medium"/>
                <w:noProof/>
                <w:sz w:val="24"/>
                <w:szCs w:val="24"/>
              </w:rPr>
              <w:drawing>
                <wp:anchor distT="0" distB="0" distL="114300" distR="114300" simplePos="0" relativeHeight="251664384" behindDoc="0" locked="0" layoutInCell="1" allowOverlap="1">
                  <wp:simplePos x="0" y="0"/>
                  <wp:positionH relativeFrom="column">
                    <wp:posOffset>586740</wp:posOffset>
                  </wp:positionH>
                  <wp:positionV relativeFrom="paragraph">
                    <wp:posOffset>126254</wp:posOffset>
                  </wp:positionV>
                  <wp:extent cx="1689017" cy="1268298"/>
                  <wp:effectExtent l="0" t="0" r="6985" b="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ia-soul-grille-design.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89017" cy="1268298"/>
                          </a:xfrm>
                          <a:prstGeom prst="rect">
                            <a:avLst/>
                          </a:prstGeom>
                        </pic:spPr>
                      </pic:pic>
                    </a:graphicData>
                  </a:graphic>
                  <wp14:sizeRelH relativeFrom="page">
                    <wp14:pctWidth>0</wp14:pctWidth>
                  </wp14:sizeRelH>
                  <wp14:sizeRelV relativeFrom="page">
                    <wp14:pctHeight>0</wp14:pctHeight>
                  </wp14:sizeRelV>
                </wp:anchor>
              </w:drawing>
            </w:r>
          </w:p>
          <w:p w:rsidR="00E5266B" w:rsidRDefault="00E5266B" w:rsidP="00E5266B">
            <w:pPr>
              <w:spacing w:line="360" w:lineRule="auto"/>
              <w:jc w:val="center"/>
              <w:rPr>
                <w:rFonts w:ascii="KIA Medium" w:eastAsia="KIA Medium" w:hAnsi="KIA Medium"/>
                <w:sz w:val="24"/>
                <w:szCs w:val="24"/>
                <w:lang w:val="es-PR"/>
              </w:rPr>
            </w:pPr>
          </w:p>
          <w:p w:rsidR="00E5266B" w:rsidRDefault="00E5266B" w:rsidP="00E5266B">
            <w:pPr>
              <w:spacing w:line="360" w:lineRule="auto"/>
              <w:jc w:val="center"/>
              <w:rPr>
                <w:rFonts w:ascii="KIA Medium" w:eastAsia="KIA Medium" w:hAnsi="KIA Medium"/>
                <w:sz w:val="24"/>
                <w:szCs w:val="24"/>
                <w:lang w:val="es-PR"/>
              </w:rPr>
            </w:pPr>
          </w:p>
          <w:p w:rsidR="00E5266B" w:rsidRDefault="00E5266B" w:rsidP="00E5266B">
            <w:pPr>
              <w:spacing w:line="360" w:lineRule="auto"/>
              <w:jc w:val="center"/>
              <w:rPr>
                <w:rFonts w:ascii="KIA Medium" w:eastAsia="KIA Medium" w:hAnsi="KIA Medium"/>
                <w:sz w:val="24"/>
                <w:szCs w:val="24"/>
                <w:lang w:val="es-PR"/>
              </w:rPr>
            </w:pPr>
          </w:p>
          <w:p w:rsidR="000606A3" w:rsidRPr="00E5266B" w:rsidRDefault="00E5266B" w:rsidP="00E5266B">
            <w:pPr>
              <w:spacing w:line="360" w:lineRule="auto"/>
              <w:jc w:val="center"/>
              <w:rPr>
                <w:rFonts w:ascii="KIA Medium" w:eastAsia="KIA Medium" w:hAnsi="KIA Medium"/>
                <w:sz w:val="24"/>
                <w:szCs w:val="24"/>
                <w:lang w:val="es-PR"/>
              </w:rPr>
            </w:pPr>
            <w:proofErr w:type="spellStart"/>
            <w:r w:rsidRPr="00E5266B">
              <w:rPr>
                <w:rFonts w:ascii="KIA Medium" w:eastAsia="KIA Medium" w:hAnsi="KIA Medium"/>
                <w:sz w:val="24"/>
                <w:szCs w:val="24"/>
                <w:lang w:val="es-PR"/>
              </w:rPr>
              <w:t>Soul</w:t>
            </w:r>
            <w:proofErr w:type="spellEnd"/>
          </w:p>
        </w:tc>
      </w:tr>
      <w:tr w:rsidR="00E5266B" w:rsidTr="00E5266B">
        <w:tc>
          <w:tcPr>
            <w:tcW w:w="4675" w:type="dxa"/>
          </w:tcPr>
          <w:p w:rsidR="00E5266B" w:rsidRPr="00E5266B" w:rsidRDefault="00E5266B" w:rsidP="00E5266B">
            <w:pPr>
              <w:spacing w:line="360" w:lineRule="auto"/>
              <w:jc w:val="center"/>
              <w:rPr>
                <w:rFonts w:ascii="KIA Medium" w:eastAsia="KIA Medium" w:hAnsi="KIA Medium"/>
                <w:noProof/>
                <w:sz w:val="24"/>
                <w:szCs w:val="24"/>
              </w:rPr>
            </w:pPr>
            <w:r w:rsidRPr="00E5266B">
              <w:rPr>
                <w:rFonts w:ascii="KIA Medium" w:eastAsia="KIA Medium" w:hAnsi="KIA Medium"/>
                <w:noProof/>
                <w:sz w:val="24"/>
                <w:szCs w:val="24"/>
              </w:rPr>
              <w:drawing>
                <wp:anchor distT="0" distB="0" distL="114300" distR="114300" simplePos="0" relativeHeight="251667456" behindDoc="0" locked="0" layoutInCell="1" allowOverlap="1">
                  <wp:simplePos x="0" y="0"/>
                  <wp:positionH relativeFrom="rightMargin">
                    <wp:posOffset>-2545329</wp:posOffset>
                  </wp:positionH>
                  <wp:positionV relativeFrom="paragraph">
                    <wp:posOffset>330476</wp:posOffset>
                  </wp:positionV>
                  <wp:extent cx="2208481" cy="1265046"/>
                  <wp:effectExtent l="0" t="0" r="1905" b="0"/>
                  <wp:wrapNone/>
                  <wp:docPr id="9" name="Picture 9" descr="C:\Users\icarattini\AppData\Local\Microsoft\Windows\Temporary Internet Files\Content.Outlook\JLZF7KIO\kia_niro_auto_exterior_1_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carattini\AppData\Local\Microsoft\Windows\Temporary Internet Files\Content.Outlook\JLZF7KIO\kia_niro_auto_exterior_1_w.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08481" cy="1265046"/>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5266B" w:rsidRPr="00E5266B" w:rsidRDefault="00E5266B" w:rsidP="00E5266B">
            <w:pPr>
              <w:spacing w:line="360" w:lineRule="auto"/>
              <w:jc w:val="center"/>
              <w:rPr>
                <w:rFonts w:ascii="KIA Medium" w:eastAsia="KIA Medium" w:hAnsi="KIA Medium"/>
                <w:noProof/>
                <w:sz w:val="24"/>
                <w:szCs w:val="24"/>
              </w:rPr>
            </w:pPr>
          </w:p>
          <w:p w:rsidR="00E5266B" w:rsidRPr="00E5266B" w:rsidRDefault="00E5266B" w:rsidP="00E5266B">
            <w:pPr>
              <w:spacing w:line="360" w:lineRule="auto"/>
              <w:jc w:val="center"/>
              <w:rPr>
                <w:rFonts w:ascii="KIA Medium" w:eastAsia="KIA Medium" w:hAnsi="KIA Medium"/>
                <w:noProof/>
                <w:sz w:val="24"/>
                <w:szCs w:val="24"/>
              </w:rPr>
            </w:pPr>
          </w:p>
          <w:p w:rsidR="00E5266B" w:rsidRDefault="00E5266B" w:rsidP="00E5266B">
            <w:pPr>
              <w:spacing w:line="360" w:lineRule="auto"/>
              <w:jc w:val="center"/>
              <w:rPr>
                <w:rFonts w:ascii="KIA Medium" w:eastAsia="KIA Medium" w:hAnsi="KIA Medium"/>
                <w:noProof/>
                <w:sz w:val="24"/>
                <w:szCs w:val="24"/>
              </w:rPr>
            </w:pPr>
          </w:p>
          <w:p w:rsidR="00E5266B" w:rsidRDefault="00E5266B" w:rsidP="00E5266B">
            <w:pPr>
              <w:spacing w:line="360" w:lineRule="auto"/>
              <w:jc w:val="center"/>
              <w:rPr>
                <w:rFonts w:ascii="KIA Medium" w:eastAsia="KIA Medium" w:hAnsi="KIA Medium"/>
                <w:noProof/>
                <w:sz w:val="24"/>
                <w:szCs w:val="24"/>
              </w:rPr>
            </w:pPr>
          </w:p>
          <w:p w:rsidR="00E5266B" w:rsidRPr="00E5266B" w:rsidRDefault="00E5266B" w:rsidP="00E5266B">
            <w:pPr>
              <w:spacing w:line="360" w:lineRule="auto"/>
              <w:jc w:val="center"/>
              <w:rPr>
                <w:rFonts w:ascii="KIA Medium" w:eastAsia="KIA Medium" w:hAnsi="KIA Medium"/>
                <w:noProof/>
                <w:sz w:val="24"/>
                <w:szCs w:val="24"/>
              </w:rPr>
            </w:pPr>
            <w:r w:rsidRPr="00E5266B">
              <w:rPr>
                <w:rFonts w:ascii="KIA Medium" w:eastAsia="KIA Medium" w:hAnsi="KIA Medium"/>
                <w:noProof/>
                <w:sz w:val="24"/>
                <w:szCs w:val="24"/>
              </w:rPr>
              <w:t>Niro</w:t>
            </w:r>
          </w:p>
        </w:tc>
        <w:tc>
          <w:tcPr>
            <w:tcW w:w="4675" w:type="dxa"/>
          </w:tcPr>
          <w:p w:rsidR="00E5266B" w:rsidRPr="00E5266B" w:rsidRDefault="00E5266B" w:rsidP="00E5266B">
            <w:pPr>
              <w:spacing w:line="360" w:lineRule="auto"/>
              <w:jc w:val="center"/>
              <w:rPr>
                <w:rFonts w:ascii="KIA Medium" w:eastAsia="KIA Medium" w:hAnsi="KIA Medium"/>
                <w:sz w:val="24"/>
                <w:szCs w:val="24"/>
                <w:lang w:val="es-PR"/>
              </w:rPr>
            </w:pPr>
            <w:r w:rsidRPr="00E5266B">
              <w:rPr>
                <w:rFonts w:ascii="KIA Medium" w:eastAsia="KIA Medium" w:hAnsi="KIA Medium"/>
                <w:noProof/>
                <w:sz w:val="24"/>
                <w:szCs w:val="24"/>
              </w:rPr>
              <w:drawing>
                <wp:anchor distT="0" distB="0" distL="114300" distR="114300" simplePos="0" relativeHeight="251666432" behindDoc="0" locked="0" layoutInCell="1" allowOverlap="1" wp14:anchorId="3A50A842" wp14:editId="4353CC69">
                  <wp:simplePos x="0" y="0"/>
                  <wp:positionH relativeFrom="margin">
                    <wp:posOffset>507807</wp:posOffset>
                  </wp:positionH>
                  <wp:positionV relativeFrom="paragraph">
                    <wp:posOffset>131473</wp:posOffset>
                  </wp:positionV>
                  <wp:extent cx="1748100" cy="2330949"/>
                  <wp:effectExtent l="0" t="0" r="5080" b="0"/>
                  <wp:wrapNone/>
                  <wp:docPr id="1" name="Picture 1" descr="C:\Users\lveguilla\Desktop\Ranking JD Power 2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veguilla\Desktop\Ranking JD Power 2017.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48100" cy="2330949"/>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5266B" w:rsidRPr="00E5266B" w:rsidRDefault="00E5266B" w:rsidP="00E5266B">
            <w:pPr>
              <w:spacing w:line="360" w:lineRule="auto"/>
              <w:jc w:val="center"/>
              <w:rPr>
                <w:rFonts w:ascii="KIA Medium" w:eastAsia="KIA Medium" w:hAnsi="KIA Medium"/>
                <w:sz w:val="24"/>
                <w:szCs w:val="24"/>
                <w:lang w:val="es-PR"/>
              </w:rPr>
            </w:pPr>
          </w:p>
          <w:p w:rsidR="00E5266B" w:rsidRPr="00E5266B" w:rsidRDefault="00E5266B" w:rsidP="00E5266B">
            <w:pPr>
              <w:spacing w:line="360" w:lineRule="auto"/>
              <w:jc w:val="center"/>
              <w:rPr>
                <w:rFonts w:ascii="KIA Medium" w:eastAsia="KIA Medium" w:hAnsi="KIA Medium"/>
                <w:sz w:val="24"/>
                <w:szCs w:val="24"/>
                <w:lang w:val="es-PR"/>
              </w:rPr>
            </w:pPr>
          </w:p>
          <w:p w:rsidR="00E5266B" w:rsidRPr="00E5266B" w:rsidRDefault="00E5266B" w:rsidP="00E5266B">
            <w:pPr>
              <w:spacing w:line="360" w:lineRule="auto"/>
              <w:jc w:val="center"/>
              <w:rPr>
                <w:rFonts w:ascii="KIA Medium" w:eastAsia="KIA Medium" w:hAnsi="KIA Medium"/>
                <w:sz w:val="24"/>
                <w:szCs w:val="24"/>
                <w:lang w:val="es-PR"/>
              </w:rPr>
            </w:pPr>
          </w:p>
          <w:p w:rsidR="00E5266B" w:rsidRPr="00E5266B" w:rsidRDefault="00E5266B" w:rsidP="00E5266B">
            <w:pPr>
              <w:spacing w:line="360" w:lineRule="auto"/>
              <w:jc w:val="center"/>
              <w:rPr>
                <w:rFonts w:ascii="KIA Medium" w:eastAsia="KIA Medium" w:hAnsi="KIA Medium"/>
                <w:sz w:val="24"/>
                <w:szCs w:val="24"/>
                <w:lang w:val="es-PR"/>
              </w:rPr>
            </w:pPr>
          </w:p>
          <w:p w:rsidR="00E5266B" w:rsidRPr="00E5266B" w:rsidRDefault="00E5266B" w:rsidP="00E5266B">
            <w:pPr>
              <w:spacing w:line="360" w:lineRule="auto"/>
              <w:jc w:val="center"/>
              <w:rPr>
                <w:rFonts w:ascii="KIA Medium" w:eastAsia="KIA Medium" w:hAnsi="KIA Medium"/>
                <w:sz w:val="24"/>
                <w:szCs w:val="24"/>
                <w:lang w:val="es-PR"/>
              </w:rPr>
            </w:pPr>
          </w:p>
          <w:p w:rsidR="00E5266B" w:rsidRPr="00E5266B" w:rsidRDefault="00E5266B" w:rsidP="00E5266B">
            <w:pPr>
              <w:spacing w:line="360" w:lineRule="auto"/>
              <w:jc w:val="center"/>
              <w:rPr>
                <w:rFonts w:ascii="KIA Medium" w:eastAsia="KIA Medium" w:hAnsi="KIA Medium"/>
                <w:sz w:val="24"/>
                <w:szCs w:val="24"/>
                <w:lang w:val="es-PR"/>
              </w:rPr>
            </w:pPr>
          </w:p>
          <w:p w:rsidR="00E5266B" w:rsidRPr="00E5266B" w:rsidRDefault="00E5266B" w:rsidP="00E5266B">
            <w:pPr>
              <w:spacing w:line="360" w:lineRule="auto"/>
              <w:jc w:val="center"/>
              <w:rPr>
                <w:rFonts w:ascii="KIA Medium" w:eastAsia="KIA Medium" w:hAnsi="KIA Medium"/>
                <w:sz w:val="24"/>
                <w:szCs w:val="24"/>
                <w:lang w:val="es-PR"/>
              </w:rPr>
            </w:pPr>
            <w:r>
              <w:rPr>
                <w:rFonts w:ascii="KIA Medium" w:eastAsia="KIA Medium" w:hAnsi="KIA Medium"/>
                <w:sz w:val="24"/>
                <w:szCs w:val="24"/>
                <w:lang w:val="es-PR"/>
              </w:rPr>
              <w:t>Reporte O</w:t>
            </w:r>
            <w:r w:rsidRPr="00E5266B">
              <w:rPr>
                <w:rFonts w:ascii="KIA Medium" w:eastAsia="KIA Medium" w:hAnsi="KIA Medium"/>
                <w:sz w:val="24"/>
                <w:szCs w:val="24"/>
                <w:lang w:val="es-PR"/>
              </w:rPr>
              <w:t xml:space="preserve">ficial </w:t>
            </w:r>
            <w:proofErr w:type="spellStart"/>
            <w:r w:rsidRPr="00E5266B">
              <w:rPr>
                <w:rFonts w:ascii="KIA Medium" w:eastAsia="KIA Medium" w:hAnsi="KIA Medium"/>
                <w:sz w:val="24"/>
                <w:szCs w:val="24"/>
                <w:lang w:val="es-PR"/>
              </w:rPr>
              <w:t>J.D.Power</w:t>
            </w:r>
            <w:proofErr w:type="spellEnd"/>
          </w:p>
        </w:tc>
      </w:tr>
    </w:tbl>
    <w:p w:rsidR="00B14273" w:rsidRPr="00B14273" w:rsidRDefault="00B14273" w:rsidP="00B14273">
      <w:pPr>
        <w:spacing w:line="276" w:lineRule="auto"/>
        <w:jc w:val="center"/>
        <w:rPr>
          <w:rFonts w:ascii="KIA Light" w:eastAsia="KIA Light" w:hAnsi="KIA Light"/>
          <w:i/>
          <w:szCs w:val="24"/>
          <w:lang w:val="es-PR"/>
        </w:rPr>
      </w:pPr>
      <w:r w:rsidRPr="00701389">
        <w:rPr>
          <w:rFonts w:ascii="KIA Bold" w:eastAsia="KIA Bold" w:hAnsi="KIA Bold"/>
          <w:sz w:val="24"/>
          <w:szCs w:val="24"/>
          <w:lang w:val="es-PR"/>
        </w:rPr>
        <w:t>Ficha Técnica</w:t>
      </w:r>
    </w:p>
    <w:p w:rsidR="00E5266B" w:rsidRDefault="00E5266B" w:rsidP="00B14273">
      <w:pPr>
        <w:spacing w:line="360" w:lineRule="auto"/>
        <w:jc w:val="both"/>
        <w:rPr>
          <w:rFonts w:ascii="KIA Light" w:eastAsia="KIA Light" w:hAnsi="KIA Light"/>
          <w:sz w:val="24"/>
          <w:szCs w:val="24"/>
          <w:lang w:val="es-PR"/>
        </w:rPr>
      </w:pPr>
    </w:p>
    <w:p w:rsidR="00E5266B" w:rsidRPr="00B14273" w:rsidRDefault="00E5266B" w:rsidP="00B14273">
      <w:pPr>
        <w:spacing w:line="360" w:lineRule="auto"/>
        <w:jc w:val="both"/>
        <w:rPr>
          <w:rFonts w:ascii="KIA Light" w:eastAsia="KIA Light" w:hAnsi="KIA Light"/>
          <w:sz w:val="24"/>
          <w:szCs w:val="24"/>
          <w:lang w:val="es-PR"/>
        </w:rPr>
      </w:pPr>
    </w:p>
    <w:sectPr w:rsidR="00E5266B" w:rsidRPr="00B14273" w:rsidSect="004C071D">
      <w:headerReference w:type="default" r:id="rId14"/>
      <w:footerReference w:type="default" r:id="rId15"/>
      <w:pgSz w:w="12240" w:h="15840"/>
      <w:pgMar w:top="1440" w:right="1440" w:bottom="1440" w:left="1440" w:header="288"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C88" w:rsidRDefault="00A87C88" w:rsidP="004C071D">
      <w:pPr>
        <w:spacing w:after="0" w:line="240" w:lineRule="auto"/>
      </w:pPr>
      <w:r>
        <w:separator/>
      </w:r>
    </w:p>
  </w:endnote>
  <w:endnote w:type="continuationSeparator" w:id="0">
    <w:p w:rsidR="00A87C88" w:rsidRDefault="00A87C88" w:rsidP="004C07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KIA Bold">
    <w:panose1 w:val="020B0600000101010101"/>
    <w:charset w:val="81"/>
    <w:family w:val="swiss"/>
    <w:pitch w:val="variable"/>
    <w:sig w:usb0="A00002AF" w:usb1="29D7FCFB" w:usb2="00000010" w:usb3="00000000" w:csb0="0008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KIA Medium">
    <w:panose1 w:val="020B0600000101010101"/>
    <w:charset w:val="81"/>
    <w:family w:val="swiss"/>
    <w:pitch w:val="variable"/>
    <w:sig w:usb0="A00002AF" w:usb1="29D7FCFB" w:usb2="00000010" w:usb3="00000000" w:csb0="00080001" w:csb1="00000000"/>
  </w:font>
  <w:font w:name="KIA Light">
    <w:panose1 w:val="020B0600000101010101"/>
    <w:charset w:val="81"/>
    <w:family w:val="swiss"/>
    <w:pitch w:val="variable"/>
    <w:sig w:usb0="A00002AF" w:usb1="09D77CFB" w:usb2="00000010" w:usb3="00000000" w:csb0="0008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071D" w:rsidRPr="00E73594" w:rsidRDefault="004C071D" w:rsidP="004C071D">
    <w:pPr>
      <w:pStyle w:val="Footer"/>
      <w:rPr>
        <w:rFonts w:ascii="KIA Medium" w:eastAsia="KIA Medium" w:hAnsi="KIA Medium"/>
        <w:color w:val="808080"/>
        <w:sz w:val="32"/>
        <w:lang w:val="es-ES"/>
      </w:rPr>
    </w:pPr>
    <w:proofErr w:type="spellStart"/>
    <w:r>
      <w:rPr>
        <w:rFonts w:ascii="KIA Medium" w:eastAsia="KIA Medium" w:hAnsi="KIA Medium" w:hint="eastAsia"/>
        <w:color w:val="808080"/>
        <w:sz w:val="32"/>
        <w:lang w:val="es-ES"/>
      </w:rPr>
      <w:t>The</w:t>
    </w:r>
    <w:proofErr w:type="spellEnd"/>
    <w:r>
      <w:rPr>
        <w:rFonts w:ascii="KIA Medium" w:eastAsia="KIA Medium" w:hAnsi="KIA Medium" w:hint="eastAsia"/>
        <w:color w:val="808080"/>
        <w:sz w:val="32"/>
        <w:lang w:val="es-ES"/>
      </w:rPr>
      <w:t xml:space="preserve"> </w:t>
    </w:r>
    <w:proofErr w:type="spellStart"/>
    <w:r>
      <w:rPr>
        <w:rFonts w:ascii="KIA Medium" w:eastAsia="KIA Medium" w:hAnsi="KIA Medium" w:hint="eastAsia"/>
        <w:color w:val="808080"/>
        <w:sz w:val="32"/>
        <w:lang w:val="es-ES"/>
      </w:rPr>
      <w:t>Power</w:t>
    </w:r>
    <w:proofErr w:type="spellEnd"/>
    <w:r>
      <w:rPr>
        <w:rFonts w:ascii="KIA Medium" w:eastAsia="KIA Medium" w:hAnsi="KIA Medium" w:hint="eastAsia"/>
        <w:color w:val="808080"/>
        <w:sz w:val="32"/>
        <w:lang w:val="es-ES"/>
      </w:rPr>
      <w:t xml:space="preserve"> to </w:t>
    </w:r>
    <w:proofErr w:type="spellStart"/>
    <w:r>
      <w:rPr>
        <w:rFonts w:ascii="KIA Medium" w:eastAsia="KIA Medium" w:hAnsi="KIA Medium" w:hint="eastAsia"/>
        <w:color w:val="808080"/>
        <w:sz w:val="32"/>
        <w:lang w:val="es-ES"/>
      </w:rPr>
      <w:t>Surprise</w:t>
    </w:r>
    <w:proofErr w:type="spellEnd"/>
    <w:r>
      <w:rPr>
        <w:rFonts w:ascii="KIA Medium" w:eastAsia="KIA Medium" w:hAnsi="KIA Medium" w:hint="eastAsia"/>
        <w:color w:val="808080"/>
        <w:sz w:val="32"/>
        <w:lang w:val="es-ES"/>
      </w:rPr>
      <w:t xml:space="preserve">                                                </w:t>
    </w:r>
  </w:p>
  <w:p w:rsidR="004C071D" w:rsidRDefault="004C07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C88" w:rsidRDefault="00A87C88" w:rsidP="004C071D">
      <w:pPr>
        <w:spacing w:after="0" w:line="240" w:lineRule="auto"/>
      </w:pPr>
      <w:r>
        <w:separator/>
      </w:r>
    </w:p>
  </w:footnote>
  <w:footnote w:type="continuationSeparator" w:id="0">
    <w:p w:rsidR="00A87C88" w:rsidRDefault="00A87C88" w:rsidP="004C07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071D" w:rsidRDefault="008773F1" w:rsidP="004C071D">
    <w:pPr>
      <w:pStyle w:val="Header"/>
    </w:pPr>
    <w:r>
      <w:rPr>
        <w:noProof/>
      </w:rPr>
      <w:drawing>
        <wp:anchor distT="0" distB="0" distL="114300" distR="114300" simplePos="0" relativeHeight="251658240" behindDoc="0" locked="0" layoutInCell="1" allowOverlap="1">
          <wp:simplePos x="0" y="0"/>
          <wp:positionH relativeFrom="margin">
            <wp:align>left</wp:align>
          </wp:positionH>
          <wp:positionV relativeFrom="paragraph">
            <wp:posOffset>9722</wp:posOffset>
          </wp:positionV>
          <wp:extent cx="914400" cy="555283"/>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 3D Symbolmar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14400" cy="555283"/>
                  </a:xfrm>
                  <a:prstGeom prst="rect">
                    <a:avLst/>
                  </a:prstGeom>
                </pic:spPr>
              </pic:pic>
            </a:graphicData>
          </a:graphic>
          <wp14:sizeRelH relativeFrom="page">
            <wp14:pctWidth>0</wp14:pctWidth>
          </wp14:sizeRelH>
          <wp14:sizeRelV relativeFrom="page">
            <wp14:pctHeight>0</wp14:pctHeight>
          </wp14:sizeRelV>
        </wp:anchor>
      </w:drawing>
    </w:r>
  </w:p>
  <w:p w:rsidR="008773F1" w:rsidRDefault="008773F1" w:rsidP="004C071D">
    <w:pPr>
      <w:pStyle w:val="Header"/>
      <w:rPr>
        <w:rFonts w:ascii="KIA Light" w:eastAsia="KIA Light" w:hAnsi="KIA Light"/>
        <w:bCs/>
        <w:sz w:val="20"/>
        <w:szCs w:val="20"/>
        <w:lang w:val="es-PR"/>
      </w:rPr>
    </w:pPr>
  </w:p>
  <w:p w:rsidR="008773F1" w:rsidRDefault="008773F1" w:rsidP="004C071D">
    <w:pPr>
      <w:pStyle w:val="Header"/>
      <w:rPr>
        <w:rFonts w:ascii="KIA Light" w:eastAsia="KIA Light" w:hAnsi="KIA Light"/>
        <w:bCs/>
        <w:sz w:val="20"/>
        <w:szCs w:val="20"/>
        <w:lang w:val="es-PR"/>
      </w:rPr>
    </w:pPr>
  </w:p>
  <w:p w:rsidR="004C071D" w:rsidRPr="009D650B" w:rsidRDefault="004C071D" w:rsidP="004C071D">
    <w:pPr>
      <w:pStyle w:val="Header"/>
      <w:rPr>
        <w:rFonts w:ascii="KIA Light" w:eastAsia="KIA Light" w:hAnsi="KIA Light"/>
        <w:bCs/>
        <w:sz w:val="20"/>
        <w:szCs w:val="20"/>
        <w:lang w:val="es-PR"/>
      </w:rPr>
    </w:pPr>
    <w:r w:rsidRPr="009D650B">
      <w:rPr>
        <w:rFonts w:ascii="KIA Light" w:eastAsia="KIA Light" w:hAnsi="KIA Light"/>
        <w:bCs/>
        <w:sz w:val="20"/>
        <w:szCs w:val="20"/>
        <w:lang w:val="es-PR"/>
      </w:rPr>
      <w:t>Motorambar, Inc.</w:t>
    </w:r>
  </w:p>
  <w:p w:rsidR="004C071D" w:rsidRPr="009D650B" w:rsidRDefault="004C071D" w:rsidP="004C071D">
    <w:pPr>
      <w:pStyle w:val="Header"/>
      <w:rPr>
        <w:rFonts w:ascii="KIA Light" w:eastAsia="KIA Light" w:hAnsi="KIA Light"/>
        <w:sz w:val="20"/>
        <w:szCs w:val="20"/>
        <w:lang w:val="es-PR"/>
      </w:rPr>
    </w:pPr>
    <w:r w:rsidRPr="009D650B">
      <w:rPr>
        <w:rFonts w:ascii="KIA Light" w:eastAsia="KIA Light" w:hAnsi="KIA Light"/>
        <w:sz w:val="20"/>
        <w:szCs w:val="20"/>
        <w:lang w:val="es-PR"/>
      </w:rPr>
      <w:t xml:space="preserve">PO BOX 366239 </w:t>
    </w:r>
  </w:p>
  <w:p w:rsidR="004C071D" w:rsidRPr="008D23D4" w:rsidRDefault="004C071D" w:rsidP="004C071D">
    <w:pPr>
      <w:pStyle w:val="Header"/>
      <w:rPr>
        <w:rFonts w:ascii="KIA Light" w:eastAsia="KIA Light" w:hAnsi="KIA Light"/>
        <w:sz w:val="20"/>
        <w:szCs w:val="20"/>
        <w:lang w:val="es-PR"/>
      </w:rPr>
    </w:pPr>
    <w:r w:rsidRPr="009D650B">
      <w:rPr>
        <w:rFonts w:ascii="KIA Light" w:eastAsia="KIA Light" w:hAnsi="KIA Light"/>
        <w:sz w:val="20"/>
        <w:szCs w:val="20"/>
        <w:lang w:val="es-PR"/>
      </w:rPr>
      <w:t>SAN JUAN PR 00936</w:t>
    </w:r>
  </w:p>
  <w:p w:rsidR="004C071D" w:rsidRPr="004C071D" w:rsidRDefault="004C071D">
    <w:pPr>
      <w:pStyle w:val="Header"/>
      <w:rPr>
        <w:lang w:val="es-P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4BE3211"/>
    <w:multiLevelType w:val="hybridMultilevel"/>
    <w:tmpl w:val="9DB25CCE"/>
    <w:lvl w:ilvl="0" w:tplc="416C3CF2">
      <w:start w:val="10"/>
      <w:numFmt w:val="bullet"/>
      <w:lvlText w:val="-"/>
      <w:lvlJc w:val="left"/>
      <w:pPr>
        <w:ind w:left="720" w:hanging="360"/>
      </w:pPr>
      <w:rPr>
        <w:rFonts w:ascii="KIA Bold" w:eastAsia="KIA Bold" w:hAnsi="KIA Bold" w:cs="Arial"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DF6431D"/>
    <w:multiLevelType w:val="hybridMultilevel"/>
    <w:tmpl w:val="1CFEC6DA"/>
    <w:lvl w:ilvl="0" w:tplc="C0D4402A">
      <w:start w:val="10"/>
      <w:numFmt w:val="bullet"/>
      <w:lvlText w:val="-"/>
      <w:lvlJc w:val="left"/>
      <w:pPr>
        <w:ind w:left="720" w:hanging="360"/>
      </w:pPr>
      <w:rPr>
        <w:rFonts w:ascii="KIA Bold" w:eastAsia="KIA Bold" w:hAnsi="KIA Bold" w:cs="Arial"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273"/>
    <w:rsid w:val="00005B2F"/>
    <w:rsid w:val="000606A3"/>
    <w:rsid w:val="00354F86"/>
    <w:rsid w:val="003830BC"/>
    <w:rsid w:val="004453F6"/>
    <w:rsid w:val="00473E6C"/>
    <w:rsid w:val="004C071D"/>
    <w:rsid w:val="00574E0C"/>
    <w:rsid w:val="00674F18"/>
    <w:rsid w:val="007D3CBB"/>
    <w:rsid w:val="007F0F01"/>
    <w:rsid w:val="008773F1"/>
    <w:rsid w:val="00976472"/>
    <w:rsid w:val="00A008BB"/>
    <w:rsid w:val="00A727CE"/>
    <w:rsid w:val="00A87C88"/>
    <w:rsid w:val="00AB642F"/>
    <w:rsid w:val="00AE0282"/>
    <w:rsid w:val="00B14273"/>
    <w:rsid w:val="00C740CC"/>
    <w:rsid w:val="00D53F5E"/>
    <w:rsid w:val="00D71131"/>
    <w:rsid w:val="00E5266B"/>
    <w:rsid w:val="00EA16EB"/>
    <w:rsid w:val="00EB4F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C6B74FB1-FFD6-48F5-B6BC-B974D6A19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7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07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071D"/>
  </w:style>
  <w:style w:type="paragraph" w:styleId="Footer">
    <w:name w:val="footer"/>
    <w:basedOn w:val="Normal"/>
    <w:link w:val="FooterChar"/>
    <w:uiPriority w:val="99"/>
    <w:unhideWhenUsed/>
    <w:rsid w:val="004C07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071D"/>
  </w:style>
  <w:style w:type="paragraph" w:styleId="ListParagraph">
    <w:name w:val="List Paragraph"/>
    <w:basedOn w:val="Normal"/>
    <w:uiPriority w:val="34"/>
    <w:qFormat/>
    <w:rsid w:val="00976472"/>
    <w:pPr>
      <w:ind w:left="720"/>
      <w:contextualSpacing/>
    </w:pPr>
  </w:style>
  <w:style w:type="paragraph" w:styleId="NormalWeb">
    <w:name w:val="Normal (Web)"/>
    <w:basedOn w:val="Normal"/>
    <w:uiPriority w:val="99"/>
    <w:unhideWhenUsed/>
    <w:rsid w:val="00574E0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830BC"/>
    <w:rPr>
      <w:color w:val="0000FF"/>
      <w:u w:val="single"/>
    </w:rPr>
  </w:style>
  <w:style w:type="table" w:styleId="TableGrid">
    <w:name w:val="Table Grid"/>
    <w:basedOn w:val="TableNormal"/>
    <w:uiPriority w:val="39"/>
    <w:rsid w:val="000606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5463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hyperlink" Target="http://www.kia.com" TargetMode="Externa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carattini\Documents\Custom%20Office%20Templates\Comunicado%20de%20Prensa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Comunicado de Prensa1</Template>
  <TotalTime>0</TotalTime>
  <Pages>4</Pages>
  <Words>608</Words>
  <Characters>3466</Characters>
  <Application>Microsoft Office Word</Application>
  <DocSecurity>4</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Carattini</dc:creator>
  <cp:keywords/>
  <dc:description/>
  <cp:lastModifiedBy>Isabel Carattini</cp:lastModifiedBy>
  <cp:revision>2</cp:revision>
  <cp:lastPrinted>2018-01-04T12:34:00Z</cp:lastPrinted>
  <dcterms:created xsi:type="dcterms:W3CDTF">2018-01-04T12:34:00Z</dcterms:created>
  <dcterms:modified xsi:type="dcterms:W3CDTF">2018-01-04T12:34:00Z</dcterms:modified>
</cp:coreProperties>
</file>