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4C071D" w:rsidRPr="00BD79B6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6C1A8E" w:rsidTr="007016DA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Lynnette Veguilla Torres</w:t>
            </w:r>
            <w:r w:rsidRPr="001B2D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R-594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Isabel Carattini Andino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4C071D" w:rsidRPr="00BD79B6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4C071D" w:rsidRPr="006C1A8E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6C1A8E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:rsidR="00A60772" w:rsidRPr="00CD3814" w:rsidRDefault="003E7638" w:rsidP="003E7638">
      <w:pPr>
        <w:spacing w:after="0"/>
        <w:jc w:val="center"/>
        <w:rPr>
          <w:rFonts w:ascii="KIA Bold" w:eastAsia="KIA Bold" w:hAnsi="KIA Bold"/>
          <w:sz w:val="28"/>
          <w:lang w:val="es-PR"/>
        </w:rPr>
      </w:pPr>
      <w:r>
        <w:rPr>
          <w:rFonts w:ascii="KIA Bold" w:eastAsia="KIA Bold" w:hAnsi="KIA Bold" w:cs="Arial"/>
          <w:sz w:val="28"/>
          <w:szCs w:val="24"/>
          <w:lang w:val="es-PR"/>
        </w:rPr>
        <w:t xml:space="preserve">Kia te lleva al </w:t>
      </w:r>
      <w:proofErr w:type="spellStart"/>
      <w:r>
        <w:rPr>
          <w:rFonts w:ascii="KIA Bold" w:eastAsia="KIA Bold" w:hAnsi="KIA Bold" w:cs="Arial"/>
          <w:sz w:val="28"/>
          <w:szCs w:val="24"/>
          <w:lang w:val="es-PR"/>
        </w:rPr>
        <w:t>Australian</w:t>
      </w:r>
      <w:proofErr w:type="spellEnd"/>
      <w:r>
        <w:rPr>
          <w:rFonts w:ascii="KIA Bold" w:eastAsia="KIA Bold" w:hAnsi="KIA Bold" w:cs="Arial"/>
          <w:sz w:val="28"/>
          <w:szCs w:val="24"/>
          <w:lang w:val="es-PR"/>
        </w:rPr>
        <w:t xml:space="preserve"> Open</w:t>
      </w:r>
      <w:r w:rsidR="00A60772" w:rsidRPr="00CD3814">
        <w:rPr>
          <w:rFonts w:ascii="KIA Bold" w:eastAsia="KIA Bold" w:hAnsi="KIA Bold" w:cs="Arial"/>
          <w:sz w:val="28"/>
          <w:szCs w:val="24"/>
          <w:lang w:val="es-PR"/>
        </w:rPr>
        <w:t xml:space="preserve"> </w:t>
      </w:r>
      <w:r>
        <w:rPr>
          <w:rFonts w:ascii="KIA Bold" w:eastAsia="KIA Bold" w:hAnsi="KIA Bold" w:cs="Arial"/>
          <w:sz w:val="28"/>
          <w:szCs w:val="24"/>
          <w:lang w:val="es-PR"/>
        </w:rPr>
        <w:t>2018</w:t>
      </w:r>
    </w:p>
    <w:p w:rsidR="00D14D06" w:rsidRPr="003E7638" w:rsidRDefault="00244B68" w:rsidP="003E7638">
      <w:pPr>
        <w:spacing w:after="0"/>
        <w:jc w:val="center"/>
        <w:rPr>
          <w:rFonts w:ascii="KIA Light" w:eastAsia="KIA Light" w:hAnsi="KIA Light"/>
          <w:sz w:val="24"/>
          <w:lang w:val="es-PR"/>
        </w:rPr>
      </w:pPr>
      <w:r w:rsidRPr="003E7638">
        <w:rPr>
          <w:rFonts w:ascii="KIA Light" w:eastAsia="KIA Light" w:hAnsi="KIA Light"/>
          <w:sz w:val="24"/>
          <w:lang w:val="es-PR"/>
        </w:rPr>
        <w:t>-</w:t>
      </w:r>
      <w:r w:rsidR="003E7638" w:rsidRPr="003E7638">
        <w:rPr>
          <w:rFonts w:ascii="KIA Light" w:eastAsia="KIA Light" w:hAnsi="KIA Light"/>
          <w:sz w:val="24"/>
          <w:lang w:val="es-PR"/>
        </w:rPr>
        <w:t>Con solo llenar una inscripción podrías tener la oportunidad de llegar al evento de tenis más importante del mundo</w:t>
      </w:r>
    </w:p>
    <w:p w:rsidR="00FA3B5C" w:rsidRDefault="00A60772" w:rsidP="00E97790">
      <w:pPr>
        <w:shd w:val="clear" w:color="auto" w:fill="FFFFFF"/>
        <w:spacing w:before="240" w:after="0" w:line="276" w:lineRule="auto"/>
        <w:jc w:val="both"/>
        <w:textAlignment w:val="baseline"/>
        <w:rPr>
          <w:rFonts w:ascii="KIA Light" w:eastAsia="KIA Light" w:hAnsi="KIA Light" w:cs="Arial"/>
          <w:sz w:val="24"/>
          <w:szCs w:val="24"/>
          <w:lang w:val="es-PR"/>
        </w:rPr>
      </w:pPr>
      <w:r>
        <w:rPr>
          <w:rFonts w:ascii="KIA Medium" w:eastAsia="KIA Medium" w:hAnsi="KIA Medium"/>
          <w:sz w:val="24"/>
          <w:lang w:val="es-PR"/>
        </w:rPr>
        <w:t>SAN JUAN PUERTO RICO, 1</w:t>
      </w:r>
      <w:r w:rsidR="00D14D06" w:rsidRPr="00D14D06">
        <w:rPr>
          <w:rFonts w:ascii="KIA Medium" w:eastAsia="KIA Medium" w:hAnsi="KIA Medium"/>
          <w:sz w:val="24"/>
          <w:lang w:val="es-PR"/>
        </w:rPr>
        <w:t xml:space="preserve"> DE </w:t>
      </w:r>
      <w:r>
        <w:rPr>
          <w:rFonts w:ascii="KIA Medium" w:eastAsia="KIA Medium" w:hAnsi="KIA Medium"/>
          <w:sz w:val="24"/>
          <w:lang w:val="es-PR"/>
        </w:rPr>
        <w:t>NOVIEMBRE</w:t>
      </w:r>
      <w:r w:rsidR="00D14D06" w:rsidRPr="00D14D06">
        <w:rPr>
          <w:rFonts w:ascii="KIA Medium" w:eastAsia="KIA Medium" w:hAnsi="KIA Medium"/>
          <w:sz w:val="24"/>
          <w:lang w:val="es-PR"/>
        </w:rPr>
        <w:t xml:space="preserve"> DE 2017 </w:t>
      </w:r>
      <w:r w:rsidR="00D14D06">
        <w:rPr>
          <w:rFonts w:ascii="KIA Medium" w:eastAsia="KIA Medium" w:hAnsi="KIA Medium"/>
          <w:sz w:val="24"/>
          <w:lang w:val="es-PR"/>
        </w:rPr>
        <w:t>–</w:t>
      </w:r>
      <w:r w:rsidR="00D14D06" w:rsidRPr="00D14D06">
        <w:rPr>
          <w:rFonts w:ascii="KIA Medium" w:eastAsia="KIA Medium" w:hAnsi="KIA Medium"/>
          <w:sz w:val="24"/>
          <w:lang w:val="es-PR"/>
        </w:rPr>
        <w:t xml:space="preserve"> </w:t>
      </w:r>
      <w:proofErr w:type="spellStart"/>
      <w:r w:rsidR="003E7638">
        <w:rPr>
          <w:rFonts w:ascii="KIA Light" w:eastAsia="KIA Light" w:hAnsi="KIA Light" w:cs="Arial"/>
          <w:sz w:val="24"/>
          <w:szCs w:val="24"/>
          <w:lang w:val="es-PR"/>
        </w:rPr>
        <w:t>Kia</w:t>
      </w:r>
      <w:proofErr w:type="spellEnd"/>
      <w:r w:rsidR="003E7638">
        <w:rPr>
          <w:rFonts w:ascii="KIA Light" w:eastAsia="KIA Light" w:hAnsi="KIA Light" w:cs="Arial"/>
          <w:sz w:val="24"/>
          <w:szCs w:val="24"/>
          <w:lang w:val="es-PR"/>
        </w:rPr>
        <w:t xml:space="preserve"> Motors</w:t>
      </w:r>
      <w:r w:rsidR="00FA3B5C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proofErr w:type="spellStart"/>
      <w:r w:rsidR="00FA3B5C">
        <w:rPr>
          <w:rFonts w:ascii="KIA Light" w:eastAsia="KIA Light" w:hAnsi="KIA Light" w:cs="Arial"/>
          <w:sz w:val="24"/>
          <w:szCs w:val="24"/>
          <w:lang w:val="es-PR"/>
        </w:rPr>
        <w:t>Corporation</w:t>
      </w:r>
      <w:proofErr w:type="spellEnd"/>
      <w:r w:rsidR="003E7638">
        <w:rPr>
          <w:rFonts w:ascii="KIA Light" w:eastAsia="KIA Light" w:hAnsi="KIA Light" w:cs="Arial"/>
          <w:sz w:val="24"/>
          <w:szCs w:val="24"/>
          <w:lang w:val="es-PR"/>
        </w:rPr>
        <w:t>,</w:t>
      </w:r>
      <w:r w:rsidR="00CD3814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r w:rsidR="00283678">
        <w:rPr>
          <w:rFonts w:ascii="KIA Light" w:eastAsia="KIA Light" w:hAnsi="KIA Light" w:cs="Arial"/>
          <w:sz w:val="24"/>
          <w:szCs w:val="24"/>
          <w:lang w:val="es-PR"/>
        </w:rPr>
        <w:t xml:space="preserve">patrocinador </w:t>
      </w:r>
      <w:r w:rsidR="00FA3B5C">
        <w:rPr>
          <w:rFonts w:ascii="KIA Light" w:eastAsia="KIA Light" w:hAnsi="KIA Light" w:cs="Arial"/>
          <w:sz w:val="24"/>
          <w:szCs w:val="24"/>
          <w:lang w:val="es-PR"/>
        </w:rPr>
        <w:t xml:space="preserve">oficial </w:t>
      </w:r>
      <w:r w:rsidR="00DD7CE1">
        <w:rPr>
          <w:rFonts w:ascii="KIA Light" w:eastAsia="KIA Light" w:hAnsi="KIA Light" w:cs="Arial"/>
          <w:sz w:val="24"/>
          <w:szCs w:val="24"/>
          <w:lang w:val="es-PR"/>
        </w:rPr>
        <w:t xml:space="preserve">del </w:t>
      </w:r>
      <w:proofErr w:type="spellStart"/>
      <w:r w:rsidR="003E7638">
        <w:rPr>
          <w:rFonts w:ascii="KIA Light" w:eastAsia="KIA Light" w:hAnsi="KIA Light" w:cs="Arial"/>
          <w:sz w:val="24"/>
          <w:szCs w:val="24"/>
          <w:lang w:val="es-PR"/>
        </w:rPr>
        <w:t>Australia</w:t>
      </w:r>
      <w:r w:rsidR="00156641">
        <w:rPr>
          <w:rFonts w:ascii="KIA Light" w:eastAsia="KIA Light" w:hAnsi="KIA Light" w:cs="Arial"/>
          <w:sz w:val="24"/>
          <w:szCs w:val="24"/>
          <w:lang w:val="es-PR"/>
        </w:rPr>
        <w:t>n</w:t>
      </w:r>
      <w:proofErr w:type="spellEnd"/>
      <w:r w:rsidR="003E7638">
        <w:rPr>
          <w:rFonts w:ascii="KIA Light" w:eastAsia="KIA Light" w:hAnsi="KIA Light" w:cs="Arial"/>
          <w:sz w:val="24"/>
          <w:szCs w:val="24"/>
          <w:lang w:val="es-PR"/>
        </w:rPr>
        <w:t xml:space="preserve"> Open, presenta el concurso</w:t>
      </w:r>
      <w:r w:rsidR="00DD7CE1" w:rsidRPr="00572E97">
        <w:rPr>
          <w:rFonts w:ascii="Calibri" w:eastAsia="KIA Light" w:hAnsi="Calibri" w:cs="Calibri"/>
          <w:sz w:val="24"/>
          <w:szCs w:val="24"/>
          <w:lang w:val="es-PR"/>
        </w:rPr>
        <w:t> </w:t>
      </w:r>
      <w:r w:rsidR="00DD7CE1" w:rsidRPr="00DD7CE1">
        <w:rPr>
          <w:rFonts w:ascii="KIA Medium" w:eastAsia="KIA Medium" w:hAnsi="KIA Medium" w:cs="Arial"/>
          <w:i/>
          <w:sz w:val="24"/>
          <w:szCs w:val="24"/>
          <w:lang w:val="es-PR"/>
        </w:rPr>
        <w:t>“</w:t>
      </w:r>
      <w:proofErr w:type="spellStart"/>
      <w:r w:rsidR="00DD7CE1" w:rsidRPr="00DD7CE1">
        <w:rPr>
          <w:rFonts w:ascii="KIA Medium" w:eastAsia="KIA Medium" w:hAnsi="KIA Medium" w:cs="Arial"/>
          <w:bCs/>
          <w:i/>
          <w:sz w:val="24"/>
          <w:szCs w:val="24"/>
          <w:bdr w:val="none" w:sz="0" w:space="0" w:color="auto" w:frame="1"/>
          <w:lang w:val="es-PR"/>
        </w:rPr>
        <w:t>Kia</w:t>
      </w:r>
      <w:proofErr w:type="spellEnd"/>
      <w:r w:rsidR="00DD7CE1" w:rsidRPr="00DD7CE1">
        <w:rPr>
          <w:rFonts w:ascii="KIA Medium" w:eastAsia="KIA Medium" w:hAnsi="KIA Medium" w:cs="Arial"/>
          <w:bCs/>
          <w:i/>
          <w:sz w:val="24"/>
          <w:szCs w:val="24"/>
          <w:bdr w:val="none" w:sz="0" w:space="0" w:color="auto" w:frame="1"/>
          <w:lang w:val="es-PR"/>
        </w:rPr>
        <w:t xml:space="preserve"> </w:t>
      </w:r>
      <w:proofErr w:type="spellStart"/>
      <w:r w:rsidR="00DD7CE1" w:rsidRPr="00DD7CE1">
        <w:rPr>
          <w:rFonts w:ascii="KIA Medium" w:eastAsia="KIA Medium" w:hAnsi="KIA Medium" w:cs="Arial"/>
          <w:bCs/>
          <w:i/>
          <w:sz w:val="24"/>
          <w:szCs w:val="24"/>
          <w:bdr w:val="none" w:sz="0" w:space="0" w:color="auto" w:frame="1"/>
          <w:lang w:val="es-PR"/>
        </w:rPr>
        <w:t>Lucky</w:t>
      </w:r>
      <w:proofErr w:type="spellEnd"/>
      <w:r w:rsidR="00DD7CE1" w:rsidRPr="00DD7CE1">
        <w:rPr>
          <w:rFonts w:ascii="KIA Medium" w:eastAsia="KIA Medium" w:hAnsi="KIA Medium" w:cs="Arial"/>
          <w:bCs/>
          <w:i/>
          <w:sz w:val="24"/>
          <w:szCs w:val="24"/>
          <w:bdr w:val="none" w:sz="0" w:space="0" w:color="auto" w:frame="1"/>
          <w:lang w:val="es-PR"/>
        </w:rPr>
        <w:t xml:space="preserve"> Drive Camino a Australia”</w:t>
      </w:r>
      <w:r w:rsidR="003E7638">
        <w:rPr>
          <w:rFonts w:ascii="KIA Light" w:eastAsia="KIA Light" w:hAnsi="KIA Light" w:cs="Arial"/>
          <w:b/>
          <w:bCs/>
          <w:sz w:val="24"/>
          <w:szCs w:val="24"/>
          <w:bdr w:val="none" w:sz="0" w:space="0" w:color="auto" w:frame="1"/>
          <w:lang w:val="es-PR"/>
        </w:rPr>
        <w:t xml:space="preserve">.  </w:t>
      </w:r>
      <w:r w:rsidR="00FA3B5C" w:rsidRPr="00FA3B5C">
        <w:rPr>
          <w:rFonts w:ascii="KIA Light" w:eastAsia="KIA Light" w:hAnsi="KIA Light" w:cs="Arial"/>
          <w:bCs/>
          <w:sz w:val="24"/>
          <w:szCs w:val="24"/>
          <w:bdr w:val="none" w:sz="0" w:space="0" w:color="auto" w:frame="1"/>
          <w:lang w:val="es-PR"/>
        </w:rPr>
        <w:t>Para celebrar su trayectoria como auspiciador del primer evento de tenis del año</w:t>
      </w:r>
      <w:r w:rsidR="00FA3B5C">
        <w:rPr>
          <w:rFonts w:ascii="KIA Light" w:eastAsia="KIA Light" w:hAnsi="KIA Light" w:cs="Arial"/>
          <w:bCs/>
          <w:sz w:val="24"/>
          <w:szCs w:val="24"/>
          <w:bdr w:val="none" w:sz="0" w:space="0" w:color="auto" w:frame="1"/>
          <w:lang w:val="es-PR"/>
        </w:rPr>
        <w:t>, la marca ha creado este concurso</w:t>
      </w:r>
      <w:r w:rsidR="0093209A">
        <w:rPr>
          <w:rFonts w:ascii="KIA Light" w:eastAsia="KIA Light" w:hAnsi="KIA Light" w:cs="Arial"/>
          <w:bCs/>
          <w:sz w:val="24"/>
          <w:szCs w:val="24"/>
          <w:bdr w:val="none" w:sz="0" w:space="0" w:color="auto" w:frame="1"/>
          <w:lang w:val="es-PR"/>
        </w:rPr>
        <w:t xml:space="preserve"> en varios países</w:t>
      </w:r>
      <w:r w:rsidR="00FA3B5C">
        <w:rPr>
          <w:rFonts w:ascii="KIA Light" w:eastAsia="KIA Light" w:hAnsi="KIA Light" w:cs="Arial"/>
          <w:bCs/>
          <w:sz w:val="24"/>
          <w:szCs w:val="24"/>
          <w:bdr w:val="none" w:sz="0" w:space="0" w:color="auto" w:frame="1"/>
          <w:lang w:val="es-PR"/>
        </w:rPr>
        <w:t xml:space="preserve"> </w:t>
      </w:r>
      <w:r w:rsidR="00156641">
        <w:rPr>
          <w:rFonts w:ascii="KIA Light" w:eastAsia="KIA Light" w:hAnsi="KIA Light" w:cs="Arial"/>
          <w:bCs/>
          <w:sz w:val="24"/>
          <w:szCs w:val="24"/>
          <w:bdr w:val="none" w:sz="0" w:space="0" w:color="auto" w:frame="1"/>
          <w:lang w:val="es-PR"/>
        </w:rPr>
        <w:t>para que</w:t>
      </w:r>
      <w:r w:rsidR="00514179">
        <w:rPr>
          <w:rFonts w:ascii="KIA Light" w:eastAsia="KIA Light" w:hAnsi="KIA Light" w:cs="Arial"/>
          <w:bCs/>
          <w:sz w:val="24"/>
          <w:szCs w:val="24"/>
          <w:bdr w:val="none" w:sz="0" w:space="0" w:color="auto" w:frame="1"/>
          <w:lang w:val="es-PR"/>
        </w:rPr>
        <w:t xml:space="preserve"> un ganador y </w:t>
      </w:r>
      <w:r w:rsidR="0093209A">
        <w:rPr>
          <w:rFonts w:ascii="KIA Light" w:eastAsia="KIA Light" w:hAnsi="KIA Light" w:cs="Arial"/>
          <w:bCs/>
          <w:sz w:val="24"/>
          <w:szCs w:val="24"/>
          <w:bdr w:val="none" w:sz="0" w:space="0" w:color="auto" w:frame="1"/>
          <w:lang w:val="es-PR"/>
        </w:rPr>
        <w:t>un</w:t>
      </w:r>
      <w:r w:rsidR="00514179">
        <w:rPr>
          <w:rFonts w:ascii="KIA Light" w:eastAsia="KIA Light" w:hAnsi="KIA Light" w:cs="Arial"/>
          <w:bCs/>
          <w:sz w:val="24"/>
          <w:szCs w:val="24"/>
          <w:bdr w:val="none" w:sz="0" w:space="0" w:color="auto" w:frame="1"/>
          <w:lang w:val="es-PR"/>
        </w:rPr>
        <w:t xml:space="preserve"> acompañante</w:t>
      </w:r>
      <w:r w:rsidR="0093209A">
        <w:rPr>
          <w:rFonts w:ascii="KIA Light" w:eastAsia="KIA Light" w:hAnsi="KIA Light" w:cs="Arial"/>
          <w:bCs/>
          <w:sz w:val="24"/>
          <w:szCs w:val="24"/>
          <w:bdr w:val="none" w:sz="0" w:space="0" w:color="auto" w:frame="1"/>
          <w:lang w:val="es-PR"/>
        </w:rPr>
        <w:t xml:space="preserve"> de cada lugar,</w:t>
      </w:r>
      <w:r w:rsidR="00514179">
        <w:rPr>
          <w:rFonts w:ascii="KIA Light" w:eastAsia="KIA Light" w:hAnsi="KIA Light" w:cs="Arial"/>
          <w:bCs/>
          <w:sz w:val="24"/>
          <w:szCs w:val="24"/>
          <w:bdr w:val="none" w:sz="0" w:space="0" w:color="auto" w:frame="1"/>
          <w:lang w:val="es-PR"/>
        </w:rPr>
        <w:t xml:space="preserve"> viaj</w:t>
      </w:r>
      <w:r w:rsidR="00156641">
        <w:rPr>
          <w:rFonts w:ascii="KIA Light" w:eastAsia="KIA Light" w:hAnsi="KIA Light" w:cs="Arial"/>
          <w:bCs/>
          <w:sz w:val="24"/>
          <w:szCs w:val="24"/>
          <w:bdr w:val="none" w:sz="0" w:space="0" w:color="auto" w:frame="1"/>
          <w:lang w:val="es-PR"/>
        </w:rPr>
        <w:t>en</w:t>
      </w:r>
      <w:r w:rsidR="00FA3B5C">
        <w:rPr>
          <w:rFonts w:ascii="KIA Light" w:eastAsia="KIA Light" w:hAnsi="KIA Light" w:cs="Arial"/>
          <w:bCs/>
          <w:sz w:val="24"/>
          <w:szCs w:val="24"/>
          <w:bdr w:val="none" w:sz="0" w:space="0" w:color="auto" w:frame="1"/>
          <w:lang w:val="es-PR"/>
        </w:rPr>
        <w:t xml:space="preserve"> </w:t>
      </w:r>
      <w:r w:rsidR="00DD7CE1" w:rsidRPr="00572E97">
        <w:rPr>
          <w:rFonts w:ascii="KIA Light" w:eastAsia="KIA Light" w:hAnsi="KIA Light" w:cs="Arial"/>
          <w:sz w:val="24"/>
          <w:szCs w:val="24"/>
          <w:lang w:val="es-PR"/>
        </w:rPr>
        <w:t xml:space="preserve">hasta Melbourne, Australia, </w:t>
      </w:r>
      <w:r w:rsidR="00514179">
        <w:rPr>
          <w:rFonts w:ascii="KIA Light" w:eastAsia="KIA Light" w:hAnsi="KIA Light" w:cs="Arial"/>
          <w:sz w:val="24"/>
          <w:szCs w:val="24"/>
          <w:lang w:val="es-PR"/>
        </w:rPr>
        <w:t>y</w:t>
      </w:r>
      <w:r w:rsidR="00DD7CE1" w:rsidRPr="00572E97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r w:rsidR="00156641">
        <w:rPr>
          <w:rFonts w:ascii="KIA Light" w:eastAsia="KIA Light" w:hAnsi="KIA Light" w:cs="Arial"/>
          <w:sz w:val="24"/>
          <w:szCs w:val="24"/>
          <w:lang w:val="es-PR"/>
        </w:rPr>
        <w:t>asistan a</w:t>
      </w:r>
      <w:r w:rsidR="00DD7CE1" w:rsidRPr="00572E97">
        <w:rPr>
          <w:rFonts w:ascii="KIA Light" w:eastAsia="KIA Light" w:hAnsi="KIA Light" w:cs="Arial"/>
          <w:sz w:val="24"/>
          <w:szCs w:val="24"/>
          <w:lang w:val="es-PR"/>
        </w:rPr>
        <w:t xml:space="preserve"> la semifinal </w:t>
      </w:r>
      <w:r w:rsidR="00DD7CE1" w:rsidRPr="00DD7CE1">
        <w:rPr>
          <w:rFonts w:ascii="KIA Light" w:eastAsia="KIA Light" w:hAnsi="KIA Light" w:cs="Arial"/>
          <w:sz w:val="24"/>
          <w:szCs w:val="24"/>
          <w:lang w:val="es-PR"/>
        </w:rPr>
        <w:t xml:space="preserve">masculina </w:t>
      </w:r>
      <w:r w:rsidR="00DD7CE1" w:rsidRPr="00572E97">
        <w:rPr>
          <w:rFonts w:ascii="KIA Light" w:eastAsia="KIA Light" w:hAnsi="KIA Light" w:cs="Arial"/>
          <w:sz w:val="24"/>
          <w:szCs w:val="24"/>
          <w:lang w:val="es-PR"/>
        </w:rPr>
        <w:t>del</w:t>
      </w:r>
      <w:r w:rsidR="00DD7CE1" w:rsidRPr="00DD7CE1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r>
        <w:rPr>
          <w:rFonts w:ascii="KIA Light" w:eastAsia="KIA Light" w:hAnsi="KIA Light" w:cs="Arial"/>
          <w:sz w:val="24"/>
          <w:szCs w:val="24"/>
          <w:lang w:val="es-PR"/>
        </w:rPr>
        <w:t>torneo.</w:t>
      </w:r>
      <w:r w:rsidR="00FA3B5C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</w:p>
    <w:p w:rsidR="006C1A8E" w:rsidRDefault="00FA3B5C" w:rsidP="009A0FA8">
      <w:pPr>
        <w:shd w:val="clear" w:color="auto" w:fill="FFFFFF"/>
        <w:spacing w:before="240" w:after="0" w:line="276" w:lineRule="auto"/>
        <w:jc w:val="both"/>
        <w:textAlignment w:val="baseline"/>
        <w:rPr>
          <w:rFonts w:ascii="KIA Light" w:eastAsia="KIA Light" w:hAnsi="KIA Light" w:cs="Arial"/>
          <w:sz w:val="24"/>
          <w:szCs w:val="24"/>
          <w:lang w:val="es-PR"/>
        </w:rPr>
      </w:pPr>
      <w:r>
        <w:rPr>
          <w:rFonts w:ascii="KIA Light" w:eastAsia="KIA Light" w:hAnsi="KIA Light" w:cs="Arial"/>
          <w:sz w:val="24"/>
          <w:szCs w:val="24"/>
          <w:lang w:val="es-PR"/>
        </w:rPr>
        <w:t xml:space="preserve">Este año, Puerto Rico es parte de la promoción, y desde hoy 1 de noviembre hasta el día 24, todos los fanáticos </w:t>
      </w:r>
      <w:r w:rsidR="00514179">
        <w:rPr>
          <w:rFonts w:ascii="KIA Light" w:eastAsia="KIA Light" w:hAnsi="KIA Light" w:cs="Arial"/>
          <w:sz w:val="24"/>
          <w:szCs w:val="24"/>
          <w:lang w:val="es-PR"/>
        </w:rPr>
        <w:t>de este deporte</w:t>
      </w:r>
      <w:r>
        <w:rPr>
          <w:rFonts w:ascii="KIA Light" w:eastAsia="KIA Light" w:hAnsi="KIA Light" w:cs="Arial"/>
          <w:sz w:val="24"/>
          <w:szCs w:val="24"/>
          <w:lang w:val="es-PR"/>
        </w:rPr>
        <w:t xml:space="preserve">, podrán participar por un viaje a Australia. </w:t>
      </w:r>
      <w:r w:rsidRPr="00572E97">
        <w:rPr>
          <w:rFonts w:ascii="KIA Light" w:eastAsia="KIA Light" w:hAnsi="KIA Light" w:cs="Arial"/>
          <w:sz w:val="24"/>
          <w:szCs w:val="24"/>
          <w:lang w:val="es-PR"/>
        </w:rPr>
        <w:t>“</w:t>
      </w:r>
      <w:r>
        <w:rPr>
          <w:rFonts w:ascii="KIA Light" w:eastAsia="KIA Light" w:hAnsi="KIA Light" w:cs="Arial"/>
          <w:bCs/>
          <w:sz w:val="24"/>
          <w:szCs w:val="24"/>
          <w:bdr w:val="none" w:sz="0" w:space="0" w:color="auto" w:frame="1"/>
          <w:lang w:val="es-PR"/>
        </w:rPr>
        <w:t xml:space="preserve">Desde hace 16 años Kia Motors ha sido parte del torneo de tenis más importante del mundo. </w:t>
      </w:r>
      <w:r w:rsidR="00514179">
        <w:rPr>
          <w:rFonts w:ascii="KIA Light" w:eastAsia="KIA Light" w:hAnsi="KIA Light" w:cs="Arial"/>
          <w:bCs/>
          <w:sz w:val="24"/>
          <w:szCs w:val="24"/>
          <w:bdr w:val="none" w:sz="0" w:space="0" w:color="auto" w:frame="1"/>
          <w:lang w:val="es-PR"/>
        </w:rPr>
        <w:t xml:space="preserve">Vimos una oportunidad de unirnos a esta promoción porque sabemos que en la isla hay muchos fanáticos y seguidores del tenis y del embajador de la marca, Rafael Nadal”, indica Lynnette Veguilla Torres, gerente de mercadeo </w:t>
      </w:r>
      <w:proofErr w:type="spellStart"/>
      <w:r w:rsidR="00514179">
        <w:rPr>
          <w:rFonts w:ascii="KIA Light" w:eastAsia="KIA Light" w:hAnsi="KIA Light" w:cs="Arial"/>
          <w:bCs/>
          <w:sz w:val="24"/>
          <w:szCs w:val="24"/>
          <w:bdr w:val="none" w:sz="0" w:space="0" w:color="auto" w:frame="1"/>
          <w:lang w:val="es-PR"/>
        </w:rPr>
        <w:t>Kia</w:t>
      </w:r>
      <w:proofErr w:type="spellEnd"/>
      <w:r w:rsidR="00514179">
        <w:rPr>
          <w:rFonts w:ascii="KIA Light" w:eastAsia="KIA Light" w:hAnsi="KIA Light" w:cs="Arial"/>
          <w:bCs/>
          <w:sz w:val="24"/>
          <w:szCs w:val="24"/>
          <w:bdr w:val="none" w:sz="0" w:space="0" w:color="auto" w:frame="1"/>
          <w:lang w:val="es-PR"/>
        </w:rPr>
        <w:t xml:space="preserve"> Puerto Rico.</w:t>
      </w:r>
    </w:p>
    <w:p w:rsidR="001B1447" w:rsidRDefault="00514179" w:rsidP="001B1447">
      <w:pPr>
        <w:shd w:val="clear" w:color="auto" w:fill="FFFFFF"/>
        <w:spacing w:before="240" w:after="0" w:line="276" w:lineRule="auto"/>
        <w:textAlignment w:val="baseline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 w:cs="Arial"/>
          <w:sz w:val="24"/>
          <w:szCs w:val="24"/>
          <w:lang w:val="es-PR"/>
        </w:rPr>
        <w:t>Para participar hay que acceder</w:t>
      </w:r>
      <w:r w:rsidR="00156641">
        <w:rPr>
          <w:rFonts w:ascii="KIA Light" w:eastAsia="KIA Light" w:hAnsi="KIA Light" w:cs="Arial"/>
          <w:sz w:val="24"/>
          <w:szCs w:val="24"/>
          <w:lang w:val="es-PR"/>
        </w:rPr>
        <w:t xml:space="preserve"> a</w:t>
      </w:r>
      <w:r>
        <w:rPr>
          <w:rFonts w:ascii="KIA Light" w:eastAsia="KIA Light" w:hAnsi="KIA Light" w:cs="Arial"/>
          <w:sz w:val="24"/>
          <w:szCs w:val="24"/>
          <w:lang w:val="es-PR"/>
        </w:rPr>
        <w:t xml:space="preserve"> la dirección electrónica: </w:t>
      </w:r>
      <w:hyperlink r:id="rId8" w:history="1">
        <w:r w:rsidR="009A0FA8" w:rsidRPr="00D212AF">
          <w:rPr>
            <w:rStyle w:val="Hyperlink"/>
            <w:rFonts w:ascii="KIA Light" w:eastAsia="KIA Light" w:hAnsi="KIA Light"/>
            <w:sz w:val="24"/>
            <w:szCs w:val="24"/>
            <w:lang w:val="es-PR"/>
          </w:rPr>
          <w:t>http://www.kia.com/pr/experience/Kia_Lucky_Drive_hacia_Australia.html</w:t>
        </w:r>
      </w:hyperlink>
      <w:r>
        <w:rPr>
          <w:rFonts w:ascii="KIA Light" w:eastAsia="KIA Light" w:hAnsi="KIA Light"/>
          <w:sz w:val="24"/>
          <w:szCs w:val="24"/>
          <w:lang w:val="es-PR"/>
        </w:rPr>
        <w:t xml:space="preserve">. </w:t>
      </w:r>
    </w:p>
    <w:p w:rsidR="00E97790" w:rsidRPr="006C1A8E" w:rsidRDefault="00514179" w:rsidP="009A0FA8">
      <w:pPr>
        <w:shd w:val="clear" w:color="auto" w:fill="FFFFFF"/>
        <w:spacing w:before="240" w:after="0" w:line="276" w:lineRule="auto"/>
        <w:jc w:val="both"/>
        <w:textAlignment w:val="baseline"/>
        <w:rPr>
          <w:rFonts w:ascii="KIA Light" w:eastAsia="KIA Light" w:hAnsi="KIA Light" w:cs="Arial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>Solo por participar, los usuarios que completen sus datos</w:t>
      </w:r>
      <w:r w:rsidR="00E97790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E97790" w:rsidRPr="009B0787">
        <w:rPr>
          <w:rFonts w:ascii="KIA Light" w:eastAsia="KIA Light" w:hAnsi="KIA Light"/>
          <w:sz w:val="24"/>
          <w:szCs w:val="24"/>
          <w:lang w:val="es-PR"/>
        </w:rPr>
        <w:t>recibirá</w:t>
      </w:r>
      <w:r w:rsidR="00E97790">
        <w:rPr>
          <w:rFonts w:ascii="KIA Light" w:eastAsia="KIA Light" w:hAnsi="KIA Light"/>
          <w:sz w:val="24"/>
          <w:szCs w:val="24"/>
          <w:lang w:val="es-PR"/>
        </w:rPr>
        <w:t>n la toalla oficial d</w:t>
      </w:r>
      <w:r>
        <w:rPr>
          <w:rFonts w:ascii="KIA Light" w:eastAsia="KIA Light" w:hAnsi="KIA Light"/>
          <w:sz w:val="24"/>
          <w:szCs w:val="24"/>
          <w:lang w:val="es-PR"/>
        </w:rPr>
        <w:t xml:space="preserve">el evento. </w:t>
      </w:r>
      <w:r w:rsidR="00E97790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>
        <w:rPr>
          <w:rFonts w:ascii="KIA Light" w:eastAsia="KIA Light" w:hAnsi="KIA Light"/>
          <w:sz w:val="24"/>
          <w:szCs w:val="24"/>
          <w:lang w:val="es-PR"/>
        </w:rPr>
        <w:t>Además, del premio principal</w:t>
      </w:r>
      <w:r w:rsidR="0093209A">
        <w:rPr>
          <w:rFonts w:ascii="KIA Light" w:eastAsia="KIA Light" w:hAnsi="KIA Light"/>
          <w:sz w:val="24"/>
          <w:szCs w:val="24"/>
          <w:lang w:val="es-PR"/>
        </w:rPr>
        <w:t xml:space="preserve"> del viaje a Australia</w:t>
      </w:r>
      <w:r w:rsidR="0093209A" w:rsidRPr="0093209A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93209A">
        <w:rPr>
          <w:rFonts w:ascii="KIA Light" w:eastAsia="KIA Light" w:hAnsi="KIA Light"/>
          <w:sz w:val="24"/>
          <w:szCs w:val="24"/>
          <w:lang w:val="es-PR"/>
        </w:rPr>
        <w:t xml:space="preserve">junto a un acompañante </w:t>
      </w:r>
      <w:r w:rsidR="0093209A" w:rsidRPr="009B0787">
        <w:rPr>
          <w:rFonts w:ascii="KIA Light" w:eastAsia="KIA Light" w:hAnsi="KIA Light"/>
          <w:sz w:val="24"/>
          <w:szCs w:val="24"/>
          <w:lang w:val="es-PR"/>
        </w:rPr>
        <w:t xml:space="preserve">para ver el torneo a realizarse en enero </w:t>
      </w:r>
      <w:r w:rsidR="0093209A">
        <w:rPr>
          <w:rFonts w:ascii="KIA Light" w:eastAsia="KIA Light" w:hAnsi="KIA Light"/>
          <w:sz w:val="24"/>
          <w:szCs w:val="24"/>
          <w:lang w:val="es-PR"/>
        </w:rPr>
        <w:t>de 2018, se sorteará</w:t>
      </w:r>
      <w:r w:rsidR="00E97790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E97790" w:rsidRPr="009B0787">
        <w:rPr>
          <w:rFonts w:ascii="KIA Light" w:eastAsia="KIA Light" w:hAnsi="KIA Light"/>
          <w:sz w:val="24"/>
          <w:szCs w:val="24"/>
          <w:lang w:val="es-PR"/>
        </w:rPr>
        <w:t>una raqueta oficial autografiada por el tenista español y</w:t>
      </w:r>
      <w:r w:rsidR="00E97790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93209A">
        <w:rPr>
          <w:rFonts w:ascii="KIA Light" w:eastAsia="KIA Light" w:hAnsi="KIA Light"/>
          <w:sz w:val="24"/>
          <w:szCs w:val="24"/>
          <w:lang w:val="es-PR"/>
        </w:rPr>
        <w:t xml:space="preserve">embajador de Kia, Rafael Nadal. </w:t>
      </w:r>
      <w:r w:rsidR="00E97790" w:rsidRPr="009B0787">
        <w:rPr>
          <w:rFonts w:ascii="KIA Light" w:eastAsia="KIA Light" w:hAnsi="KIA Light"/>
          <w:sz w:val="24"/>
          <w:szCs w:val="24"/>
          <w:lang w:val="es-PR"/>
        </w:rPr>
        <w:t>Los</w:t>
      </w:r>
      <w:r w:rsidR="00E97790">
        <w:rPr>
          <w:rFonts w:ascii="KIA Light" w:eastAsia="KIA Light" w:hAnsi="KIA Light"/>
          <w:sz w:val="24"/>
          <w:szCs w:val="24"/>
          <w:lang w:val="es-PR"/>
        </w:rPr>
        <w:t xml:space="preserve"> ganadores serán anunciados </w:t>
      </w:r>
      <w:r>
        <w:rPr>
          <w:rFonts w:ascii="KIA Light" w:eastAsia="KIA Light" w:hAnsi="KIA Light"/>
          <w:sz w:val="24"/>
          <w:szCs w:val="24"/>
          <w:lang w:val="es-PR"/>
        </w:rPr>
        <w:t>a principios del mes de diciembre.</w:t>
      </w:r>
    </w:p>
    <w:p w:rsidR="0093209A" w:rsidRDefault="0093209A" w:rsidP="009B0787">
      <w:pPr>
        <w:shd w:val="clear" w:color="auto" w:fill="FFFFFF"/>
        <w:spacing w:before="240" w:after="0" w:line="276" w:lineRule="auto"/>
        <w:jc w:val="both"/>
        <w:textAlignment w:val="baseline"/>
        <w:rPr>
          <w:rFonts w:ascii="KIA Light" w:eastAsia="KIA Light" w:hAnsi="KIA Light"/>
          <w:sz w:val="24"/>
          <w:lang w:val="es-PR"/>
        </w:rPr>
      </w:pPr>
      <w:r>
        <w:rPr>
          <w:rFonts w:ascii="KIA Light" w:eastAsia="KIA Light" w:hAnsi="KIA Light"/>
          <w:sz w:val="24"/>
          <w:lang w:val="es-PR"/>
        </w:rPr>
        <w:t xml:space="preserve">“Somos y seguiremos siendo el auspiciador de lo que te apasiona. </w:t>
      </w:r>
      <w:r w:rsidR="00156641">
        <w:rPr>
          <w:rFonts w:ascii="KIA Light" w:eastAsia="KIA Light" w:hAnsi="KIA Light"/>
          <w:sz w:val="24"/>
          <w:lang w:val="es-PR"/>
        </w:rPr>
        <w:t>L</w:t>
      </w:r>
      <w:r>
        <w:rPr>
          <w:rFonts w:ascii="KIA Light" w:eastAsia="KIA Light" w:hAnsi="KIA Light"/>
          <w:sz w:val="24"/>
          <w:lang w:val="es-PR"/>
        </w:rPr>
        <w:t xml:space="preserve">os deportes son parte de la esencia de </w:t>
      </w:r>
      <w:r w:rsidR="00156641">
        <w:rPr>
          <w:rFonts w:ascii="KIA Light" w:eastAsia="KIA Light" w:hAnsi="KIA Light"/>
          <w:sz w:val="24"/>
          <w:lang w:val="es-PR"/>
        </w:rPr>
        <w:t>la marca</w:t>
      </w:r>
      <w:r>
        <w:rPr>
          <w:rFonts w:ascii="KIA Light" w:eastAsia="KIA Light" w:hAnsi="KIA Light"/>
          <w:sz w:val="24"/>
          <w:lang w:val="es-PR"/>
        </w:rPr>
        <w:t>. Por eso,</w:t>
      </w:r>
      <w:r w:rsidR="00156641">
        <w:rPr>
          <w:rFonts w:ascii="KIA Light" w:eastAsia="KIA Light" w:hAnsi="KIA Light"/>
          <w:sz w:val="24"/>
          <w:lang w:val="es-PR"/>
        </w:rPr>
        <w:t xml:space="preserve"> </w:t>
      </w:r>
      <w:r w:rsidR="006C1A8E">
        <w:rPr>
          <w:rFonts w:ascii="KIA Light" w:eastAsia="KIA Light" w:hAnsi="KIA Light"/>
          <w:sz w:val="24"/>
          <w:lang w:val="es-PR"/>
        </w:rPr>
        <w:t>somos</w:t>
      </w:r>
      <w:r w:rsidR="00156641">
        <w:rPr>
          <w:rFonts w:ascii="KIA Light" w:eastAsia="KIA Light" w:hAnsi="KIA Light"/>
          <w:sz w:val="24"/>
          <w:lang w:val="es-PR"/>
        </w:rPr>
        <w:t xml:space="preserve"> parte de eventos tan importantes como el </w:t>
      </w:r>
      <w:proofErr w:type="spellStart"/>
      <w:r w:rsidR="00156641">
        <w:rPr>
          <w:rFonts w:ascii="KIA Light" w:eastAsia="KIA Light" w:hAnsi="KIA Light"/>
          <w:sz w:val="24"/>
          <w:lang w:val="es-PR"/>
        </w:rPr>
        <w:t>Australian</w:t>
      </w:r>
      <w:proofErr w:type="spellEnd"/>
      <w:r w:rsidR="00156641">
        <w:rPr>
          <w:rFonts w:ascii="KIA Light" w:eastAsia="KIA Light" w:hAnsi="KIA Light"/>
          <w:sz w:val="24"/>
          <w:lang w:val="es-PR"/>
        </w:rPr>
        <w:t xml:space="preserve"> Open, FIFA, y la NBA, entre otros. No</w:t>
      </w:r>
      <w:r>
        <w:rPr>
          <w:rFonts w:ascii="KIA Light" w:eastAsia="KIA Light" w:hAnsi="KIA Light"/>
          <w:sz w:val="24"/>
          <w:lang w:val="es-PR"/>
        </w:rPr>
        <w:t xml:space="preserve">s llena de mucha alegría saber que contaremos con un ganador de Puerto Rico </w:t>
      </w:r>
      <w:r w:rsidR="00156641">
        <w:rPr>
          <w:rFonts w:ascii="KIA Light" w:eastAsia="KIA Light" w:hAnsi="KIA Light"/>
          <w:sz w:val="24"/>
          <w:lang w:val="es-PR"/>
        </w:rPr>
        <w:t>que podrá ser parte de la experiencia Kia en Australia”, concluye Veguilla Torres.</w:t>
      </w:r>
    </w:p>
    <w:p w:rsidR="00CD3814" w:rsidRDefault="00CC0FD9" w:rsidP="009B0787">
      <w:pPr>
        <w:shd w:val="clear" w:color="auto" w:fill="FFFFFF"/>
        <w:spacing w:before="240" w:after="0" w:line="276" w:lineRule="auto"/>
        <w:jc w:val="both"/>
        <w:textAlignment w:val="baseline"/>
        <w:rPr>
          <w:rFonts w:ascii="KIA Light" w:eastAsia="KIA Light" w:hAnsi="KIA Light"/>
          <w:sz w:val="24"/>
          <w:lang w:val="es-PR"/>
        </w:rPr>
      </w:pPr>
      <w:r w:rsidRPr="00CC0FD9">
        <w:rPr>
          <w:rFonts w:ascii="KIA Light" w:eastAsia="KIA Light" w:hAnsi="KIA Light"/>
          <w:sz w:val="24"/>
          <w:lang w:val="es-PR"/>
        </w:rPr>
        <w:t xml:space="preserve">Para más información y reglas del concurso </w:t>
      </w:r>
      <w:r w:rsidR="009B0787">
        <w:rPr>
          <w:rFonts w:ascii="KIA Light" w:eastAsia="KIA Light" w:hAnsi="KIA Light"/>
          <w:sz w:val="24"/>
          <w:lang w:val="es-PR"/>
        </w:rPr>
        <w:t>visita</w:t>
      </w:r>
      <w:r w:rsidRPr="00CC0FD9">
        <w:rPr>
          <w:rFonts w:ascii="KIA Light" w:eastAsia="KIA Light" w:hAnsi="KIA Light"/>
          <w:sz w:val="24"/>
          <w:lang w:val="es-PR"/>
        </w:rPr>
        <w:t xml:space="preserve"> </w:t>
      </w:r>
      <w:r w:rsidR="006037FF">
        <w:rPr>
          <w:rFonts w:ascii="KIA Light" w:eastAsia="KIA Light" w:hAnsi="KIA Light"/>
          <w:sz w:val="24"/>
          <w:lang w:val="es-PR"/>
        </w:rPr>
        <w:t xml:space="preserve">kia.com </w:t>
      </w:r>
      <w:r w:rsidRPr="00CC0FD9">
        <w:rPr>
          <w:rFonts w:ascii="KIA Light" w:eastAsia="KIA Light" w:hAnsi="KIA Light"/>
          <w:sz w:val="24"/>
          <w:lang w:val="es-PR"/>
        </w:rPr>
        <w:t xml:space="preserve">y </w:t>
      </w:r>
      <w:r w:rsidR="009B0787">
        <w:rPr>
          <w:rFonts w:ascii="KIA Light" w:eastAsia="KIA Light" w:hAnsi="KIA Light"/>
          <w:sz w:val="24"/>
          <w:lang w:val="es-PR"/>
        </w:rPr>
        <w:t>mantente</w:t>
      </w:r>
      <w:r w:rsidRPr="00CC0FD9">
        <w:rPr>
          <w:rFonts w:ascii="KIA Light" w:eastAsia="KIA Light" w:hAnsi="KIA Light"/>
          <w:sz w:val="24"/>
          <w:lang w:val="es-PR"/>
        </w:rPr>
        <w:t xml:space="preserve"> conectado a </w:t>
      </w:r>
      <w:r w:rsidR="006037FF">
        <w:rPr>
          <w:rFonts w:ascii="KIA Light" w:eastAsia="KIA Light" w:hAnsi="KIA Light"/>
          <w:sz w:val="24"/>
          <w:lang w:val="es-PR"/>
        </w:rPr>
        <w:t xml:space="preserve">KiaNoticias.com. </w:t>
      </w:r>
    </w:p>
    <w:p w:rsidR="00CD3814" w:rsidRPr="009B0787" w:rsidRDefault="00CD3814" w:rsidP="00CD3814">
      <w:pPr>
        <w:shd w:val="clear" w:color="auto" w:fill="FFFFFF"/>
        <w:spacing w:before="240" w:after="0" w:line="276" w:lineRule="auto"/>
        <w:jc w:val="center"/>
        <w:textAlignment w:val="baseline"/>
        <w:rPr>
          <w:rFonts w:ascii="KIA Light" w:eastAsia="KIA Light" w:hAnsi="KIA Light"/>
          <w:sz w:val="40"/>
          <w:lang w:val="es-PR"/>
        </w:rPr>
      </w:pPr>
      <w:r w:rsidRPr="009B0787">
        <w:rPr>
          <w:rFonts w:ascii="KIA Light" w:eastAsia="KIA Light" w:hAnsi="KIA Light"/>
          <w:i/>
          <w:sz w:val="24"/>
          <w:szCs w:val="16"/>
          <w:lang w:val="es-PR"/>
        </w:rPr>
        <w:t>###</w:t>
      </w:r>
    </w:p>
    <w:p w:rsidR="00CD3814" w:rsidRDefault="00CD3814" w:rsidP="00CD3814">
      <w:pPr>
        <w:spacing w:after="0" w:line="240" w:lineRule="auto"/>
        <w:jc w:val="both"/>
        <w:rPr>
          <w:rFonts w:ascii="KIA Light" w:eastAsia="KIA Light" w:hAnsi="KIA Light"/>
          <w:i/>
          <w:sz w:val="16"/>
          <w:szCs w:val="16"/>
          <w:lang w:val="es-PR"/>
        </w:rPr>
      </w:pPr>
    </w:p>
    <w:p w:rsidR="00CD3814" w:rsidRDefault="00CD3814" w:rsidP="00CD3814">
      <w:pPr>
        <w:spacing w:after="0" w:line="240" w:lineRule="auto"/>
        <w:jc w:val="both"/>
        <w:rPr>
          <w:rFonts w:ascii="KIA Light" w:eastAsia="KIA Light" w:hAnsi="KIA Light"/>
          <w:i/>
          <w:sz w:val="16"/>
          <w:szCs w:val="16"/>
          <w:lang w:val="es-PR"/>
        </w:rPr>
      </w:pPr>
    </w:p>
    <w:p w:rsidR="009B0787" w:rsidRDefault="009B0787" w:rsidP="00CD3814">
      <w:pPr>
        <w:spacing w:after="0" w:line="240" w:lineRule="auto"/>
        <w:jc w:val="both"/>
        <w:rPr>
          <w:rFonts w:ascii="KIA Light" w:eastAsia="KIA Light" w:hAnsi="KIA Light"/>
          <w:i/>
          <w:sz w:val="16"/>
          <w:szCs w:val="16"/>
          <w:lang w:val="es-PR"/>
        </w:rPr>
      </w:pPr>
    </w:p>
    <w:p w:rsidR="009B0787" w:rsidRDefault="009B0787" w:rsidP="00CD3814">
      <w:pPr>
        <w:spacing w:after="0" w:line="240" w:lineRule="auto"/>
        <w:jc w:val="both"/>
        <w:rPr>
          <w:rFonts w:ascii="KIA Light" w:eastAsia="KIA Light" w:hAnsi="KIA Light"/>
          <w:i/>
          <w:sz w:val="16"/>
          <w:szCs w:val="16"/>
          <w:lang w:val="es-PR"/>
        </w:rPr>
      </w:pPr>
    </w:p>
    <w:p w:rsidR="009B0787" w:rsidRDefault="009B0787" w:rsidP="00CD3814">
      <w:pPr>
        <w:spacing w:after="0" w:line="240" w:lineRule="auto"/>
        <w:jc w:val="both"/>
        <w:rPr>
          <w:rFonts w:ascii="KIA Light" w:eastAsia="KIA Light" w:hAnsi="KIA Light"/>
          <w:i/>
          <w:sz w:val="16"/>
          <w:szCs w:val="16"/>
          <w:lang w:val="es-PR"/>
        </w:rPr>
      </w:pPr>
    </w:p>
    <w:p w:rsidR="00CD3814" w:rsidRDefault="00CD3814" w:rsidP="00CD3814">
      <w:pPr>
        <w:spacing w:after="0" w:line="240" w:lineRule="auto"/>
        <w:jc w:val="both"/>
        <w:rPr>
          <w:rFonts w:ascii="KIA Light" w:eastAsia="KIA Light" w:hAnsi="KIA Light"/>
          <w:i/>
          <w:sz w:val="16"/>
          <w:szCs w:val="16"/>
          <w:lang w:val="es-PR"/>
        </w:rPr>
      </w:pPr>
      <w:r w:rsidRPr="00913784">
        <w:rPr>
          <w:rFonts w:ascii="KIA Light" w:eastAsia="KIA Light" w:hAnsi="KIA Light"/>
          <w:i/>
          <w:sz w:val="16"/>
          <w:szCs w:val="16"/>
          <w:lang w:val="es-PR"/>
        </w:rPr>
        <w:t>Kia Motors lleva 23 años en Puerto Rico representando una línea de vehículos con participación en los principales segmentos del mercado. Cuenta con una red de 15 concesionarios y centros de servicio a través de todo Puerto Rico. Además ofrece a sus clientes el programa Kia Contigo que incluye el servicio de asistencia en carretera, garantía y piezas originales.</w:t>
      </w:r>
    </w:p>
    <w:p w:rsidR="00156641" w:rsidRDefault="00156641" w:rsidP="006C63C9">
      <w:pPr>
        <w:spacing w:after="0" w:line="240" w:lineRule="auto"/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156641" w:rsidRDefault="00156641" w:rsidP="006C63C9">
      <w:pPr>
        <w:spacing w:after="0" w:line="240" w:lineRule="auto"/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156641" w:rsidRDefault="00156641" w:rsidP="006C63C9">
      <w:pPr>
        <w:spacing w:after="0" w:line="240" w:lineRule="auto"/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156641" w:rsidRDefault="00156641" w:rsidP="006C63C9">
      <w:pPr>
        <w:spacing w:after="0" w:line="240" w:lineRule="auto"/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6C1A8E" w:rsidRDefault="006C1A8E" w:rsidP="006C63C9">
      <w:pPr>
        <w:spacing w:after="0" w:line="240" w:lineRule="auto"/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6C1A8E" w:rsidRDefault="006C1A8E" w:rsidP="006C63C9">
      <w:pPr>
        <w:spacing w:after="0" w:line="240" w:lineRule="auto"/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6C63C9" w:rsidRDefault="006C63C9" w:rsidP="00E817F1">
      <w:pPr>
        <w:spacing w:after="0" w:line="240" w:lineRule="auto"/>
        <w:jc w:val="center"/>
        <w:rPr>
          <w:rFonts w:ascii="KIA Bold" w:eastAsia="KIA Bold" w:hAnsi="KIA Bold"/>
          <w:sz w:val="24"/>
          <w:szCs w:val="16"/>
          <w:lang w:val="es-PR"/>
        </w:rPr>
      </w:pPr>
      <w:r w:rsidRPr="006C63C9">
        <w:rPr>
          <w:rFonts w:ascii="KIA Bold" w:eastAsia="KIA Bold" w:hAnsi="KIA Bold"/>
          <w:sz w:val="24"/>
          <w:szCs w:val="16"/>
          <w:lang w:val="es-PR"/>
        </w:rPr>
        <w:t>Ficha Técnica</w:t>
      </w:r>
      <w:bookmarkStart w:id="0" w:name="_GoBack"/>
      <w:bookmarkEnd w:id="0"/>
    </w:p>
    <w:p w:rsidR="006C1A8E" w:rsidRDefault="006C1A8E" w:rsidP="006C63C9">
      <w:pPr>
        <w:spacing w:after="0" w:line="240" w:lineRule="auto"/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571910" w:rsidRPr="00E817F1" w:rsidRDefault="00571910" w:rsidP="00571910">
      <w:pPr>
        <w:spacing w:after="0" w:line="360" w:lineRule="auto"/>
        <w:rPr>
          <w:rFonts w:ascii="KIA Bold" w:eastAsia="KIA Bold" w:hAnsi="KIA Bold"/>
          <w:sz w:val="24"/>
          <w:szCs w:val="16"/>
          <w:lang w:val="es-PR"/>
        </w:rPr>
      </w:pPr>
      <w:r w:rsidRPr="00E817F1">
        <w:rPr>
          <w:rFonts w:ascii="KIA Bold" w:eastAsia="KIA Bold" w:hAnsi="KIA Bold"/>
          <w:sz w:val="24"/>
          <w:szCs w:val="16"/>
          <w:lang w:val="es-PR"/>
        </w:rPr>
        <w:t xml:space="preserve">Formulario </w:t>
      </w:r>
      <w:proofErr w:type="spellStart"/>
      <w:r w:rsidRPr="00E817F1">
        <w:rPr>
          <w:rFonts w:ascii="KIA Bold" w:eastAsia="KIA Bold" w:hAnsi="KIA Bold"/>
          <w:sz w:val="24"/>
          <w:szCs w:val="16"/>
          <w:lang w:val="es-PR"/>
        </w:rPr>
        <w:t>Kia</w:t>
      </w:r>
      <w:proofErr w:type="spellEnd"/>
      <w:r w:rsidRPr="00E817F1">
        <w:rPr>
          <w:rFonts w:ascii="KIA Bold" w:eastAsia="KIA Bold" w:hAnsi="KIA Bold"/>
          <w:sz w:val="24"/>
          <w:szCs w:val="16"/>
          <w:lang w:val="es-PR"/>
        </w:rPr>
        <w:t xml:space="preserve"> </w:t>
      </w:r>
      <w:proofErr w:type="spellStart"/>
      <w:r w:rsidRPr="00E817F1">
        <w:rPr>
          <w:rFonts w:ascii="KIA Bold" w:eastAsia="KIA Bold" w:hAnsi="KIA Bold"/>
          <w:sz w:val="24"/>
          <w:szCs w:val="16"/>
          <w:lang w:val="es-PR"/>
        </w:rPr>
        <w:t>Lucky</w:t>
      </w:r>
      <w:proofErr w:type="spellEnd"/>
      <w:r w:rsidRPr="00E817F1">
        <w:rPr>
          <w:rFonts w:ascii="KIA Bold" w:eastAsia="KIA Bold" w:hAnsi="KIA Bold"/>
          <w:sz w:val="24"/>
          <w:szCs w:val="16"/>
          <w:lang w:val="es-PR"/>
        </w:rPr>
        <w:t xml:space="preserve"> Drive to Australia:</w:t>
      </w:r>
    </w:p>
    <w:p w:rsidR="006C1A8E" w:rsidRPr="00457E53" w:rsidRDefault="006C1A8E" w:rsidP="00571910">
      <w:pPr>
        <w:spacing w:after="0" w:line="360" w:lineRule="auto"/>
        <w:rPr>
          <w:rFonts w:ascii="KIA Medium" w:eastAsia="KIA Medium" w:hAnsi="KIA Medium"/>
          <w:sz w:val="24"/>
          <w:szCs w:val="16"/>
        </w:rPr>
      </w:pPr>
      <w:hyperlink r:id="rId9" w:history="1">
        <w:r w:rsidRPr="00457E53">
          <w:rPr>
            <w:rStyle w:val="Hyperlink"/>
            <w:rFonts w:ascii="KIA Medium" w:eastAsia="KIA Medium" w:hAnsi="KIA Medium"/>
            <w:sz w:val="24"/>
            <w:szCs w:val="16"/>
          </w:rPr>
          <w:t>http://www.kia.com/pr/experience/Kia_Lucky_Drive_hacia_Australia.html</w:t>
        </w:r>
      </w:hyperlink>
    </w:p>
    <w:p w:rsidR="00571910" w:rsidRDefault="00571910" w:rsidP="00571910">
      <w:pPr>
        <w:spacing w:after="0" w:line="360" w:lineRule="auto"/>
        <w:rPr>
          <w:rFonts w:ascii="KIA Bold" w:eastAsia="KIA Bold" w:hAnsi="KIA Bold"/>
          <w:sz w:val="24"/>
          <w:szCs w:val="16"/>
        </w:rPr>
      </w:pPr>
      <w:proofErr w:type="spellStart"/>
      <w:r w:rsidRPr="00571910">
        <w:rPr>
          <w:rFonts w:ascii="KIA Bold" w:eastAsia="KIA Bold" w:hAnsi="KIA Bold"/>
          <w:sz w:val="24"/>
          <w:szCs w:val="16"/>
        </w:rPr>
        <w:t>Reglas</w:t>
      </w:r>
      <w:proofErr w:type="spellEnd"/>
      <w:r w:rsidRPr="00571910">
        <w:rPr>
          <w:rFonts w:ascii="KIA Bold" w:eastAsia="KIA Bold" w:hAnsi="KIA Bold"/>
          <w:sz w:val="24"/>
          <w:szCs w:val="16"/>
        </w:rPr>
        <w:t xml:space="preserve"> </w:t>
      </w:r>
      <w:proofErr w:type="gramStart"/>
      <w:r w:rsidRPr="00571910">
        <w:rPr>
          <w:rFonts w:ascii="KIA Bold" w:eastAsia="KIA Bold" w:hAnsi="KIA Bold"/>
          <w:sz w:val="24"/>
          <w:szCs w:val="16"/>
        </w:rPr>
        <w:t>Kia</w:t>
      </w:r>
      <w:proofErr w:type="gramEnd"/>
      <w:r w:rsidRPr="00571910">
        <w:rPr>
          <w:rFonts w:ascii="KIA Bold" w:eastAsia="KIA Bold" w:hAnsi="KIA Bold"/>
          <w:sz w:val="24"/>
          <w:szCs w:val="16"/>
        </w:rPr>
        <w:t xml:space="preserve"> Lucky Drive to Australia:</w:t>
      </w:r>
      <w:r>
        <w:rPr>
          <w:rFonts w:ascii="KIA Bold" w:eastAsia="KIA Bold" w:hAnsi="KIA Bold"/>
          <w:sz w:val="24"/>
          <w:szCs w:val="16"/>
        </w:rPr>
        <w:t xml:space="preserve"> </w:t>
      </w:r>
    </w:p>
    <w:p w:rsidR="004B08AA" w:rsidRPr="00457E53" w:rsidRDefault="00571910" w:rsidP="00571910">
      <w:pPr>
        <w:spacing w:after="0" w:line="360" w:lineRule="auto"/>
        <w:rPr>
          <w:rFonts w:ascii="KIA Medium" w:eastAsia="KIA Medium" w:hAnsi="KIA Medium"/>
          <w:sz w:val="24"/>
          <w:szCs w:val="16"/>
        </w:rPr>
      </w:pPr>
      <w:hyperlink r:id="rId10" w:history="1">
        <w:r w:rsidRPr="00457E53">
          <w:rPr>
            <w:rStyle w:val="Hyperlink"/>
            <w:rFonts w:ascii="KIA Medium" w:eastAsia="KIA Medium" w:hAnsi="KIA Medium"/>
            <w:sz w:val="24"/>
            <w:szCs w:val="16"/>
          </w:rPr>
          <w:t>https://www.facebook.com/notes/kia-motors-puerto-rico/reglas-concurso-kia-lucky-drive-to-australia/10154795427516573/</w:t>
        </w:r>
      </w:hyperlink>
    </w:p>
    <w:p w:rsidR="00571910" w:rsidRPr="00571910" w:rsidRDefault="00571910" w:rsidP="004B08AA">
      <w:pPr>
        <w:spacing w:after="0" w:line="240" w:lineRule="auto"/>
        <w:rPr>
          <w:rFonts w:ascii="KIA Bold" w:eastAsia="KIA Bold" w:hAnsi="KIA Bold"/>
          <w:sz w:val="24"/>
          <w:szCs w:val="16"/>
        </w:rPr>
      </w:pPr>
    </w:p>
    <w:p w:rsidR="00571910" w:rsidRPr="00571910" w:rsidRDefault="00571910" w:rsidP="004B08AA">
      <w:pPr>
        <w:spacing w:after="0" w:line="240" w:lineRule="auto"/>
        <w:rPr>
          <w:rFonts w:ascii="KIA Bold" w:eastAsia="KIA Bold" w:hAnsi="KIA Bold"/>
          <w:sz w:val="24"/>
          <w:szCs w:val="16"/>
        </w:rPr>
      </w:pPr>
    </w:p>
    <w:p w:rsidR="006C1A8E" w:rsidRPr="00571910" w:rsidRDefault="00457E53" w:rsidP="006C63C9">
      <w:pPr>
        <w:spacing w:after="0" w:line="240" w:lineRule="auto"/>
        <w:jc w:val="center"/>
        <w:rPr>
          <w:rFonts w:ascii="KIA Bold" w:eastAsia="KIA Bold" w:hAnsi="KIA Bold"/>
          <w:sz w:val="24"/>
          <w:szCs w:val="16"/>
        </w:rPr>
      </w:pPr>
      <w:r>
        <w:rPr>
          <w:rFonts w:ascii="KIA Bold" w:eastAsia="KIA Bold" w:hAnsi="KIA Bold"/>
          <w:noProof/>
          <w:sz w:val="24"/>
          <w:szCs w:val="1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14649</wp:posOffset>
            </wp:positionV>
            <wp:extent cx="2920365" cy="2914015"/>
            <wp:effectExtent l="0" t="0" r="0" b="6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365" cy="2914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1A8E" w:rsidRPr="00571910" w:rsidRDefault="006C1A8E" w:rsidP="006C63C9">
      <w:pPr>
        <w:spacing w:after="0" w:line="240" w:lineRule="auto"/>
        <w:jc w:val="center"/>
        <w:rPr>
          <w:rFonts w:ascii="KIA Bold" w:eastAsia="KIA Bold" w:hAnsi="KIA Bold"/>
          <w:sz w:val="24"/>
          <w:szCs w:val="16"/>
        </w:rPr>
      </w:pPr>
    </w:p>
    <w:p w:rsidR="006C1A8E" w:rsidRPr="00571910" w:rsidRDefault="006C1A8E" w:rsidP="006C63C9">
      <w:pPr>
        <w:spacing w:after="0" w:line="240" w:lineRule="auto"/>
        <w:jc w:val="center"/>
        <w:rPr>
          <w:rFonts w:ascii="KIA Bold" w:eastAsia="KIA Bold" w:hAnsi="KIA Bold"/>
          <w:sz w:val="24"/>
          <w:szCs w:val="16"/>
        </w:rPr>
      </w:pPr>
    </w:p>
    <w:p w:rsidR="00457E53" w:rsidRDefault="00457E53" w:rsidP="006C63C9">
      <w:pPr>
        <w:spacing w:after="0" w:line="240" w:lineRule="auto"/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457E53" w:rsidRDefault="00457E53" w:rsidP="006C63C9">
      <w:pPr>
        <w:spacing w:after="0" w:line="240" w:lineRule="auto"/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457E53" w:rsidRDefault="00457E53" w:rsidP="006C63C9">
      <w:pPr>
        <w:spacing w:after="0" w:line="240" w:lineRule="auto"/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457E53" w:rsidRDefault="00457E53" w:rsidP="006C63C9">
      <w:pPr>
        <w:spacing w:after="0" w:line="240" w:lineRule="auto"/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457E53" w:rsidRDefault="00457E53" w:rsidP="006C63C9">
      <w:pPr>
        <w:spacing w:after="0" w:line="240" w:lineRule="auto"/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6C63C9" w:rsidRPr="006C63C9" w:rsidRDefault="00457E53" w:rsidP="00457E53">
      <w:pPr>
        <w:spacing w:after="0" w:line="240" w:lineRule="auto"/>
        <w:rPr>
          <w:rFonts w:ascii="KIA Bold" w:eastAsia="KIA Bold" w:hAnsi="KIA Bold"/>
          <w:sz w:val="24"/>
          <w:szCs w:val="16"/>
          <w:lang w:val="es-PR"/>
        </w:rPr>
      </w:pPr>
      <w:r>
        <w:rPr>
          <w:rFonts w:ascii="KIA Bold" w:eastAsia="KIA Bold" w:hAnsi="KIA Bold"/>
          <w:noProof/>
          <w:sz w:val="24"/>
          <w:szCs w:val="16"/>
        </w:rPr>
        <w:drawing>
          <wp:anchor distT="0" distB="0" distL="114300" distR="114300" simplePos="0" relativeHeight="251659264" behindDoc="0" locked="0" layoutInCell="1" allowOverlap="1" wp14:anchorId="3781CD49" wp14:editId="09AD3726">
            <wp:simplePos x="0" y="0"/>
            <wp:positionH relativeFrom="margin">
              <wp:align>center</wp:align>
            </wp:positionH>
            <wp:positionV relativeFrom="paragraph">
              <wp:posOffset>1274711</wp:posOffset>
            </wp:positionV>
            <wp:extent cx="3839865" cy="1459149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ustralian-open-2017-logo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9865" cy="14591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C63C9" w:rsidRPr="006C63C9" w:rsidSect="004C071D">
      <w:headerReference w:type="default" r:id="rId13"/>
      <w:footerReference w:type="default" r:id="rId14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C9B" w:rsidRDefault="00133C9B" w:rsidP="004C071D">
      <w:pPr>
        <w:spacing w:after="0" w:line="240" w:lineRule="auto"/>
      </w:pPr>
      <w:r>
        <w:separator/>
      </w:r>
    </w:p>
  </w:endnote>
  <w:endnote w:type="continuationSeparator" w:id="0">
    <w:p w:rsidR="00133C9B" w:rsidRDefault="00133C9B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C9B" w:rsidRDefault="00133C9B" w:rsidP="004C071D">
      <w:pPr>
        <w:spacing w:after="0" w:line="240" w:lineRule="auto"/>
      </w:pPr>
      <w:r>
        <w:separator/>
      </w:r>
    </w:p>
  </w:footnote>
  <w:footnote w:type="continuationSeparator" w:id="0">
    <w:p w:rsidR="00133C9B" w:rsidRDefault="00133C9B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:rsidR="004C071D" w:rsidRPr="004C071D" w:rsidRDefault="004C071D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81B06"/>
    <w:multiLevelType w:val="hybridMultilevel"/>
    <w:tmpl w:val="0002C370"/>
    <w:lvl w:ilvl="0" w:tplc="A16C4336">
      <w:numFmt w:val="bullet"/>
      <w:lvlText w:val="-"/>
      <w:lvlJc w:val="left"/>
      <w:pPr>
        <w:ind w:left="720" w:hanging="360"/>
      </w:pPr>
      <w:rPr>
        <w:rFonts w:ascii="KIA Medium" w:eastAsia="KIA Medium" w:hAnsi="KIA Medium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06"/>
    <w:rsid w:val="00040C2A"/>
    <w:rsid w:val="0005046A"/>
    <w:rsid w:val="000A249D"/>
    <w:rsid w:val="000E4AFC"/>
    <w:rsid w:val="00133C9B"/>
    <w:rsid w:val="00156641"/>
    <w:rsid w:val="001B1447"/>
    <w:rsid w:val="001D78DB"/>
    <w:rsid w:val="001E7761"/>
    <w:rsid w:val="00244B68"/>
    <w:rsid w:val="00283678"/>
    <w:rsid w:val="002F5753"/>
    <w:rsid w:val="003E7638"/>
    <w:rsid w:val="00457E53"/>
    <w:rsid w:val="00473E6C"/>
    <w:rsid w:val="004B08AA"/>
    <w:rsid w:val="004C071D"/>
    <w:rsid w:val="00514179"/>
    <w:rsid w:val="00571910"/>
    <w:rsid w:val="006037FF"/>
    <w:rsid w:val="006366B6"/>
    <w:rsid w:val="00653B8F"/>
    <w:rsid w:val="00674F18"/>
    <w:rsid w:val="006C1A8E"/>
    <w:rsid w:val="006C63C9"/>
    <w:rsid w:val="00815AA2"/>
    <w:rsid w:val="008547A4"/>
    <w:rsid w:val="008773F1"/>
    <w:rsid w:val="0093209A"/>
    <w:rsid w:val="009A0FA8"/>
    <w:rsid w:val="009B0787"/>
    <w:rsid w:val="00A31788"/>
    <w:rsid w:val="00A60772"/>
    <w:rsid w:val="00A727CE"/>
    <w:rsid w:val="00AC084A"/>
    <w:rsid w:val="00AE0282"/>
    <w:rsid w:val="00B50A96"/>
    <w:rsid w:val="00B73E44"/>
    <w:rsid w:val="00C740CC"/>
    <w:rsid w:val="00CC0FD9"/>
    <w:rsid w:val="00CD08EA"/>
    <w:rsid w:val="00CD3814"/>
    <w:rsid w:val="00CE4F16"/>
    <w:rsid w:val="00D14D06"/>
    <w:rsid w:val="00DD7CE1"/>
    <w:rsid w:val="00DF7F54"/>
    <w:rsid w:val="00E817F1"/>
    <w:rsid w:val="00E97790"/>
    <w:rsid w:val="00EB4FD3"/>
    <w:rsid w:val="00FA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9D1215C1-04ED-4090-BBFE-586B5060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paragraph" w:styleId="ListParagraph">
    <w:name w:val="List Paragraph"/>
    <w:basedOn w:val="Normal"/>
    <w:uiPriority w:val="34"/>
    <w:qFormat/>
    <w:rsid w:val="00244B6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40C2A"/>
    <w:rPr>
      <w:b/>
      <w:bCs/>
    </w:rPr>
  </w:style>
  <w:style w:type="character" w:styleId="Hyperlink">
    <w:name w:val="Hyperlink"/>
    <w:basedOn w:val="DefaultParagraphFont"/>
    <w:uiPriority w:val="99"/>
    <w:unhideWhenUsed/>
    <w:rsid w:val="009A0F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a.com/pr/experience/Kia_Lucky_Drive_hacia_Australia.htm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notes/kia-motors-puerto-rico/reglas-concurso-kia-lucky-drive-to-australia/1015479542751657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ia.com/pr/experience/Kia_Lucky_Drive_hacia_Australia.htm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carattini\Documents\Custom%20Office%20Templates\Comunicado%20de%20Prens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E7D27-B37E-4B53-9CFE-673D02660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Comunicado de Prensa1</Template>
  <TotalTime>197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13</cp:revision>
  <cp:lastPrinted>2017-11-01T20:30:00Z</cp:lastPrinted>
  <dcterms:created xsi:type="dcterms:W3CDTF">2017-10-31T15:21:00Z</dcterms:created>
  <dcterms:modified xsi:type="dcterms:W3CDTF">2017-11-01T20:58:00Z</dcterms:modified>
</cp:coreProperties>
</file>