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157371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15737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157371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15737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913784" w:rsidTr="00157371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157371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157371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1573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157371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157371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913784" w:rsidTr="00157371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15737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913784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15737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6E5E2C" w:rsidRDefault="00C745D8" w:rsidP="004514FF">
      <w:pPr>
        <w:spacing w:after="0"/>
        <w:jc w:val="center"/>
        <w:rPr>
          <w:rFonts w:ascii="KIA Bold" w:eastAsia="KIA Bold" w:hAnsi="KIA Bold"/>
          <w:sz w:val="28"/>
          <w:szCs w:val="24"/>
          <w:lang w:val="es-PR"/>
        </w:rPr>
      </w:pPr>
      <w:r>
        <w:rPr>
          <w:rFonts w:ascii="KIA Bold" w:eastAsia="KIA Bold" w:hAnsi="KIA Bold"/>
          <w:sz w:val="28"/>
          <w:szCs w:val="24"/>
          <w:lang w:val="es-PR"/>
        </w:rPr>
        <w:t>Kia se destaca entre las marc</w:t>
      </w:r>
      <w:r w:rsidRPr="00FC23EC">
        <w:rPr>
          <w:rFonts w:ascii="KIA Bold" w:eastAsia="KIA Bold" w:hAnsi="KIA Bold"/>
          <w:sz w:val="28"/>
          <w:szCs w:val="24"/>
          <w:lang w:val="es-PR"/>
        </w:rPr>
        <w:t>as de mayor distinción</w:t>
      </w:r>
    </w:p>
    <w:p w:rsidR="00C745D8" w:rsidRPr="007D2980" w:rsidRDefault="00022FC8" w:rsidP="004514FF">
      <w:pPr>
        <w:spacing w:after="0"/>
        <w:jc w:val="center"/>
        <w:rPr>
          <w:rFonts w:ascii="KIA Medium" w:eastAsia="KIA Medium" w:hAnsi="KIA Medium"/>
          <w:szCs w:val="24"/>
          <w:lang w:val="es-PR"/>
        </w:rPr>
      </w:pPr>
      <w:r w:rsidRPr="007D2980">
        <w:rPr>
          <w:rFonts w:ascii="KIA Medium" w:eastAsia="KIA Medium" w:hAnsi="KIA Medium"/>
          <w:sz w:val="24"/>
          <w:szCs w:val="24"/>
          <w:lang w:val="es-PR"/>
        </w:rPr>
        <w:t>-</w:t>
      </w:r>
      <w:r w:rsidR="00C745D8" w:rsidRPr="007D2980">
        <w:rPr>
          <w:rFonts w:ascii="KIA Medium" w:eastAsia="KIA Medium" w:hAnsi="KIA Medium"/>
          <w:sz w:val="24"/>
          <w:szCs w:val="24"/>
          <w:lang w:val="es-PR"/>
        </w:rPr>
        <w:t xml:space="preserve">Fue reconocida por </w:t>
      </w:r>
      <w:proofErr w:type="spellStart"/>
      <w:r w:rsidR="00C745D8" w:rsidRPr="007D2980">
        <w:rPr>
          <w:rFonts w:ascii="KIA Medium" w:eastAsia="KIA Medium" w:hAnsi="KIA Medium"/>
          <w:i/>
          <w:sz w:val="24"/>
          <w:szCs w:val="24"/>
          <w:lang w:val="es-PR"/>
        </w:rPr>
        <w:t>Kelley</w:t>
      </w:r>
      <w:proofErr w:type="spellEnd"/>
      <w:r w:rsidR="00C745D8" w:rsidRPr="007D2980">
        <w:rPr>
          <w:rFonts w:ascii="KIA Medium" w:eastAsia="KIA Medium" w:hAnsi="KIA Medium"/>
          <w:i/>
          <w:sz w:val="24"/>
          <w:szCs w:val="24"/>
          <w:lang w:val="es-PR"/>
        </w:rPr>
        <w:t xml:space="preserve"> Blue Book</w:t>
      </w:r>
      <w:r w:rsidR="00C745D8" w:rsidRPr="007D2980">
        <w:rPr>
          <w:rFonts w:ascii="KIA Medium" w:eastAsia="KIA Medium" w:hAnsi="KIA Medium"/>
          <w:sz w:val="24"/>
          <w:szCs w:val="24"/>
          <w:lang w:val="es-PR"/>
        </w:rPr>
        <w:t xml:space="preserve"> entre las diez más galardonadas</w:t>
      </w:r>
    </w:p>
    <w:p w:rsidR="00913784" w:rsidRDefault="004514FF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0906BD">
        <w:rPr>
          <w:rFonts w:ascii="KIA Medium" w:eastAsia="KIA Medium" w:hAnsi="KIA Medium"/>
          <w:sz w:val="24"/>
          <w:szCs w:val="24"/>
          <w:lang w:val="es-PR"/>
        </w:rPr>
        <w:t xml:space="preserve">SAN JUAN PUERTO RICO, </w:t>
      </w:r>
      <w:r w:rsidR="00FC23EC">
        <w:rPr>
          <w:rFonts w:ascii="KIA Medium" w:eastAsia="KIA Medium" w:hAnsi="KIA Medium"/>
          <w:sz w:val="24"/>
          <w:szCs w:val="24"/>
          <w:lang w:val="es-PR"/>
        </w:rPr>
        <w:t xml:space="preserve">XX </w:t>
      </w:r>
      <w:r w:rsidRPr="000906BD">
        <w:rPr>
          <w:rFonts w:ascii="KIA Medium" w:eastAsia="KIA Medium" w:hAnsi="KIA Medium"/>
          <w:sz w:val="24"/>
          <w:szCs w:val="24"/>
          <w:lang w:val="es-PR"/>
        </w:rPr>
        <w:t>OCTUBRE DE 2017</w:t>
      </w:r>
      <w:r w:rsidRPr="000906B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754B9E">
        <w:rPr>
          <w:rFonts w:ascii="KIA Light" w:eastAsia="KIA Light" w:hAnsi="KIA Light"/>
          <w:sz w:val="24"/>
          <w:szCs w:val="24"/>
          <w:lang w:val="es-PR"/>
        </w:rPr>
        <w:t>–</w:t>
      </w:r>
      <w:r w:rsidR="00754B9E" w:rsidRPr="00754B9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754B9E">
        <w:rPr>
          <w:rFonts w:ascii="KIA Light" w:eastAsia="KIA Light" w:hAnsi="KIA Light"/>
          <w:sz w:val="24"/>
          <w:szCs w:val="24"/>
          <w:lang w:val="es-PR"/>
        </w:rPr>
        <w:t>Luego</w:t>
      </w:r>
      <w:r w:rsidR="00754B9E" w:rsidRPr="00754B9E">
        <w:rPr>
          <w:rFonts w:ascii="KIA Light" w:eastAsia="KIA Light" w:hAnsi="KIA Light"/>
          <w:sz w:val="24"/>
          <w:szCs w:val="24"/>
          <w:lang w:val="es-PR"/>
        </w:rPr>
        <w:t xml:space="preserve"> de extensas pruebas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de seguridad y </w:t>
      </w:r>
      <w:r w:rsidR="00E53DA5">
        <w:rPr>
          <w:rFonts w:ascii="KIA Light" w:eastAsia="KIA Light" w:hAnsi="KIA Light"/>
          <w:sz w:val="24"/>
          <w:szCs w:val="24"/>
          <w:lang w:val="es-PR"/>
        </w:rPr>
        <w:t xml:space="preserve">la </w:t>
      </w:r>
      <w:r w:rsidR="00754B9E">
        <w:rPr>
          <w:rFonts w:ascii="KIA Light" w:eastAsia="KIA Light" w:hAnsi="KIA Light"/>
          <w:sz w:val="24"/>
          <w:szCs w:val="24"/>
          <w:lang w:val="es-PR"/>
        </w:rPr>
        <w:t>exam</w:t>
      </w:r>
      <w:r w:rsidR="00E53DA5">
        <w:rPr>
          <w:rFonts w:ascii="KIA Light" w:eastAsia="KIA Light" w:hAnsi="KIA Light"/>
          <w:sz w:val="24"/>
          <w:szCs w:val="24"/>
          <w:lang w:val="es-PR"/>
        </w:rPr>
        <w:t>inación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de</w:t>
      </w:r>
      <w:r w:rsidR="00754B9E" w:rsidRPr="00754B9E">
        <w:rPr>
          <w:rFonts w:ascii="KIA Light" w:eastAsia="KIA Light" w:hAnsi="KIA Light"/>
          <w:sz w:val="24"/>
          <w:szCs w:val="24"/>
          <w:lang w:val="es-PR"/>
        </w:rPr>
        <w:t xml:space="preserve"> como</w:t>
      </w:r>
      <w:r w:rsidR="00754B9E">
        <w:rPr>
          <w:rFonts w:ascii="KIA Light" w:eastAsia="KIA Light" w:hAnsi="KIA Light"/>
          <w:sz w:val="24"/>
          <w:szCs w:val="24"/>
          <w:lang w:val="es-PR"/>
        </w:rPr>
        <w:t>didades,</w:t>
      </w:r>
      <w:r w:rsidR="00222F30">
        <w:rPr>
          <w:rFonts w:ascii="KIA Light" w:eastAsia="KIA Light" w:hAnsi="KIA Light"/>
          <w:sz w:val="24"/>
          <w:szCs w:val="24"/>
          <w:lang w:val="es-PR"/>
        </w:rPr>
        <w:t xml:space="preserve"> opciones y conveniencia, </w:t>
      </w:r>
      <w:r w:rsidR="00754B9E" w:rsidRPr="00754B9E">
        <w:rPr>
          <w:rFonts w:ascii="KIA Light" w:eastAsia="KIA Light" w:hAnsi="KIA Light"/>
          <w:sz w:val="24"/>
          <w:szCs w:val="24"/>
          <w:lang w:val="es-PR"/>
        </w:rPr>
        <w:t>los editores del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754B9E" w:rsidRPr="00754B9E">
        <w:rPr>
          <w:rFonts w:ascii="KIA Light" w:eastAsia="KIA Light" w:hAnsi="KIA Light"/>
          <w:i/>
          <w:sz w:val="24"/>
          <w:szCs w:val="24"/>
          <w:lang w:val="es-PR"/>
        </w:rPr>
        <w:t>Kell</w:t>
      </w:r>
      <w:r w:rsidR="00754B9E">
        <w:rPr>
          <w:rFonts w:ascii="KIA Light" w:eastAsia="KIA Light" w:hAnsi="KIA Light"/>
          <w:i/>
          <w:sz w:val="24"/>
          <w:szCs w:val="24"/>
          <w:lang w:val="es-PR"/>
        </w:rPr>
        <w:t>e</w:t>
      </w:r>
      <w:r w:rsidR="00754B9E" w:rsidRPr="00754B9E">
        <w:rPr>
          <w:rFonts w:ascii="KIA Light" w:eastAsia="KIA Light" w:hAnsi="KIA Light"/>
          <w:i/>
          <w:sz w:val="24"/>
          <w:szCs w:val="24"/>
          <w:lang w:val="es-PR"/>
        </w:rPr>
        <w:t>y</w:t>
      </w:r>
      <w:proofErr w:type="spellEnd"/>
      <w:r w:rsidR="00754B9E" w:rsidRPr="00754B9E">
        <w:rPr>
          <w:rFonts w:ascii="KIA Light" w:eastAsia="KIA Light" w:hAnsi="KIA Light"/>
          <w:i/>
          <w:sz w:val="24"/>
          <w:szCs w:val="24"/>
          <w:lang w:val="es-PR"/>
        </w:rPr>
        <w:t xml:space="preserve"> Blue Book</w:t>
      </w:r>
      <w:r w:rsidR="001861C8">
        <w:rPr>
          <w:rFonts w:ascii="KIA Light" w:eastAsia="KIA Light" w:hAnsi="KIA Light"/>
          <w:i/>
          <w:sz w:val="24"/>
          <w:szCs w:val="24"/>
          <w:lang w:val="es-PR"/>
        </w:rPr>
        <w:t xml:space="preserve"> (KBB)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 seleccionaron el Kia Optima 2017</w:t>
      </w:r>
      <w:r w:rsidR="00754B9E" w:rsidRPr="00754B9E">
        <w:rPr>
          <w:rFonts w:ascii="KIA Light" w:eastAsia="KIA Light" w:hAnsi="KIA Light"/>
          <w:sz w:val="24"/>
          <w:szCs w:val="24"/>
          <w:lang w:val="es-PR"/>
        </w:rPr>
        <w:t xml:space="preserve"> y 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la </w:t>
      </w:r>
      <w:proofErr w:type="spellStart"/>
      <w:r w:rsidR="00754B9E" w:rsidRPr="00754B9E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754B9E" w:rsidRPr="00754B9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754B9E">
        <w:rPr>
          <w:rFonts w:ascii="KIA Light" w:eastAsia="KIA Light" w:hAnsi="KIA Light"/>
          <w:sz w:val="24"/>
          <w:szCs w:val="24"/>
          <w:lang w:val="es-PR"/>
        </w:rPr>
        <w:t>Sportage</w:t>
      </w:r>
      <w:proofErr w:type="spellEnd"/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2017</w:t>
      </w:r>
      <w:r w:rsidR="00754B9E" w:rsidRPr="00754B9E">
        <w:rPr>
          <w:rFonts w:ascii="KIA Light" w:eastAsia="KIA Light" w:hAnsi="KIA Light"/>
          <w:sz w:val="24"/>
          <w:szCs w:val="24"/>
          <w:lang w:val="es-PR"/>
        </w:rPr>
        <w:t xml:space="preserve"> como parte de 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los </w:t>
      </w:r>
      <w:r w:rsidR="00222F30">
        <w:rPr>
          <w:rFonts w:ascii="KIA Light" w:eastAsia="KIA Light" w:hAnsi="KIA Light"/>
          <w:sz w:val="24"/>
          <w:szCs w:val="24"/>
          <w:lang w:val="es-PR"/>
        </w:rPr>
        <w:t>diez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vehículos más </w:t>
      </w:r>
      <w:r w:rsidR="00222F30">
        <w:rPr>
          <w:rFonts w:ascii="KIA Light" w:eastAsia="KIA Light" w:hAnsi="KIA Light"/>
          <w:sz w:val="24"/>
          <w:szCs w:val="24"/>
          <w:lang w:val="es-PR"/>
        </w:rPr>
        <w:t>destacados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r w:rsidR="00754B9E" w:rsidRPr="002E1E52">
        <w:rPr>
          <w:rFonts w:ascii="KIA Light" w:eastAsia="KIA Light" w:hAnsi="KIA Light"/>
          <w:sz w:val="24"/>
          <w:szCs w:val="24"/>
          <w:lang w:val="es-PR"/>
        </w:rPr>
        <w:t>Su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diseño y calidad lograron posicionarlos</w:t>
      </w:r>
      <w:r w:rsidR="00754B9E" w:rsidRPr="002E1E52">
        <w:rPr>
          <w:rFonts w:ascii="KIA Light" w:eastAsia="KIA Light" w:hAnsi="KIA Light"/>
          <w:sz w:val="24"/>
          <w:szCs w:val="24"/>
          <w:lang w:val="es-PR"/>
        </w:rPr>
        <w:t xml:space="preserve"> como líder</w:t>
      </w:r>
      <w:r w:rsidR="00754B9E">
        <w:rPr>
          <w:rFonts w:ascii="KIA Light" w:eastAsia="KIA Light" w:hAnsi="KIA Light"/>
          <w:sz w:val="24"/>
          <w:szCs w:val="24"/>
          <w:lang w:val="es-PR"/>
        </w:rPr>
        <w:t>es</w:t>
      </w:r>
      <w:r w:rsidR="00754B9E" w:rsidRPr="002E1E52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en </w:t>
      </w:r>
      <w:r w:rsidR="00222F30">
        <w:rPr>
          <w:rFonts w:ascii="KIA Light" w:eastAsia="KIA Light" w:hAnsi="KIA Light"/>
          <w:sz w:val="24"/>
          <w:szCs w:val="24"/>
          <w:lang w:val="es-PR"/>
        </w:rPr>
        <w:t>cada uno de sus</w:t>
      </w:r>
      <w:r w:rsidR="00754B9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754B9E" w:rsidRPr="002E1E52">
        <w:rPr>
          <w:rFonts w:ascii="KIA Light" w:eastAsia="KIA Light" w:hAnsi="KIA Light"/>
          <w:sz w:val="24"/>
          <w:szCs w:val="24"/>
          <w:lang w:val="es-PR"/>
        </w:rPr>
        <w:t>segmento</w:t>
      </w:r>
      <w:r w:rsidR="00222F30">
        <w:rPr>
          <w:rFonts w:ascii="KIA Light" w:eastAsia="KIA Light" w:hAnsi="KIA Light"/>
          <w:sz w:val="24"/>
          <w:szCs w:val="24"/>
          <w:lang w:val="es-PR"/>
        </w:rPr>
        <w:t>s</w:t>
      </w:r>
      <w:r w:rsidR="00754B9E" w:rsidRPr="002E1E52">
        <w:rPr>
          <w:rFonts w:ascii="KIA Light" w:eastAsia="KIA Light" w:hAnsi="KIA Light"/>
          <w:sz w:val="24"/>
          <w:szCs w:val="24"/>
          <w:lang w:val="es-PR"/>
        </w:rPr>
        <w:t>.</w:t>
      </w:r>
      <w:r w:rsidR="00754B9E" w:rsidRPr="000906B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1861C8">
        <w:rPr>
          <w:rFonts w:ascii="KIA Light" w:eastAsia="KIA Light" w:hAnsi="KIA Light"/>
          <w:sz w:val="24"/>
          <w:szCs w:val="24"/>
          <w:lang w:val="es-PR"/>
        </w:rPr>
        <w:t xml:space="preserve">Además, Kia fue nombrada entre las diez marcas con más reconocimientos recibidos de la lista de KBB. </w:t>
      </w:r>
    </w:p>
    <w:p w:rsidR="00913784" w:rsidRDefault="001861C8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“Este anuncio de parte de</w:t>
      </w:r>
      <w:r w:rsidR="00281FE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FC23EC" w:rsidRPr="00754B9E">
        <w:rPr>
          <w:rFonts w:ascii="KIA Light" w:eastAsia="KIA Light" w:hAnsi="KIA Light"/>
          <w:i/>
          <w:sz w:val="24"/>
          <w:szCs w:val="24"/>
          <w:lang w:val="es-PR"/>
        </w:rPr>
        <w:t>Kell</w:t>
      </w:r>
      <w:r w:rsidR="00FC23EC">
        <w:rPr>
          <w:rFonts w:ascii="KIA Light" w:eastAsia="KIA Light" w:hAnsi="KIA Light"/>
          <w:i/>
          <w:sz w:val="24"/>
          <w:szCs w:val="24"/>
          <w:lang w:val="es-PR"/>
        </w:rPr>
        <w:t>e</w:t>
      </w:r>
      <w:r w:rsidR="00FC23EC" w:rsidRPr="00754B9E">
        <w:rPr>
          <w:rFonts w:ascii="KIA Light" w:eastAsia="KIA Light" w:hAnsi="KIA Light"/>
          <w:i/>
          <w:sz w:val="24"/>
          <w:szCs w:val="24"/>
          <w:lang w:val="es-PR"/>
        </w:rPr>
        <w:t>y</w:t>
      </w:r>
      <w:proofErr w:type="spellEnd"/>
      <w:r w:rsidR="00FC23EC" w:rsidRPr="00754B9E">
        <w:rPr>
          <w:rFonts w:ascii="KIA Light" w:eastAsia="KIA Light" w:hAnsi="KIA Light"/>
          <w:i/>
          <w:sz w:val="24"/>
          <w:szCs w:val="24"/>
          <w:lang w:val="es-PR"/>
        </w:rPr>
        <w:t xml:space="preserve"> Blue Book</w:t>
      </w:r>
      <w:r w:rsidR="00281FE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22FC8">
        <w:rPr>
          <w:rFonts w:ascii="KIA Light" w:eastAsia="KIA Light" w:hAnsi="KIA Light"/>
          <w:sz w:val="24"/>
          <w:szCs w:val="24"/>
          <w:lang w:val="es-PR"/>
        </w:rPr>
        <w:t>confirma</w:t>
      </w:r>
      <w:r w:rsidR="00022FC8" w:rsidRPr="00DA544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22FC8">
        <w:rPr>
          <w:rFonts w:ascii="KIA Light" w:eastAsia="KIA Light" w:hAnsi="KIA Light"/>
          <w:sz w:val="24"/>
          <w:szCs w:val="24"/>
          <w:lang w:val="es-PR"/>
        </w:rPr>
        <w:t>la continua evolución de Kia y la promesa de</w:t>
      </w:r>
      <w:r w:rsidR="00022FC8" w:rsidRPr="00DA5446">
        <w:rPr>
          <w:rFonts w:ascii="KIA Light" w:eastAsia="KIA Light" w:hAnsi="KIA Light"/>
          <w:sz w:val="24"/>
          <w:szCs w:val="24"/>
          <w:lang w:val="es-PR"/>
        </w:rPr>
        <w:t xml:space="preserve"> calidad </w:t>
      </w:r>
      <w:r w:rsidR="00022FC8">
        <w:rPr>
          <w:rFonts w:ascii="KIA Light" w:eastAsia="KIA Light" w:hAnsi="KIA Light"/>
          <w:sz w:val="24"/>
          <w:szCs w:val="24"/>
          <w:lang w:val="es-PR"/>
        </w:rPr>
        <w:t>que ha hecho a sus clientes</w:t>
      </w:r>
      <w:r w:rsidR="00FC23EC">
        <w:rPr>
          <w:rFonts w:ascii="KIA Light" w:eastAsia="KIA Light" w:hAnsi="KIA Light"/>
          <w:sz w:val="24"/>
          <w:szCs w:val="24"/>
          <w:lang w:val="es-PR"/>
        </w:rPr>
        <w:t xml:space="preserve">. Tanto </w:t>
      </w:r>
      <w:proofErr w:type="spellStart"/>
      <w:r w:rsidR="00FC23EC">
        <w:rPr>
          <w:rFonts w:ascii="KIA Light" w:eastAsia="KIA Light" w:hAnsi="KIA Light"/>
          <w:sz w:val="24"/>
          <w:szCs w:val="24"/>
          <w:lang w:val="es-PR"/>
        </w:rPr>
        <w:t>Sportage</w:t>
      </w:r>
      <w:proofErr w:type="spellEnd"/>
      <w:r w:rsidR="00FC23EC">
        <w:rPr>
          <w:rFonts w:ascii="KIA Light" w:eastAsia="KIA Light" w:hAnsi="KIA Light"/>
          <w:sz w:val="24"/>
          <w:szCs w:val="24"/>
          <w:lang w:val="es-PR"/>
        </w:rPr>
        <w:t xml:space="preserve"> como el Optima, son modelos insignia que representan la filosofía de diseño, tecnología y seguridad que promueve la marca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>” coment</w:t>
      </w:r>
      <w:r>
        <w:rPr>
          <w:rFonts w:ascii="KIA Light" w:eastAsia="KIA Light" w:hAnsi="KIA Light"/>
          <w:sz w:val="24"/>
          <w:szCs w:val="24"/>
          <w:lang w:val="es-PR"/>
        </w:rPr>
        <w:t>a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 xml:space="preserve"> Abiezer Rodriguez, </w:t>
      </w:r>
      <w:r>
        <w:rPr>
          <w:rFonts w:ascii="KIA Light" w:eastAsia="KIA Light" w:hAnsi="KIA Light"/>
          <w:sz w:val="24"/>
          <w:szCs w:val="24"/>
          <w:lang w:val="es-PR"/>
        </w:rPr>
        <w:t>d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>irector Comercial de Kia Motors P</w:t>
      </w:r>
      <w:r w:rsidR="00F164BC">
        <w:rPr>
          <w:rFonts w:ascii="KIA Light" w:eastAsia="KIA Light" w:hAnsi="KIA Light"/>
          <w:sz w:val="24"/>
          <w:szCs w:val="24"/>
          <w:lang w:val="es-PR"/>
        </w:rPr>
        <w:t xml:space="preserve">uerto 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>R</w:t>
      </w:r>
      <w:r w:rsidR="00F164BC">
        <w:rPr>
          <w:rFonts w:ascii="KIA Light" w:eastAsia="KIA Light" w:hAnsi="KIA Light"/>
          <w:sz w:val="24"/>
          <w:szCs w:val="24"/>
          <w:lang w:val="es-PR"/>
        </w:rPr>
        <w:t>ico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913784" w:rsidRDefault="00281FEB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Por su parte, el todoterreno pequeño</w:t>
      </w:r>
      <w:r w:rsidR="009E082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9E082E">
        <w:rPr>
          <w:rFonts w:ascii="KIA Light" w:eastAsia="KIA Light" w:hAnsi="KIA Light"/>
          <w:sz w:val="24"/>
          <w:szCs w:val="24"/>
          <w:lang w:val="es-PR"/>
        </w:rPr>
        <w:t>Sportage</w:t>
      </w:r>
      <w:proofErr w:type="spellEnd"/>
      <w:r w:rsidR="009E082E">
        <w:rPr>
          <w:rFonts w:ascii="KIA Light" w:eastAsia="KIA Light" w:hAnsi="KIA Light"/>
          <w:sz w:val="24"/>
          <w:szCs w:val="24"/>
          <w:lang w:val="es-PR"/>
        </w:rPr>
        <w:t xml:space="preserve"> 2017 </w:t>
      </w:r>
      <w:r w:rsidR="00B54214">
        <w:rPr>
          <w:rFonts w:ascii="KIA Light" w:eastAsia="KIA Light" w:hAnsi="KIA Light"/>
          <w:sz w:val="24"/>
          <w:szCs w:val="24"/>
          <w:lang w:val="es-PR"/>
        </w:rPr>
        <w:t xml:space="preserve">fue seleccionado como Mejor Compra, y se posiciona además entre los 12 mejores vehículos familiares. Este modelo está disponible en el mercado local en 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 xml:space="preserve">cinco </w:t>
      </w:r>
      <w:r w:rsidR="00B54214">
        <w:rPr>
          <w:rFonts w:ascii="KIA Light" w:eastAsia="KIA Light" w:hAnsi="KIA Light"/>
          <w:sz w:val="24"/>
          <w:szCs w:val="24"/>
          <w:lang w:val="es-PR"/>
        </w:rPr>
        <w:t>variantes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 xml:space="preserve"> y tiene opción de dos 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lastRenderedPageBreak/>
        <w:t xml:space="preserve">motores, uno de cuatro cilindros con 2.4 litros que produce 181 caballos de fuerza y 175 lb-pie de torsión o un motor turbo de cuatro cilindros de 2.0 litros </w:t>
      </w:r>
      <w:r w:rsidR="00B54214">
        <w:rPr>
          <w:rFonts w:ascii="KIA Light" w:eastAsia="KIA Light" w:hAnsi="KIA Light"/>
          <w:sz w:val="24"/>
          <w:szCs w:val="24"/>
          <w:lang w:val="es-PR"/>
        </w:rPr>
        <w:t>con</w:t>
      </w:r>
      <w:r w:rsidR="00DA5446" w:rsidRPr="00DA5446">
        <w:rPr>
          <w:rFonts w:ascii="KIA Light" w:eastAsia="KIA Light" w:hAnsi="KIA Light"/>
          <w:sz w:val="24"/>
          <w:szCs w:val="24"/>
          <w:lang w:val="es-PR"/>
        </w:rPr>
        <w:t xml:space="preserve"> 241 caballos de fuerza y 260 lb-pie de torsión. Ambos motores se acoplan exclusivamente con una transmisión automática de seis velocidades.</w:t>
      </w:r>
    </w:p>
    <w:p w:rsidR="00913784" w:rsidRDefault="00B54214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Al reconocimiento anterior se suma, el recibido por e</w:t>
      </w:r>
      <w:r w:rsidR="009E082E" w:rsidRPr="00754B9E">
        <w:rPr>
          <w:rFonts w:ascii="KIA Light" w:eastAsia="KIA Light" w:hAnsi="KIA Light"/>
          <w:sz w:val="24"/>
          <w:szCs w:val="24"/>
          <w:lang w:val="es-PR"/>
        </w:rPr>
        <w:t xml:space="preserve">l </w:t>
      </w:r>
      <w:proofErr w:type="gramStart"/>
      <w:r w:rsidR="009E082E" w:rsidRPr="00754B9E">
        <w:rPr>
          <w:rFonts w:ascii="KIA Light" w:eastAsia="KIA Light" w:hAnsi="KIA Light"/>
          <w:sz w:val="24"/>
          <w:szCs w:val="24"/>
          <w:lang w:val="es-PR"/>
        </w:rPr>
        <w:t>Optima</w:t>
      </w:r>
      <w:proofErr w:type="gramEnd"/>
      <w:r w:rsidR="009E082E" w:rsidRPr="00754B9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7412B8">
        <w:rPr>
          <w:rFonts w:ascii="KIA Light" w:eastAsia="KIA Light" w:hAnsi="KIA Light"/>
          <w:sz w:val="24"/>
          <w:szCs w:val="24"/>
          <w:lang w:val="es-PR"/>
        </w:rPr>
        <w:t>como M</w:t>
      </w:r>
      <w:r w:rsid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e</w:t>
      </w:r>
      <w:r w:rsidR="007412B8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jor Sedán F</w:t>
      </w:r>
      <w:r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amiliar. La versión disponible</w:t>
      </w:r>
      <w:r w:rsidR="0078762A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</w:t>
      </w:r>
      <w:r w:rsidR="00754B9E" w:rsidRP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está equipad</w:t>
      </w:r>
      <w:r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a</w:t>
      </w:r>
      <w:r w:rsidR="00754B9E" w:rsidRP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con una serie de dispositivos de asistencia </w:t>
      </w:r>
      <w:r w:rsidR="0078762A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de manejo </w:t>
      </w:r>
      <w:r w:rsidR="00754B9E" w:rsidRP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que maximizan la seguridad y contribuyen a mejorar aún más el uso eficiente del motor.</w:t>
      </w:r>
      <w:r w:rsidR="0078762A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</w:t>
      </w:r>
      <w:r w:rsidR="00754B9E" w:rsidRP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Desde </w:t>
      </w:r>
      <w:r w:rsidR="0078762A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el sistema frenado autónomo, </w:t>
      </w:r>
      <w:r w:rsidR="00754B9E" w:rsidRP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detección de punto ciego, </w:t>
      </w:r>
      <w:proofErr w:type="spellStart"/>
      <w:r w:rsidR="0078762A">
        <w:rPr>
          <w:rFonts w:ascii="KIA Light" w:eastAsia="KIA Light" w:hAnsi="KIA Light" w:cs="Tahoma"/>
          <w:i/>
          <w:color w:val="000000" w:themeColor="text1"/>
          <w:sz w:val="24"/>
          <w:szCs w:val="24"/>
          <w:lang w:val="es-PR"/>
        </w:rPr>
        <w:t>cruise</w:t>
      </w:r>
      <w:proofErr w:type="spellEnd"/>
      <w:r w:rsidR="0078762A">
        <w:rPr>
          <w:rFonts w:ascii="KIA Light" w:eastAsia="KIA Light" w:hAnsi="KIA Light" w:cs="Tahoma"/>
          <w:i/>
          <w:color w:val="000000" w:themeColor="text1"/>
          <w:sz w:val="24"/>
          <w:szCs w:val="24"/>
          <w:lang w:val="es-PR"/>
        </w:rPr>
        <w:t xml:space="preserve"> control </w:t>
      </w:r>
      <w:proofErr w:type="spellStart"/>
      <w:r w:rsidR="0078762A">
        <w:rPr>
          <w:rFonts w:ascii="KIA Light" w:eastAsia="KIA Light" w:hAnsi="KIA Light" w:cs="Tahoma"/>
          <w:i/>
          <w:color w:val="000000" w:themeColor="text1"/>
          <w:sz w:val="24"/>
          <w:szCs w:val="24"/>
          <w:lang w:val="es-PR"/>
        </w:rPr>
        <w:t>intelligence</w:t>
      </w:r>
      <w:proofErr w:type="spellEnd"/>
      <w:r w:rsidR="00754B9E" w:rsidRPr="00754B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, sistema de alerta de cambio de carril y sistema de alerta de coalición frontal</w:t>
      </w:r>
      <w:r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, entre otros.</w:t>
      </w:r>
    </w:p>
    <w:p w:rsidR="00913784" w:rsidRDefault="00B86153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“El hecho de que Kia sea parte de nuestra </w:t>
      </w:r>
      <w:r w:rsidR="00FC23EC">
        <w:rPr>
          <w:rFonts w:ascii="KIA Light" w:eastAsia="KIA Light" w:hAnsi="KIA Light"/>
          <w:sz w:val="24"/>
          <w:szCs w:val="24"/>
          <w:lang w:val="es-PR"/>
        </w:rPr>
        <w:t xml:space="preserve">prestigiosa </w:t>
      </w:r>
      <w:r>
        <w:rPr>
          <w:rFonts w:ascii="KIA Light" w:eastAsia="KIA Light" w:hAnsi="KIA Light"/>
          <w:sz w:val="24"/>
          <w:szCs w:val="24"/>
          <w:lang w:val="es-PR"/>
        </w:rPr>
        <w:t>lista</w:t>
      </w:r>
      <w:r w:rsidR="00FC23EC">
        <w:rPr>
          <w:rFonts w:ascii="KIA Light" w:eastAsia="KIA Light" w:hAnsi="KIA Light"/>
          <w:sz w:val="24"/>
          <w:szCs w:val="24"/>
          <w:lang w:val="es-PR"/>
        </w:rPr>
        <w:t xml:space="preserve"> de las diez marcas más premiadas, y de que dos modelos estén igualmente en la lista de los diez modelos más reconocidos, demuestra que está entre las marcas Top del mercado”, afirma Jack </w:t>
      </w:r>
      <w:proofErr w:type="spellStart"/>
      <w:r w:rsidR="00FC23EC">
        <w:rPr>
          <w:rFonts w:ascii="KIA Light" w:eastAsia="KIA Light" w:hAnsi="KIA Light"/>
          <w:sz w:val="24"/>
          <w:szCs w:val="24"/>
          <w:lang w:val="es-PR"/>
        </w:rPr>
        <w:t>Nerad</w:t>
      </w:r>
      <w:proofErr w:type="spellEnd"/>
      <w:r w:rsidR="00FC23EC">
        <w:rPr>
          <w:rFonts w:ascii="KIA Light" w:eastAsia="KIA Light" w:hAnsi="KIA Light"/>
          <w:sz w:val="24"/>
          <w:szCs w:val="24"/>
          <w:lang w:val="es-PR"/>
        </w:rPr>
        <w:t>, director editorial de KBB.com.</w:t>
      </w:r>
    </w:p>
    <w:p w:rsidR="00913784" w:rsidRDefault="00B54214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“</w:t>
      </w:r>
      <w:r w:rsidR="001861C8" w:rsidRPr="00DA5446">
        <w:rPr>
          <w:rFonts w:ascii="KIA Light" w:eastAsia="KIA Light" w:hAnsi="KIA Light"/>
          <w:sz w:val="24"/>
          <w:szCs w:val="24"/>
          <w:lang w:val="es-PR"/>
        </w:rPr>
        <w:t xml:space="preserve">Ser reconocidos por los expertos de </w:t>
      </w:r>
      <w:proofErr w:type="spellStart"/>
      <w:r w:rsidR="001861C8" w:rsidRPr="00281FEB">
        <w:rPr>
          <w:rFonts w:ascii="KIA Light" w:eastAsia="KIA Light" w:hAnsi="KIA Light"/>
          <w:i/>
          <w:sz w:val="24"/>
          <w:szCs w:val="24"/>
          <w:lang w:val="es-PR"/>
        </w:rPr>
        <w:t>Kelley</w:t>
      </w:r>
      <w:proofErr w:type="spellEnd"/>
      <w:r w:rsidR="001861C8" w:rsidRPr="00281FEB">
        <w:rPr>
          <w:rFonts w:ascii="KIA Light" w:eastAsia="KIA Light" w:hAnsi="KIA Light"/>
          <w:i/>
          <w:sz w:val="24"/>
          <w:szCs w:val="24"/>
          <w:lang w:val="es-PR"/>
        </w:rPr>
        <w:t xml:space="preserve"> Blue Book</w:t>
      </w:r>
      <w:r w:rsidR="001861C8" w:rsidRPr="00DA5446"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022FC8">
        <w:rPr>
          <w:rFonts w:ascii="KIA Light" w:eastAsia="KIA Light" w:hAnsi="KIA Light"/>
          <w:sz w:val="24"/>
          <w:szCs w:val="24"/>
          <w:lang w:val="es-PR"/>
        </w:rPr>
        <w:t>es muestra clara de que la marca está entre los mejores fabricantes de autos del mundo</w:t>
      </w:r>
      <w:r>
        <w:rPr>
          <w:rFonts w:ascii="KIA Light" w:eastAsia="KIA Light" w:hAnsi="KIA Light"/>
          <w:sz w:val="24"/>
          <w:szCs w:val="24"/>
          <w:lang w:val="es-PR"/>
        </w:rPr>
        <w:t>” concluye</w:t>
      </w:r>
      <w:r w:rsidR="001861C8" w:rsidRPr="00DA5446">
        <w:rPr>
          <w:rFonts w:ascii="KIA Light" w:eastAsia="KIA Light" w:hAnsi="KIA Light"/>
          <w:sz w:val="24"/>
          <w:szCs w:val="24"/>
          <w:lang w:val="es-PR"/>
        </w:rPr>
        <w:t xml:space="preserve"> Rodriguez </w:t>
      </w:r>
      <w:proofErr w:type="spellStart"/>
      <w:r w:rsidR="001861C8" w:rsidRPr="00DA5446">
        <w:rPr>
          <w:rFonts w:ascii="KIA Light" w:eastAsia="KIA Light" w:hAnsi="KIA Light"/>
          <w:sz w:val="24"/>
          <w:szCs w:val="24"/>
          <w:lang w:val="es-PR"/>
        </w:rPr>
        <w:t>Pratts.</w:t>
      </w:r>
      <w:proofErr w:type="spellEnd"/>
    </w:p>
    <w:p w:rsidR="00DA5446" w:rsidRDefault="00DA5446" w:rsidP="00913784">
      <w:pPr>
        <w:spacing w:before="240"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DA5446">
        <w:rPr>
          <w:rFonts w:ascii="KIA Light" w:eastAsia="KIA Light" w:hAnsi="KIA Light"/>
          <w:sz w:val="24"/>
          <w:szCs w:val="24"/>
          <w:lang w:val="es-PR"/>
        </w:rPr>
        <w:t xml:space="preserve">Para </w:t>
      </w:r>
      <w:r w:rsidR="0001251B">
        <w:rPr>
          <w:rFonts w:ascii="KIA Light" w:eastAsia="KIA Light" w:hAnsi="KIA Light"/>
          <w:sz w:val="24"/>
          <w:szCs w:val="24"/>
          <w:lang w:val="es-PR"/>
        </w:rPr>
        <w:t>acceder a información</w:t>
      </w:r>
      <w:r w:rsidRPr="00DA5446">
        <w:rPr>
          <w:rFonts w:ascii="KIA Light" w:eastAsia="KIA Light" w:hAnsi="KIA Light"/>
          <w:sz w:val="24"/>
          <w:szCs w:val="24"/>
          <w:lang w:val="es-PR"/>
        </w:rPr>
        <w:t xml:space="preserve"> sobre</w:t>
      </w:r>
      <w:r w:rsidR="0001251B">
        <w:rPr>
          <w:rFonts w:ascii="KIA Light" w:eastAsia="KIA Light" w:hAnsi="KIA Light"/>
          <w:sz w:val="24"/>
          <w:szCs w:val="24"/>
          <w:lang w:val="es-PR"/>
        </w:rPr>
        <w:t xml:space="preserve"> los modelos disponibles visita</w:t>
      </w:r>
      <w:r w:rsidR="006E5E2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683AC3">
        <w:rPr>
          <w:rFonts w:ascii="KIA Light" w:eastAsia="KIA Light" w:hAnsi="KIA Light"/>
          <w:sz w:val="24"/>
          <w:szCs w:val="24"/>
          <w:lang w:val="es-PR"/>
        </w:rPr>
        <w:t>kia</w:t>
      </w:r>
      <w:r w:rsidRPr="00DA5446">
        <w:rPr>
          <w:rFonts w:ascii="KIA Light" w:eastAsia="KIA Light" w:hAnsi="KIA Light"/>
          <w:sz w:val="24"/>
          <w:szCs w:val="24"/>
          <w:lang w:val="es-PR"/>
        </w:rPr>
        <w:t>.com</w:t>
      </w:r>
      <w:r w:rsidR="00683AC3">
        <w:rPr>
          <w:rFonts w:ascii="KIA Light" w:eastAsia="KIA Light" w:hAnsi="KIA Light"/>
          <w:sz w:val="24"/>
          <w:szCs w:val="24"/>
          <w:lang w:val="es-PR"/>
        </w:rPr>
        <w:t>/</w:t>
      </w:r>
      <w:proofErr w:type="spellStart"/>
      <w:r w:rsidR="00683AC3">
        <w:rPr>
          <w:rFonts w:ascii="KIA Light" w:eastAsia="KIA Light" w:hAnsi="KIA Light"/>
          <w:sz w:val="24"/>
          <w:szCs w:val="24"/>
          <w:lang w:val="es-PR"/>
        </w:rPr>
        <w:t>pr</w:t>
      </w:r>
      <w:proofErr w:type="spellEnd"/>
      <w:r w:rsidR="006E5E2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Pr="00DA5446">
        <w:rPr>
          <w:rFonts w:ascii="KIA Light" w:eastAsia="KIA Light" w:hAnsi="KIA Light"/>
          <w:sz w:val="24"/>
          <w:szCs w:val="24"/>
          <w:lang w:val="es-PR"/>
        </w:rPr>
        <w:t xml:space="preserve">o uno de </w:t>
      </w:r>
      <w:r w:rsidR="00683AC3">
        <w:rPr>
          <w:rFonts w:ascii="KIA Light" w:eastAsia="KIA Light" w:hAnsi="KIA Light"/>
          <w:sz w:val="24"/>
          <w:szCs w:val="24"/>
          <w:lang w:val="es-PR"/>
        </w:rPr>
        <w:t>15</w:t>
      </w:r>
      <w:r w:rsidRPr="00DA5446">
        <w:rPr>
          <w:rFonts w:ascii="KIA Light" w:eastAsia="KIA Light" w:hAnsi="KIA Light"/>
          <w:sz w:val="24"/>
          <w:szCs w:val="24"/>
          <w:lang w:val="es-PR"/>
        </w:rPr>
        <w:t xml:space="preserve"> conces</w:t>
      </w:r>
      <w:r w:rsidR="00683AC3">
        <w:rPr>
          <w:rFonts w:ascii="KIA Light" w:eastAsia="KIA Light" w:hAnsi="KIA Light"/>
          <w:sz w:val="24"/>
          <w:szCs w:val="24"/>
          <w:lang w:val="es-PR"/>
        </w:rPr>
        <w:t>ionarios alrededor de la I</w:t>
      </w:r>
      <w:r w:rsidRPr="00DA5446">
        <w:rPr>
          <w:rFonts w:ascii="KIA Light" w:eastAsia="KIA Light" w:hAnsi="KIA Light"/>
          <w:sz w:val="24"/>
          <w:szCs w:val="24"/>
          <w:lang w:val="es-PR"/>
        </w:rPr>
        <w:t>sla.</w:t>
      </w:r>
    </w:p>
    <w:p w:rsidR="0001251B" w:rsidRPr="00913784" w:rsidRDefault="0001251B" w:rsidP="00913784">
      <w:pPr>
        <w:keepLines/>
        <w:autoSpaceDE w:val="0"/>
        <w:autoSpaceDN w:val="0"/>
        <w:adjustRightInd w:val="0"/>
        <w:jc w:val="center"/>
        <w:rPr>
          <w:rFonts w:ascii="KIA Light" w:eastAsia="KIA Light" w:hAnsi="KIA Light"/>
          <w:i/>
          <w:sz w:val="24"/>
          <w:szCs w:val="24"/>
          <w:lang w:val="es-PR"/>
        </w:rPr>
      </w:pPr>
      <w:r w:rsidRPr="00913784">
        <w:rPr>
          <w:rFonts w:ascii="KIA Light" w:eastAsia="KIA Light" w:hAnsi="KIA Light"/>
          <w:i/>
          <w:sz w:val="24"/>
          <w:szCs w:val="24"/>
          <w:lang w:val="es-PR"/>
        </w:rPr>
        <w:t>###</w:t>
      </w:r>
    </w:p>
    <w:p w:rsidR="007D2980" w:rsidRDefault="007D2980" w:rsidP="0091378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075C3F" w:rsidRPr="00913784" w:rsidRDefault="009B3B7C" w:rsidP="0091378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  <w:bookmarkStart w:id="0" w:name="_GoBack"/>
      <w:bookmarkEnd w:id="0"/>
      <w:proofErr w:type="spellStart"/>
      <w:r w:rsidRPr="00913784">
        <w:rPr>
          <w:rFonts w:ascii="KIA Light" w:eastAsia="KIA Light" w:hAnsi="KIA Light"/>
          <w:i/>
          <w:sz w:val="16"/>
          <w:szCs w:val="16"/>
          <w:lang w:val="es-PR"/>
        </w:rPr>
        <w:t>Kia</w:t>
      </w:r>
      <w:proofErr w:type="spellEnd"/>
      <w:r w:rsidRPr="00913784">
        <w:rPr>
          <w:rFonts w:ascii="KIA Light" w:eastAsia="KIA Light" w:hAnsi="KIA Light"/>
          <w:i/>
          <w:sz w:val="16"/>
          <w:szCs w:val="16"/>
          <w:lang w:val="es-PR"/>
        </w:rPr>
        <w:t xml:space="preserve"> Motors lleva 23 años en Puerto Rico representando una línea de vehículos con participación en los principales segmentos del mercado. Cuenta con una red de 15 concesionarios y centros de servicio a través de todo Puerto Rico. Además ofrece a sus clientes el programa Kia Contigo que incluye el servicio de asistencia en carretera, garantía y piezas originales.</w:t>
      </w:r>
    </w:p>
    <w:p w:rsidR="00913784" w:rsidRPr="00913784" w:rsidRDefault="00913784" w:rsidP="00913784">
      <w:pPr>
        <w:keepLines/>
        <w:autoSpaceDE w:val="0"/>
        <w:autoSpaceDN w:val="0"/>
        <w:adjustRightInd w:val="0"/>
        <w:spacing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01251B" w:rsidRPr="00913784" w:rsidRDefault="0001251B" w:rsidP="00913784">
      <w:pPr>
        <w:keepLines/>
        <w:autoSpaceDE w:val="0"/>
        <w:autoSpaceDN w:val="0"/>
        <w:adjustRightInd w:val="0"/>
        <w:spacing w:line="240" w:lineRule="auto"/>
        <w:jc w:val="both"/>
        <w:rPr>
          <w:rFonts w:ascii="KIA Light" w:eastAsia="KIA Light" w:hAnsi="KIA Light" w:cs="Tahoma"/>
          <w:i/>
          <w:color w:val="000000" w:themeColor="text1"/>
          <w:sz w:val="16"/>
          <w:szCs w:val="16"/>
          <w:lang w:val="es-PR"/>
        </w:rPr>
      </w:pPr>
      <w:proofErr w:type="spellStart"/>
      <w:r w:rsidRPr="00913784">
        <w:rPr>
          <w:rFonts w:ascii="KIA Light" w:eastAsia="KIA Light" w:hAnsi="KIA Light"/>
          <w:i/>
          <w:sz w:val="16"/>
          <w:szCs w:val="16"/>
          <w:lang w:val="es-PR"/>
        </w:rPr>
        <w:t>Kelley</w:t>
      </w:r>
      <w:proofErr w:type="spellEnd"/>
      <w:r w:rsidRPr="00913784">
        <w:rPr>
          <w:rFonts w:ascii="KIA Light" w:eastAsia="KIA Light" w:hAnsi="KIA Light"/>
          <w:i/>
          <w:sz w:val="16"/>
          <w:szCs w:val="16"/>
          <w:lang w:val="es-PR"/>
        </w:rPr>
        <w:t xml:space="preserve"> Blue Book (KBB) es reconocida como la guía más confiable para el consumidor en la industria de autos, y sirve de herramienta para informar sobre el valor de reventa de las unidades en el mercado actual.</w:t>
      </w:r>
    </w:p>
    <w:p w:rsidR="000A3994" w:rsidRDefault="000A3994" w:rsidP="00913784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  <w:r w:rsidRPr="000A3994">
        <w:rPr>
          <w:rFonts w:ascii="KIA Bold" w:eastAsia="KIA Bold" w:hAnsi="KIA Bold"/>
          <w:sz w:val="24"/>
          <w:szCs w:val="20"/>
          <w:lang w:val="es-PR"/>
        </w:rPr>
        <w:lastRenderedPageBreak/>
        <w:t>Ficha Técnica</w:t>
      </w:r>
    </w:p>
    <w:p w:rsidR="007412B8" w:rsidRDefault="007412B8" w:rsidP="00022FC8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</w:p>
    <w:p w:rsidR="007412B8" w:rsidRDefault="007412B8" w:rsidP="00022FC8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</w:p>
    <w:p w:rsidR="007412B8" w:rsidRDefault="007412B8" w:rsidP="00022FC8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  <w:r>
        <w:rPr>
          <w:rFonts w:ascii="Helvetica" w:hAnsi="Helvetic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123825</wp:posOffset>
            </wp:positionV>
            <wp:extent cx="3355975" cy="207327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llery_sportage_2017_exterior_solar-control-glass--kia-1280x-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5975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2B8" w:rsidRDefault="007412B8" w:rsidP="00022FC8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</w:p>
    <w:p w:rsidR="007412B8" w:rsidRDefault="007412B8" w:rsidP="00022FC8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</w:p>
    <w:p w:rsidR="007412B8" w:rsidRDefault="007412B8" w:rsidP="00022FC8">
      <w:pPr>
        <w:spacing w:after="0"/>
        <w:jc w:val="center"/>
        <w:rPr>
          <w:rFonts w:ascii="KIA Bold" w:eastAsia="KIA Bold" w:hAnsi="KIA Bold"/>
          <w:sz w:val="24"/>
          <w:szCs w:val="20"/>
          <w:lang w:val="es-PR"/>
        </w:rPr>
      </w:pPr>
    </w:p>
    <w:p w:rsidR="007046B6" w:rsidRPr="00E53DA5" w:rsidRDefault="000A3994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  <w:r w:rsidRPr="00E53DA5">
        <w:rPr>
          <w:rStyle w:val="ng-binding"/>
          <w:rFonts w:ascii="Helvetica" w:hAnsi="Helvetica"/>
          <w:color w:val="FFFFFF"/>
          <w:sz w:val="21"/>
          <w:szCs w:val="21"/>
          <w:lang w:val="es-ES"/>
        </w:rPr>
        <w:t>Th</w:t>
      </w:r>
    </w:p>
    <w:p w:rsidR="007046B6" w:rsidRPr="00E53DA5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7046B6" w:rsidRPr="00E53DA5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7046B6" w:rsidRPr="00E53DA5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7046B6" w:rsidRPr="00E53DA5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7046B6" w:rsidRPr="00E53DA5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7046B6" w:rsidRPr="00E53DA5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0B4260" w:rsidRPr="00E53DA5" w:rsidRDefault="000B4260" w:rsidP="000B4260">
      <w:pPr>
        <w:spacing w:after="0"/>
        <w:rPr>
          <w:rStyle w:val="ng-binding"/>
          <w:rFonts w:ascii="Helvetica" w:hAnsi="Helvetica"/>
          <w:color w:val="FFFFFF"/>
          <w:sz w:val="21"/>
          <w:szCs w:val="21"/>
          <w:lang w:val="es-ES"/>
        </w:rPr>
      </w:pPr>
    </w:p>
    <w:p w:rsidR="000B4260" w:rsidRPr="007412B8" w:rsidRDefault="000B4260" w:rsidP="00913784">
      <w:pPr>
        <w:spacing w:after="0"/>
        <w:jc w:val="center"/>
        <w:rPr>
          <w:rStyle w:val="ng-binding"/>
          <w:rFonts w:ascii="KIA Medium" w:eastAsia="KIA Medium" w:hAnsi="KIA Medium"/>
          <w:sz w:val="24"/>
          <w:szCs w:val="21"/>
          <w:lang w:val="es-ES"/>
        </w:rPr>
      </w:pPr>
      <w:proofErr w:type="spellStart"/>
      <w:r w:rsidRPr="007412B8">
        <w:rPr>
          <w:rStyle w:val="ng-binding"/>
          <w:rFonts w:ascii="KIA Medium" w:eastAsia="KIA Medium" w:hAnsi="KIA Medium"/>
          <w:sz w:val="24"/>
          <w:szCs w:val="21"/>
          <w:lang w:val="es-ES"/>
        </w:rPr>
        <w:t>Kia</w:t>
      </w:r>
      <w:proofErr w:type="spellEnd"/>
      <w:r w:rsidRPr="007412B8">
        <w:rPr>
          <w:rStyle w:val="ng-binding"/>
          <w:rFonts w:ascii="KIA Medium" w:eastAsia="KIA Medium" w:hAnsi="KIA Medium"/>
          <w:sz w:val="24"/>
          <w:szCs w:val="21"/>
          <w:lang w:val="es-ES"/>
        </w:rPr>
        <w:t xml:space="preserve"> </w:t>
      </w:r>
      <w:proofErr w:type="spellStart"/>
      <w:r w:rsidRPr="007412B8">
        <w:rPr>
          <w:rStyle w:val="ng-binding"/>
          <w:rFonts w:ascii="KIA Medium" w:eastAsia="KIA Medium" w:hAnsi="KIA Medium"/>
          <w:sz w:val="24"/>
          <w:szCs w:val="21"/>
          <w:lang w:val="es-ES"/>
        </w:rPr>
        <w:t>Sportage</w:t>
      </w:r>
      <w:proofErr w:type="spellEnd"/>
      <w:r w:rsidRPr="007412B8">
        <w:rPr>
          <w:rStyle w:val="ng-binding"/>
          <w:rFonts w:ascii="KIA Medium" w:eastAsia="KIA Medium" w:hAnsi="KIA Medium"/>
          <w:sz w:val="24"/>
          <w:szCs w:val="21"/>
          <w:lang w:val="es-ES"/>
        </w:rPr>
        <w:t xml:space="preserve"> 2017</w:t>
      </w:r>
    </w:p>
    <w:p w:rsidR="000B4260" w:rsidRPr="00E53DA5" w:rsidRDefault="000B4260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</w:p>
    <w:p w:rsidR="000B4260" w:rsidRPr="00E53DA5" w:rsidRDefault="000B4260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</w:p>
    <w:p w:rsidR="000B4260" w:rsidRPr="00E53DA5" w:rsidRDefault="000B4260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</w:p>
    <w:p w:rsidR="000B4260" w:rsidRPr="00E53DA5" w:rsidRDefault="007412B8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  <w:r>
        <w:rPr>
          <w:rFonts w:ascii="Helvetica" w:hAnsi="Helvetica"/>
          <w:noProof/>
          <w:color w:val="FFFFFF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4741</wp:posOffset>
            </wp:positionV>
            <wp:extent cx="3251917" cy="2009553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allery_optima_2018_exterior_lights--kia-1280x-jp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917" cy="2009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260" w:rsidRPr="00E53DA5" w:rsidRDefault="000B4260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</w:p>
    <w:p w:rsidR="000B4260" w:rsidRPr="00E53DA5" w:rsidRDefault="000B4260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</w:p>
    <w:p w:rsidR="000B4260" w:rsidRPr="00E53DA5" w:rsidRDefault="000B4260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ES"/>
        </w:rPr>
      </w:pPr>
    </w:p>
    <w:p w:rsidR="007412B8" w:rsidRDefault="007412B8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PR"/>
        </w:rPr>
      </w:pPr>
    </w:p>
    <w:p w:rsidR="007412B8" w:rsidRDefault="007412B8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PR"/>
        </w:rPr>
      </w:pPr>
    </w:p>
    <w:p w:rsidR="007412B8" w:rsidRDefault="007412B8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PR"/>
        </w:rPr>
      </w:pPr>
    </w:p>
    <w:p w:rsidR="007412B8" w:rsidRDefault="007412B8" w:rsidP="000B4260">
      <w:pPr>
        <w:spacing w:after="0"/>
        <w:jc w:val="center"/>
        <w:rPr>
          <w:rStyle w:val="ng-binding"/>
          <w:rFonts w:ascii="KIA Medium" w:eastAsia="KIA Medium" w:hAnsi="KIA Medium"/>
          <w:sz w:val="24"/>
          <w:szCs w:val="21"/>
          <w:lang w:val="es-PR"/>
        </w:rPr>
      </w:pPr>
    </w:p>
    <w:p w:rsidR="007412B8" w:rsidRDefault="007412B8" w:rsidP="000B4260">
      <w:pPr>
        <w:spacing w:after="0"/>
        <w:jc w:val="center"/>
        <w:rPr>
          <w:rStyle w:val="ng-binding"/>
          <w:rFonts w:ascii="KIA Medium" w:eastAsia="KIA Medium" w:hAnsi="KIA Medium"/>
          <w:sz w:val="24"/>
          <w:szCs w:val="21"/>
          <w:lang w:val="es-PR"/>
        </w:rPr>
      </w:pPr>
    </w:p>
    <w:p w:rsidR="007412B8" w:rsidRDefault="007412B8" w:rsidP="000B4260">
      <w:pPr>
        <w:spacing w:after="0"/>
        <w:jc w:val="center"/>
        <w:rPr>
          <w:rStyle w:val="ng-binding"/>
          <w:rFonts w:ascii="KIA Medium" w:eastAsia="KIA Medium" w:hAnsi="KIA Medium"/>
          <w:sz w:val="24"/>
          <w:szCs w:val="21"/>
          <w:lang w:val="es-PR"/>
        </w:rPr>
      </w:pPr>
    </w:p>
    <w:p w:rsidR="000B4260" w:rsidRPr="007412B8" w:rsidRDefault="000B4260" w:rsidP="000B4260">
      <w:pPr>
        <w:spacing w:after="0"/>
        <w:jc w:val="center"/>
        <w:rPr>
          <w:rStyle w:val="ng-binding"/>
          <w:rFonts w:ascii="KIA Medium" w:eastAsia="KIA Medium" w:hAnsi="KIA Medium"/>
          <w:sz w:val="24"/>
          <w:szCs w:val="21"/>
          <w:lang w:val="es-PR"/>
        </w:rPr>
      </w:pPr>
      <w:proofErr w:type="spellStart"/>
      <w:r w:rsidRPr="007412B8">
        <w:rPr>
          <w:rStyle w:val="ng-binding"/>
          <w:rFonts w:ascii="KIA Medium" w:eastAsia="KIA Medium" w:hAnsi="KIA Medium"/>
          <w:sz w:val="24"/>
          <w:szCs w:val="21"/>
          <w:lang w:val="es-PR"/>
        </w:rPr>
        <w:t>Kia</w:t>
      </w:r>
      <w:proofErr w:type="spellEnd"/>
      <w:r w:rsidRPr="007412B8">
        <w:rPr>
          <w:rStyle w:val="ng-binding"/>
          <w:rFonts w:ascii="KIA Medium" w:eastAsia="KIA Medium" w:hAnsi="KIA Medium"/>
          <w:sz w:val="24"/>
          <w:szCs w:val="21"/>
          <w:lang w:val="es-PR"/>
        </w:rPr>
        <w:t xml:space="preserve"> </w:t>
      </w:r>
      <w:proofErr w:type="gramStart"/>
      <w:r w:rsidRPr="007412B8">
        <w:rPr>
          <w:rStyle w:val="ng-binding"/>
          <w:rFonts w:ascii="KIA Medium" w:eastAsia="KIA Medium" w:hAnsi="KIA Medium"/>
          <w:sz w:val="24"/>
          <w:szCs w:val="21"/>
          <w:lang w:val="es-PR"/>
        </w:rPr>
        <w:t>Optima</w:t>
      </w:r>
      <w:proofErr w:type="gramEnd"/>
      <w:r w:rsidRPr="007412B8">
        <w:rPr>
          <w:rStyle w:val="ng-binding"/>
          <w:rFonts w:ascii="KIA Medium" w:eastAsia="KIA Medium" w:hAnsi="KIA Medium"/>
          <w:sz w:val="24"/>
          <w:szCs w:val="21"/>
          <w:lang w:val="es-PR"/>
        </w:rPr>
        <w:t xml:space="preserve"> 2017</w:t>
      </w:r>
    </w:p>
    <w:p w:rsidR="007046B6" w:rsidRPr="000B4260" w:rsidRDefault="007046B6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PR"/>
        </w:rPr>
      </w:pPr>
    </w:p>
    <w:p w:rsidR="007046B6" w:rsidRPr="000B4260" w:rsidRDefault="007046B6" w:rsidP="000B4260">
      <w:pPr>
        <w:spacing w:after="0"/>
        <w:jc w:val="center"/>
        <w:rPr>
          <w:rStyle w:val="ng-binding"/>
          <w:rFonts w:ascii="KIA Light" w:eastAsia="KIA Light" w:hAnsi="KIA Light"/>
          <w:sz w:val="18"/>
          <w:szCs w:val="21"/>
          <w:lang w:val="es-PR"/>
        </w:rPr>
      </w:pPr>
    </w:p>
    <w:p w:rsidR="007046B6" w:rsidRPr="000B4260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PR"/>
        </w:rPr>
      </w:pPr>
    </w:p>
    <w:p w:rsidR="007046B6" w:rsidRPr="000B4260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PR"/>
        </w:rPr>
      </w:pPr>
    </w:p>
    <w:p w:rsidR="007046B6" w:rsidRPr="000B4260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PR"/>
        </w:rPr>
      </w:pPr>
    </w:p>
    <w:p w:rsidR="007046B6" w:rsidRPr="000B4260" w:rsidRDefault="007046B6" w:rsidP="000A3994">
      <w:pPr>
        <w:spacing w:after="0"/>
        <w:jc w:val="center"/>
        <w:rPr>
          <w:rStyle w:val="ng-binding"/>
          <w:rFonts w:ascii="Helvetica" w:hAnsi="Helvetica"/>
          <w:color w:val="FFFFFF"/>
          <w:sz w:val="21"/>
          <w:szCs w:val="21"/>
          <w:lang w:val="es-PR"/>
        </w:rPr>
      </w:pPr>
    </w:p>
    <w:p w:rsidR="007046B6" w:rsidRPr="000B4260" w:rsidRDefault="007046B6" w:rsidP="000A3994">
      <w:pPr>
        <w:spacing w:after="0"/>
        <w:jc w:val="center"/>
        <w:rPr>
          <w:rStyle w:val="ng-binding"/>
          <w:rFonts w:ascii="KIA Light" w:eastAsia="KIA Light" w:hAnsi="KIA Light"/>
          <w:color w:val="FFFFFF"/>
          <w:sz w:val="20"/>
          <w:szCs w:val="20"/>
          <w:lang w:val="es-PR"/>
        </w:rPr>
      </w:pPr>
    </w:p>
    <w:sectPr w:rsidR="007046B6" w:rsidRPr="000B4260" w:rsidSect="009B3B7C">
      <w:headerReference w:type="default" r:id="rId9"/>
      <w:footerReference w:type="default" r:id="rId10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371" w:rsidRDefault="00157371" w:rsidP="004C071D">
      <w:pPr>
        <w:spacing w:after="0" w:line="240" w:lineRule="auto"/>
      </w:pPr>
      <w:r>
        <w:separator/>
      </w:r>
    </w:p>
  </w:endnote>
  <w:endnote w:type="continuationSeparator" w:id="0">
    <w:p w:rsidR="00157371" w:rsidRDefault="00157371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371" w:rsidRPr="00E73594" w:rsidRDefault="00157371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157371" w:rsidRDefault="001573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371" w:rsidRDefault="00157371" w:rsidP="004C071D">
      <w:pPr>
        <w:spacing w:after="0" w:line="240" w:lineRule="auto"/>
      </w:pPr>
      <w:r>
        <w:separator/>
      </w:r>
    </w:p>
  </w:footnote>
  <w:footnote w:type="continuationSeparator" w:id="0">
    <w:p w:rsidR="00157371" w:rsidRDefault="00157371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371" w:rsidRDefault="0015737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7371" w:rsidRDefault="0015737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157371" w:rsidRDefault="0015737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157371" w:rsidRPr="009D650B" w:rsidRDefault="0015737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157371" w:rsidRPr="009D650B" w:rsidRDefault="00157371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157371" w:rsidRPr="008D23D4" w:rsidRDefault="00157371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157371" w:rsidRPr="004C071D" w:rsidRDefault="00157371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F"/>
    <w:rsid w:val="0001251B"/>
    <w:rsid w:val="00022FC8"/>
    <w:rsid w:val="00075C3F"/>
    <w:rsid w:val="000906BD"/>
    <w:rsid w:val="000A3994"/>
    <w:rsid w:val="000B4260"/>
    <w:rsid w:val="00157371"/>
    <w:rsid w:val="001861C8"/>
    <w:rsid w:val="00214800"/>
    <w:rsid w:val="00222F30"/>
    <w:rsid w:val="00281FEB"/>
    <w:rsid w:val="002C6D16"/>
    <w:rsid w:val="002E1E52"/>
    <w:rsid w:val="004514FF"/>
    <w:rsid w:val="00473E6C"/>
    <w:rsid w:val="004C071D"/>
    <w:rsid w:val="006260EB"/>
    <w:rsid w:val="00674F18"/>
    <w:rsid w:val="00683AC3"/>
    <w:rsid w:val="006E5E2C"/>
    <w:rsid w:val="006F5A90"/>
    <w:rsid w:val="007046B6"/>
    <w:rsid w:val="007412B8"/>
    <w:rsid w:val="00754B9E"/>
    <w:rsid w:val="0078762A"/>
    <w:rsid w:val="007D2980"/>
    <w:rsid w:val="0081123B"/>
    <w:rsid w:val="008773F1"/>
    <w:rsid w:val="00886308"/>
    <w:rsid w:val="008F194E"/>
    <w:rsid w:val="00913784"/>
    <w:rsid w:val="00935B29"/>
    <w:rsid w:val="00940A84"/>
    <w:rsid w:val="009B3B7C"/>
    <w:rsid w:val="009C22EB"/>
    <w:rsid w:val="009E082E"/>
    <w:rsid w:val="00A4773E"/>
    <w:rsid w:val="00A5010E"/>
    <w:rsid w:val="00A727CE"/>
    <w:rsid w:val="00AE0282"/>
    <w:rsid w:val="00B4629B"/>
    <w:rsid w:val="00B54214"/>
    <w:rsid w:val="00B86153"/>
    <w:rsid w:val="00BA147B"/>
    <w:rsid w:val="00BA5579"/>
    <w:rsid w:val="00BF6CE9"/>
    <w:rsid w:val="00C31428"/>
    <w:rsid w:val="00C60893"/>
    <w:rsid w:val="00C740CC"/>
    <w:rsid w:val="00C745D8"/>
    <w:rsid w:val="00DA5446"/>
    <w:rsid w:val="00E50BFE"/>
    <w:rsid w:val="00E53DA5"/>
    <w:rsid w:val="00E877D9"/>
    <w:rsid w:val="00EB4FD3"/>
    <w:rsid w:val="00F04EF9"/>
    <w:rsid w:val="00F164BC"/>
    <w:rsid w:val="00FC23EC"/>
    <w:rsid w:val="00F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1FCD71E1-42A9-4FEF-B591-44638706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customStyle="1" w:styleId="ng-binding">
    <w:name w:val="ng-binding"/>
    <w:basedOn w:val="DefaultParagraphFont"/>
    <w:rsid w:val="000A3994"/>
  </w:style>
  <w:style w:type="character" w:styleId="Hyperlink">
    <w:name w:val="Hyperlink"/>
    <w:basedOn w:val="DefaultParagraphFont"/>
    <w:uiPriority w:val="99"/>
    <w:semiHidden/>
    <w:unhideWhenUsed/>
    <w:rsid w:val="000A3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E9B7E-E110-4202-854C-04D00888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153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9</cp:revision>
  <dcterms:created xsi:type="dcterms:W3CDTF">2017-10-13T13:16:00Z</dcterms:created>
  <dcterms:modified xsi:type="dcterms:W3CDTF">2017-10-25T15:44:00Z</dcterms:modified>
</cp:coreProperties>
</file>